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2E4BD9" w:rsidRDefault="000F0714" w:rsidP="000F0714">
      <w:pPr>
        <w:pStyle w:val="a7"/>
        <w:jc w:val="center"/>
      </w:pPr>
      <w:r w:rsidRPr="002E4BD9">
        <w:t xml:space="preserve">Сводная ведомость результатов </w:t>
      </w:r>
      <w:r w:rsidR="004654AF" w:rsidRPr="002E4BD9">
        <w:t xml:space="preserve">проведения </w:t>
      </w:r>
      <w:r w:rsidRPr="002E4BD9">
        <w:t>специальной оценки условий труда</w:t>
      </w:r>
    </w:p>
    <w:p w:rsidR="00B3448B" w:rsidRPr="002E4BD9" w:rsidRDefault="00B3448B" w:rsidP="00B3448B"/>
    <w:p w:rsidR="00B3448B" w:rsidRPr="002E4BD9" w:rsidRDefault="00B3448B" w:rsidP="00B3448B">
      <w:r w:rsidRPr="002E4BD9">
        <w:t>Наименование организации:</w:t>
      </w:r>
      <w:r w:rsidRPr="002E4BD9">
        <w:rPr>
          <w:rStyle w:val="a9"/>
        </w:rPr>
        <w:t xml:space="preserve"> </w:t>
      </w:r>
      <w:fldSimple w:instr=" DOCVARIABLE ceh_info \* MERGEFORMAT ">
        <w:r w:rsidR="00897904" w:rsidRPr="00897904">
          <w:rPr>
            <w:rStyle w:val="a9"/>
          </w:rPr>
          <w:t>Открытое акционерное общество "РОТ ФРОНТ"</w:t>
        </w:r>
      </w:fldSimple>
      <w:r w:rsidRPr="002E4BD9">
        <w:rPr>
          <w:rStyle w:val="a9"/>
        </w:rPr>
        <w:t> </w:t>
      </w:r>
    </w:p>
    <w:p w:rsidR="00F06873" w:rsidRPr="002E4BD9" w:rsidRDefault="00F06873" w:rsidP="004654AF">
      <w:pPr>
        <w:suppressAutoHyphens/>
        <w:jc w:val="right"/>
      </w:pPr>
      <w:r w:rsidRPr="002E4BD9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2E4BD9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2E4BD9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2E4BD9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2E4BD9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2E4BD9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2E4BD9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2E4BD9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 w:rsidRPr="002E4BD9">
              <w:rPr>
                <w:rFonts w:ascii="Times New Roman" w:hAnsi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2E4BD9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2E4BD9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2E4BD9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2E4BD9" w:rsidRDefault="0089790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AF1EDF" w:rsidRPr="002E4BD9" w:rsidRDefault="0089790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2E4BD9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с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2E4BD9" w:rsidRDefault="0089790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AF1EDF" w:rsidRPr="002E4BD9" w:rsidRDefault="0089790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2E4BD9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2E4BD9" w:rsidRDefault="0089790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E4BD9" w:rsidRDefault="0089790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2E4BD9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2E4BD9" w:rsidRDefault="0089790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E4BD9" w:rsidRDefault="0089790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2E4BD9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2E4BD9" w:rsidRDefault="0089790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E4BD9" w:rsidRDefault="0089790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8979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2E4BD9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2E4BD9" w:rsidRDefault="00F06873" w:rsidP="00F06873">
      <w:pPr>
        <w:jc w:val="right"/>
      </w:pPr>
      <w:r w:rsidRPr="002E4BD9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2E4BD9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2E4BD9" w:rsidRDefault="004654AF" w:rsidP="00F06873">
            <w:pPr>
              <w:jc w:val="center"/>
              <w:rPr>
                <w:sz w:val="20"/>
              </w:rPr>
            </w:pPr>
            <w:r w:rsidRPr="002E4BD9">
              <w:rPr>
                <w:color w:val="000000"/>
                <w:sz w:val="20"/>
              </w:rPr>
              <w:t>Индиви</w:t>
            </w:r>
            <w:r w:rsidRPr="002E4BD9">
              <w:rPr>
                <w:color w:val="000000"/>
                <w:sz w:val="20"/>
              </w:rPr>
              <w:softHyphen/>
              <w:t>дуал</w:t>
            </w:r>
            <w:r w:rsidRPr="002E4BD9">
              <w:rPr>
                <w:color w:val="000000"/>
                <w:sz w:val="20"/>
              </w:rPr>
              <w:t>ь</w:t>
            </w:r>
            <w:r w:rsidRPr="002E4BD9">
              <w:rPr>
                <w:color w:val="000000"/>
                <w:sz w:val="20"/>
              </w:rPr>
              <w:t>ный номер рабоч</w:t>
            </w:r>
            <w:r w:rsidRPr="002E4BD9">
              <w:rPr>
                <w:color w:val="000000"/>
                <w:sz w:val="20"/>
              </w:rPr>
              <w:t>е</w:t>
            </w:r>
            <w:r w:rsidRPr="002E4BD9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2E4BD9" w:rsidRDefault="004654AF" w:rsidP="004654AF">
            <w:pPr>
              <w:jc w:val="center"/>
              <w:rPr>
                <w:color w:val="000000"/>
                <w:sz w:val="20"/>
              </w:rPr>
            </w:pPr>
            <w:r w:rsidRPr="002E4BD9">
              <w:rPr>
                <w:color w:val="000000"/>
                <w:sz w:val="20"/>
              </w:rPr>
              <w:t>Профессия/</w:t>
            </w:r>
            <w:r w:rsidRPr="002E4BD9">
              <w:rPr>
                <w:color w:val="000000"/>
                <w:sz w:val="20"/>
              </w:rPr>
              <w:br/>
              <w:t>должность/</w:t>
            </w:r>
            <w:r w:rsidRPr="002E4BD9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2E4BD9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2E4BD9" w:rsidRDefault="00F06873" w:rsidP="00F06873">
            <w:pPr>
              <w:jc w:val="center"/>
              <w:rPr>
                <w:sz w:val="20"/>
              </w:rPr>
            </w:pPr>
            <w:r w:rsidRPr="002E4BD9">
              <w:rPr>
                <w:sz w:val="20"/>
              </w:rPr>
              <w:t>Классы</w:t>
            </w:r>
            <w:r w:rsidR="004654AF" w:rsidRPr="002E4BD9">
              <w:rPr>
                <w:sz w:val="20"/>
              </w:rPr>
              <w:t xml:space="preserve"> </w:t>
            </w:r>
            <w:r w:rsidR="004654AF" w:rsidRPr="002E4BD9">
              <w:rPr>
                <w:color w:val="000000"/>
                <w:sz w:val="20"/>
              </w:rPr>
              <w:t>(подклассы)</w:t>
            </w:r>
            <w:r w:rsidRPr="002E4BD9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2E4BD9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2E4BD9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2E4BD9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2E4BD9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2E4BD9">
              <w:rPr>
                <w:color w:val="000000"/>
                <w:sz w:val="16"/>
                <w:szCs w:val="16"/>
              </w:rPr>
              <w:t>п</w:t>
            </w:r>
            <w:r w:rsidRPr="002E4BD9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2E4BD9">
              <w:rPr>
                <w:color w:val="000000"/>
                <w:sz w:val="16"/>
                <w:szCs w:val="16"/>
              </w:rPr>
              <w:t>ь</w:t>
            </w:r>
            <w:r w:rsidRPr="002E4BD9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2E4BD9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Лечебно</w:t>
            </w:r>
            <w:r w:rsidRPr="002E4BD9">
              <w:rPr>
                <w:sz w:val="16"/>
                <w:szCs w:val="16"/>
              </w:rPr>
              <w:t>-профилактическое п</w:t>
            </w:r>
            <w:r w:rsidRPr="002E4BD9">
              <w:rPr>
                <w:sz w:val="16"/>
                <w:szCs w:val="16"/>
              </w:rPr>
              <w:t>и</w:t>
            </w:r>
            <w:r w:rsidRPr="002E4BD9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Льготно</w:t>
            </w:r>
            <w:r w:rsidRPr="002E4BD9">
              <w:rPr>
                <w:sz w:val="16"/>
                <w:szCs w:val="16"/>
              </w:rPr>
              <w:t>е пенсионное обеспеч</w:t>
            </w:r>
            <w:r w:rsidRPr="002E4BD9">
              <w:rPr>
                <w:sz w:val="16"/>
                <w:szCs w:val="16"/>
              </w:rPr>
              <w:t>е</w:t>
            </w:r>
            <w:r w:rsidRPr="002E4BD9">
              <w:rPr>
                <w:sz w:val="16"/>
                <w:szCs w:val="16"/>
              </w:rPr>
              <w:t>ние (да/нет)</w:t>
            </w:r>
          </w:p>
        </w:tc>
      </w:tr>
      <w:tr w:rsidR="00F06873" w:rsidRPr="002E4BD9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2E4BD9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2E4BD9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2E4BD9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2E4BD9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2E4BD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2E4BD9">
              <w:rPr>
                <w:color w:val="000000"/>
                <w:sz w:val="16"/>
                <w:szCs w:val="16"/>
              </w:rPr>
              <w:t>микроклимат</w:t>
            </w:r>
            <w:r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2E4BD9" w:rsidP="002E4BD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2E4BD9" w:rsidTr="004654AF">
        <w:tc>
          <w:tcPr>
            <w:tcW w:w="959" w:type="dxa"/>
            <w:shd w:val="clear" w:color="auto" w:fill="auto"/>
            <w:vAlign w:val="center"/>
          </w:tcPr>
          <w:p w:rsidR="00F06873" w:rsidRPr="002E4BD9" w:rsidRDefault="00F06873" w:rsidP="001B19D8">
            <w:pPr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2E4BD9" w:rsidRDefault="00F06873" w:rsidP="001B19D8">
            <w:pPr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24</w:t>
            </w:r>
          </w:p>
        </w:tc>
      </w:tr>
      <w:tr w:rsidR="00897904" w:rsidRPr="002E4BD9" w:rsidTr="004654AF">
        <w:tc>
          <w:tcPr>
            <w:tcW w:w="959" w:type="dxa"/>
            <w:shd w:val="clear" w:color="auto" w:fill="auto"/>
            <w:vAlign w:val="center"/>
          </w:tcPr>
          <w:p w:rsidR="00897904" w:rsidRPr="002E4BD9" w:rsidRDefault="0089790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97904" w:rsidRPr="00897904" w:rsidRDefault="00897904" w:rsidP="001B19D8">
            <w:pPr>
              <w:jc w:val="center"/>
              <w:rPr>
                <w:b/>
                <w:sz w:val="18"/>
                <w:szCs w:val="18"/>
              </w:rPr>
            </w:pPr>
            <w:r w:rsidRPr="00897904">
              <w:rPr>
                <w:b/>
                <w:sz w:val="18"/>
                <w:szCs w:val="18"/>
              </w:rPr>
              <w:t>ШОКОЛАДНЫЙ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97904" w:rsidRPr="002E4BD9" w:rsidTr="004654AF">
        <w:tc>
          <w:tcPr>
            <w:tcW w:w="959" w:type="dxa"/>
            <w:shd w:val="clear" w:color="auto" w:fill="auto"/>
            <w:vAlign w:val="center"/>
          </w:tcPr>
          <w:p w:rsidR="00897904" w:rsidRPr="002E4BD9" w:rsidRDefault="0089790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97904" w:rsidRPr="00897904" w:rsidRDefault="00897904" w:rsidP="001B19D8">
            <w:pPr>
              <w:jc w:val="center"/>
              <w:rPr>
                <w:i/>
                <w:sz w:val="18"/>
                <w:szCs w:val="18"/>
              </w:rPr>
            </w:pPr>
            <w:r w:rsidRPr="00897904">
              <w:rPr>
                <w:i/>
                <w:sz w:val="18"/>
                <w:szCs w:val="18"/>
              </w:rPr>
              <w:t>Повременщики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97904" w:rsidRPr="002E4BD9" w:rsidTr="004654AF">
        <w:tc>
          <w:tcPr>
            <w:tcW w:w="959" w:type="dxa"/>
            <w:shd w:val="clear" w:color="auto" w:fill="auto"/>
            <w:vAlign w:val="center"/>
          </w:tcPr>
          <w:p w:rsidR="00897904" w:rsidRPr="002E4BD9" w:rsidRDefault="0089790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97904" w:rsidRPr="00897904" w:rsidRDefault="0089790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(сдача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 через транспортер)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7904" w:rsidRPr="002E4BD9" w:rsidRDefault="008979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2E4BD9" w:rsidRDefault="0065289A" w:rsidP="009A1326">
      <w:pPr>
        <w:rPr>
          <w:sz w:val="18"/>
          <w:szCs w:val="18"/>
        </w:rPr>
      </w:pPr>
    </w:p>
    <w:p w:rsidR="00936F48" w:rsidRPr="002E4BD9" w:rsidRDefault="00936F48" w:rsidP="00936F48">
      <w:r w:rsidRPr="002E4BD9">
        <w:t>Дата составления:</w:t>
      </w:r>
      <w:r w:rsidRPr="002E4BD9">
        <w:rPr>
          <w:rStyle w:val="a9"/>
        </w:rPr>
        <w:t xml:space="preserve"> </w:t>
      </w:r>
    </w:p>
    <w:p w:rsidR="004654AF" w:rsidRPr="002E4BD9" w:rsidRDefault="004654AF" w:rsidP="009D6532"/>
    <w:p w:rsidR="009D6532" w:rsidRPr="002E4BD9" w:rsidRDefault="009D6532" w:rsidP="009D6532">
      <w:r w:rsidRPr="002E4BD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E4BD9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E4BD9" w:rsidRDefault="00897904" w:rsidP="009D6532">
            <w:pPr>
              <w:pStyle w:val="aa"/>
            </w:pPr>
            <w:r>
              <w:lastRenderedPageBreak/>
              <w:t>Директор по производству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E4BD9" w:rsidRDefault="00897904" w:rsidP="009D6532">
            <w:pPr>
              <w:pStyle w:val="aa"/>
            </w:pPr>
            <w:r>
              <w:t>Сидорова М.В.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</w:tr>
      <w:tr w:rsidR="009D6532" w:rsidRPr="002E4BD9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2E4BD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(дата)</w:t>
            </w:r>
          </w:p>
        </w:tc>
      </w:tr>
    </w:tbl>
    <w:p w:rsidR="009D6532" w:rsidRPr="002E4BD9" w:rsidRDefault="009D6532" w:rsidP="009D6532"/>
    <w:p w:rsidR="009D6532" w:rsidRPr="002E4BD9" w:rsidRDefault="009D6532" w:rsidP="009D6532">
      <w:r w:rsidRPr="002E4BD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E4BD9" w:rsidTr="0089790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E4BD9" w:rsidRDefault="00897904" w:rsidP="009D6532">
            <w:pPr>
              <w:pStyle w:val="aa"/>
            </w:pPr>
            <w:r>
              <w:t>Начальник шоколадного цеха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E4BD9" w:rsidRDefault="00897904" w:rsidP="009D6532">
            <w:pPr>
              <w:pStyle w:val="aa"/>
            </w:pPr>
            <w:r>
              <w:t>Голбан Н.Г.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</w:tr>
      <w:tr w:rsidR="009D6532" w:rsidRPr="002E4BD9" w:rsidTr="0089790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2E4BD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(дата)</w:t>
            </w:r>
          </w:p>
        </w:tc>
      </w:tr>
      <w:tr w:rsidR="00897904" w:rsidRPr="00897904" w:rsidTr="0089790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97904" w:rsidRPr="00897904" w:rsidRDefault="00897904" w:rsidP="009D6532">
            <w:pPr>
              <w:pStyle w:val="aa"/>
            </w:pPr>
            <w:r>
              <w:t>Начальник отдела организации труда и заработной платы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97904" w:rsidRPr="00897904" w:rsidRDefault="0089790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97904" w:rsidRPr="00897904" w:rsidRDefault="0089790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97904" w:rsidRPr="00897904" w:rsidRDefault="0089790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97904" w:rsidRPr="00897904" w:rsidRDefault="00897904" w:rsidP="009D6532">
            <w:pPr>
              <w:pStyle w:val="aa"/>
            </w:pPr>
            <w:r>
              <w:t>Макачева И.Ю.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97904" w:rsidRPr="00897904" w:rsidRDefault="0089790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97904" w:rsidRPr="00897904" w:rsidRDefault="00897904" w:rsidP="009D6532">
            <w:pPr>
              <w:pStyle w:val="aa"/>
            </w:pPr>
          </w:p>
        </w:tc>
      </w:tr>
      <w:tr w:rsidR="00897904" w:rsidRPr="00897904" w:rsidTr="0089790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97904" w:rsidRPr="00897904" w:rsidRDefault="00897904" w:rsidP="009D6532">
            <w:pPr>
              <w:pStyle w:val="aa"/>
              <w:rPr>
                <w:vertAlign w:val="superscript"/>
              </w:rPr>
            </w:pPr>
            <w:r w:rsidRPr="0089790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97904" w:rsidRPr="00897904" w:rsidRDefault="0089790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97904" w:rsidRPr="00897904" w:rsidRDefault="00897904" w:rsidP="009D6532">
            <w:pPr>
              <w:pStyle w:val="aa"/>
              <w:rPr>
                <w:vertAlign w:val="superscript"/>
              </w:rPr>
            </w:pPr>
            <w:r w:rsidRPr="0089790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97904" w:rsidRPr="00897904" w:rsidRDefault="0089790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97904" w:rsidRPr="00897904" w:rsidRDefault="00897904" w:rsidP="009D6532">
            <w:pPr>
              <w:pStyle w:val="aa"/>
              <w:rPr>
                <w:vertAlign w:val="superscript"/>
              </w:rPr>
            </w:pPr>
            <w:r w:rsidRPr="0089790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97904" w:rsidRPr="00897904" w:rsidRDefault="0089790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97904" w:rsidRPr="00897904" w:rsidRDefault="00897904" w:rsidP="009D6532">
            <w:pPr>
              <w:pStyle w:val="aa"/>
              <w:rPr>
                <w:vertAlign w:val="superscript"/>
              </w:rPr>
            </w:pPr>
            <w:r w:rsidRPr="00897904">
              <w:rPr>
                <w:vertAlign w:val="superscript"/>
              </w:rPr>
              <w:t>(дата)</w:t>
            </w:r>
          </w:p>
        </w:tc>
      </w:tr>
      <w:tr w:rsidR="00897904" w:rsidRPr="00897904" w:rsidTr="0089790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97904" w:rsidRPr="00897904" w:rsidRDefault="00897904" w:rsidP="009D6532">
            <w:pPr>
              <w:pStyle w:val="aa"/>
            </w:pPr>
            <w:r>
              <w:t>Начальник бюро охраны труда и экол</w:t>
            </w:r>
            <w:r>
              <w:t>о</w:t>
            </w:r>
            <w:r>
              <w:t>гии отдела пожарной и промышленной безопасности, охраны труда и экологии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97904" w:rsidRPr="00897904" w:rsidRDefault="0089790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97904" w:rsidRPr="00897904" w:rsidRDefault="0089790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97904" w:rsidRPr="00897904" w:rsidRDefault="0089790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97904" w:rsidRPr="00897904" w:rsidRDefault="00897904" w:rsidP="009D6532">
            <w:pPr>
              <w:pStyle w:val="aa"/>
            </w:pPr>
            <w:r>
              <w:t>Артемова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97904" w:rsidRPr="00897904" w:rsidRDefault="0089790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97904" w:rsidRPr="00897904" w:rsidRDefault="00897904" w:rsidP="009D6532">
            <w:pPr>
              <w:pStyle w:val="aa"/>
            </w:pPr>
          </w:p>
        </w:tc>
      </w:tr>
      <w:tr w:rsidR="00897904" w:rsidRPr="00897904" w:rsidTr="0089790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97904" w:rsidRPr="00897904" w:rsidRDefault="00897904" w:rsidP="009D6532">
            <w:pPr>
              <w:pStyle w:val="aa"/>
              <w:rPr>
                <w:vertAlign w:val="superscript"/>
              </w:rPr>
            </w:pPr>
            <w:r w:rsidRPr="0089790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97904" w:rsidRPr="00897904" w:rsidRDefault="0089790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97904" w:rsidRPr="00897904" w:rsidRDefault="00897904" w:rsidP="009D6532">
            <w:pPr>
              <w:pStyle w:val="aa"/>
              <w:rPr>
                <w:vertAlign w:val="superscript"/>
              </w:rPr>
            </w:pPr>
            <w:r w:rsidRPr="0089790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97904" w:rsidRPr="00897904" w:rsidRDefault="0089790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97904" w:rsidRPr="00897904" w:rsidRDefault="00897904" w:rsidP="009D6532">
            <w:pPr>
              <w:pStyle w:val="aa"/>
              <w:rPr>
                <w:vertAlign w:val="superscript"/>
              </w:rPr>
            </w:pPr>
            <w:r w:rsidRPr="0089790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97904" w:rsidRPr="00897904" w:rsidRDefault="0089790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97904" w:rsidRPr="00897904" w:rsidRDefault="00897904" w:rsidP="009D6532">
            <w:pPr>
              <w:pStyle w:val="aa"/>
              <w:rPr>
                <w:vertAlign w:val="superscript"/>
              </w:rPr>
            </w:pPr>
            <w:r w:rsidRPr="00897904">
              <w:rPr>
                <w:vertAlign w:val="superscript"/>
              </w:rPr>
              <w:t>(дата)</w:t>
            </w:r>
          </w:p>
        </w:tc>
      </w:tr>
      <w:tr w:rsidR="00897904" w:rsidRPr="00897904" w:rsidTr="0089790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97904" w:rsidRPr="00897904" w:rsidRDefault="00897904" w:rsidP="009D6532">
            <w:pPr>
              <w:pStyle w:val="aa"/>
            </w:pPr>
            <w:r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97904" w:rsidRPr="00897904" w:rsidRDefault="0089790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97904" w:rsidRPr="00897904" w:rsidRDefault="0089790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97904" w:rsidRPr="00897904" w:rsidRDefault="0089790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97904" w:rsidRPr="00897904" w:rsidRDefault="00897904" w:rsidP="009D6532">
            <w:pPr>
              <w:pStyle w:val="aa"/>
            </w:pPr>
            <w:r>
              <w:t>Осипова Н.И.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97904" w:rsidRPr="00897904" w:rsidRDefault="0089790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97904" w:rsidRPr="00897904" w:rsidRDefault="00897904" w:rsidP="009D6532">
            <w:pPr>
              <w:pStyle w:val="aa"/>
            </w:pPr>
          </w:p>
        </w:tc>
      </w:tr>
      <w:tr w:rsidR="00897904" w:rsidRPr="00897904" w:rsidTr="0089790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97904" w:rsidRPr="00897904" w:rsidRDefault="00897904" w:rsidP="009D6532">
            <w:pPr>
              <w:pStyle w:val="aa"/>
              <w:rPr>
                <w:vertAlign w:val="superscript"/>
              </w:rPr>
            </w:pPr>
            <w:r w:rsidRPr="0089790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97904" w:rsidRPr="00897904" w:rsidRDefault="0089790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97904" w:rsidRPr="00897904" w:rsidRDefault="00897904" w:rsidP="009D6532">
            <w:pPr>
              <w:pStyle w:val="aa"/>
              <w:rPr>
                <w:vertAlign w:val="superscript"/>
              </w:rPr>
            </w:pPr>
            <w:r w:rsidRPr="0089790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97904" w:rsidRPr="00897904" w:rsidRDefault="0089790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97904" w:rsidRPr="00897904" w:rsidRDefault="00897904" w:rsidP="009D6532">
            <w:pPr>
              <w:pStyle w:val="aa"/>
              <w:rPr>
                <w:vertAlign w:val="superscript"/>
              </w:rPr>
            </w:pPr>
            <w:r w:rsidRPr="0089790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97904" w:rsidRPr="00897904" w:rsidRDefault="0089790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97904" w:rsidRPr="00897904" w:rsidRDefault="00897904" w:rsidP="009D6532">
            <w:pPr>
              <w:pStyle w:val="aa"/>
              <w:rPr>
                <w:vertAlign w:val="superscript"/>
              </w:rPr>
            </w:pPr>
            <w:r w:rsidRPr="00897904">
              <w:rPr>
                <w:vertAlign w:val="superscript"/>
              </w:rPr>
              <w:t>(дата)</w:t>
            </w:r>
          </w:p>
        </w:tc>
      </w:tr>
    </w:tbl>
    <w:p w:rsidR="002743B5" w:rsidRPr="002E4BD9" w:rsidRDefault="002743B5" w:rsidP="002743B5"/>
    <w:p w:rsidR="002743B5" w:rsidRPr="002E4BD9" w:rsidRDefault="004654AF" w:rsidP="002743B5">
      <w:r w:rsidRPr="002E4BD9">
        <w:t>Экспер</w:t>
      </w:r>
      <w:proofErr w:type="gramStart"/>
      <w:r w:rsidRPr="002E4BD9">
        <w:t>т(</w:t>
      </w:r>
      <w:proofErr w:type="gramEnd"/>
      <w:r w:rsidRPr="002E4BD9">
        <w:t>-ы)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897904" w:rsidTr="00897904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897904" w:rsidRDefault="00897904" w:rsidP="002743B5">
            <w:pPr>
              <w:pStyle w:val="aa"/>
            </w:pPr>
            <w:r w:rsidRPr="00897904">
              <w:t>892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897904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897904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897904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897904" w:rsidRDefault="00897904" w:rsidP="002743B5">
            <w:pPr>
              <w:pStyle w:val="aa"/>
            </w:pPr>
            <w:r w:rsidRPr="00897904">
              <w:t>Набиуллин Р.З.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897904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897904" w:rsidRDefault="002743B5" w:rsidP="002743B5">
            <w:pPr>
              <w:pStyle w:val="aa"/>
            </w:pPr>
            <w:bookmarkStart w:id="11" w:name="_GoBack"/>
            <w:bookmarkEnd w:id="11"/>
          </w:p>
        </w:tc>
      </w:tr>
      <w:tr w:rsidR="002743B5" w:rsidRPr="00897904" w:rsidTr="00897904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2743B5" w:rsidRPr="00897904" w:rsidRDefault="00897904" w:rsidP="002743B5">
            <w:pPr>
              <w:pStyle w:val="aa"/>
              <w:rPr>
                <w:b/>
                <w:vertAlign w:val="superscript"/>
              </w:rPr>
            </w:pPr>
            <w:r w:rsidRPr="0089790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2743B5" w:rsidRPr="00897904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743B5" w:rsidRPr="00897904" w:rsidRDefault="00897904" w:rsidP="002743B5">
            <w:pPr>
              <w:pStyle w:val="aa"/>
              <w:rPr>
                <w:b/>
                <w:vertAlign w:val="superscript"/>
              </w:rPr>
            </w:pPr>
            <w:r w:rsidRPr="0089790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2743B5" w:rsidRPr="00897904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2743B5" w:rsidRPr="00897904" w:rsidRDefault="00897904" w:rsidP="002743B5">
            <w:pPr>
              <w:pStyle w:val="aa"/>
              <w:rPr>
                <w:b/>
                <w:vertAlign w:val="superscript"/>
              </w:rPr>
            </w:pPr>
            <w:r w:rsidRPr="00897904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2743B5" w:rsidRPr="00897904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2743B5" w:rsidRPr="00897904" w:rsidRDefault="00897904" w:rsidP="002743B5">
            <w:pPr>
              <w:pStyle w:val="aa"/>
              <w:rPr>
                <w:vertAlign w:val="superscript"/>
              </w:rPr>
            </w:pPr>
            <w:r w:rsidRPr="00897904">
              <w:rPr>
                <w:vertAlign w:val="superscript"/>
              </w:rPr>
              <w:t>(дата)</w:t>
            </w:r>
          </w:p>
        </w:tc>
      </w:tr>
    </w:tbl>
    <w:p w:rsidR="00DC1A91" w:rsidRPr="002E4BD9" w:rsidRDefault="00DC1A91" w:rsidP="00DC1A91"/>
    <w:sectPr w:rsidR="00DC1A91" w:rsidRPr="002E4BD9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197" w:rsidRDefault="00AE5197" w:rsidP="00897904">
      <w:r>
        <w:separator/>
      </w:r>
    </w:p>
  </w:endnote>
  <w:endnote w:type="continuationSeparator" w:id="0">
    <w:p w:rsidR="00AE5197" w:rsidRDefault="00AE5197" w:rsidP="00897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904" w:rsidRDefault="0089790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904" w:rsidRDefault="00897904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904" w:rsidRDefault="0089790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197" w:rsidRDefault="00AE5197" w:rsidP="00897904">
      <w:r>
        <w:separator/>
      </w:r>
    </w:p>
  </w:footnote>
  <w:footnote w:type="continuationSeparator" w:id="0">
    <w:p w:rsidR="00AE5197" w:rsidRDefault="00AE5197" w:rsidP="008979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904" w:rsidRDefault="0089790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904" w:rsidRDefault="00897904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904" w:rsidRDefault="00897904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ctivedoc_name" w:val="Документ14"/>
    <w:docVar w:name="ceh_info" w:val="Открытое акционерное общество &quot;РОТ ФРОНТ&quot;"/>
    <w:docVar w:name="doc_name" w:val="Документ14"/>
    <w:docVar w:name="fill_date" w:val="12.03.2018"/>
    <w:docVar w:name="org_name" w:val="     "/>
    <w:docVar w:name="pers_guids" w:val="74C1EA2BAAA945F0A959317400C0E7A6@106-651-129 31"/>
    <w:docVar w:name="pers_snils" w:val="74C1EA2BAAA945F0A959317400C0E7A6@106-651-129 31"/>
    <w:docVar w:name="rbtd_name" w:val="Открытое акционерное общество &quot;РОТ ФРОНТ&quot;"/>
    <w:docVar w:name="sv_docs" w:val="1"/>
  </w:docVars>
  <w:rsids>
    <w:rsidRoot w:val="00897904"/>
    <w:rsid w:val="0002033E"/>
    <w:rsid w:val="000C5130"/>
    <w:rsid w:val="000D3760"/>
    <w:rsid w:val="000F0714"/>
    <w:rsid w:val="0015083A"/>
    <w:rsid w:val="00196135"/>
    <w:rsid w:val="001A7AC3"/>
    <w:rsid w:val="001B19D8"/>
    <w:rsid w:val="00237B32"/>
    <w:rsid w:val="002743B5"/>
    <w:rsid w:val="002761BA"/>
    <w:rsid w:val="002847C2"/>
    <w:rsid w:val="002E1D9C"/>
    <w:rsid w:val="002E4BD9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897904"/>
    <w:rsid w:val="00936F48"/>
    <w:rsid w:val="009647F7"/>
    <w:rsid w:val="009A1326"/>
    <w:rsid w:val="009D6532"/>
    <w:rsid w:val="00A026A4"/>
    <w:rsid w:val="00AE5197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89790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97904"/>
    <w:rPr>
      <w:sz w:val="24"/>
    </w:rPr>
  </w:style>
  <w:style w:type="paragraph" w:styleId="ad">
    <w:name w:val="footer"/>
    <w:basedOn w:val="a"/>
    <w:link w:val="ae"/>
    <w:rsid w:val="0089790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9790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89790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97904"/>
    <w:rPr>
      <w:sz w:val="24"/>
    </w:rPr>
  </w:style>
  <w:style w:type="paragraph" w:styleId="ad">
    <w:name w:val="footer"/>
    <w:basedOn w:val="a"/>
    <w:link w:val="ae"/>
    <w:rsid w:val="0089790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9790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Набиуллин Р.</dc:creator>
  <cp:lastModifiedBy>naartemova</cp:lastModifiedBy>
  <cp:revision>3</cp:revision>
  <dcterms:created xsi:type="dcterms:W3CDTF">2018-03-14T16:35:00Z</dcterms:created>
  <dcterms:modified xsi:type="dcterms:W3CDTF">2018-05-04T09:43:00Z</dcterms:modified>
</cp:coreProperties>
</file>