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7F36CC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7F36CC" w:rsidRPr="007F36CC">
          <w:rPr>
            <w:rStyle w:val="a9"/>
          </w:rPr>
          <w:t xml:space="preserve"> ОАО "Воронежская кондитерская фабрика"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7F36CC" w:rsidRPr="00AF49A3" w:rsidTr="008B4051">
        <w:trPr>
          <w:jc w:val="center"/>
        </w:trPr>
        <w:tc>
          <w:tcPr>
            <w:tcW w:w="3049" w:type="dxa"/>
            <w:vAlign w:val="center"/>
          </w:tcPr>
          <w:p w:rsidR="007F36CC" w:rsidRPr="007F36CC" w:rsidRDefault="007F36CC" w:rsidP="007F36CC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Склад готовой продукции</w:t>
            </w:r>
          </w:p>
        </w:tc>
        <w:tc>
          <w:tcPr>
            <w:tcW w:w="3686" w:type="dxa"/>
            <w:vAlign w:val="center"/>
          </w:tcPr>
          <w:p w:rsidR="007F36CC" w:rsidRPr="00063DF1" w:rsidRDefault="007F36CC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F36CC" w:rsidRPr="00063DF1" w:rsidRDefault="007F36CC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F36CC" w:rsidRPr="00063DF1" w:rsidRDefault="007F36CC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F36CC" w:rsidRPr="00063DF1" w:rsidRDefault="007F36CC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F36CC" w:rsidRPr="00063DF1" w:rsidRDefault="007F36CC" w:rsidP="00DB70BA">
            <w:pPr>
              <w:pStyle w:val="aa"/>
            </w:pPr>
          </w:p>
        </w:tc>
      </w:tr>
      <w:tr w:rsidR="007F36CC" w:rsidRPr="00AF49A3" w:rsidTr="008B4051">
        <w:trPr>
          <w:jc w:val="center"/>
        </w:trPr>
        <w:tc>
          <w:tcPr>
            <w:tcW w:w="3049" w:type="dxa"/>
            <w:vAlign w:val="center"/>
          </w:tcPr>
          <w:p w:rsidR="007F36CC" w:rsidRPr="007F36CC" w:rsidRDefault="007F36CC" w:rsidP="007F36CC">
            <w:pPr>
              <w:pStyle w:val="aa"/>
              <w:jc w:val="left"/>
            </w:pPr>
            <w:r>
              <w:t>409-52. Транспортировщик (транспортирование готовой продукции на складе готовой продукции</w:t>
            </w:r>
            <w:proofErr w:type="gramStart"/>
            <w:r>
              <w:t xml:space="preserve"> )</w:t>
            </w:r>
            <w:proofErr w:type="gramEnd"/>
            <w:r>
              <w:t xml:space="preserve"> (3 </w:t>
            </w:r>
            <w:proofErr w:type="spellStart"/>
            <w:r>
              <w:t>разр</w:t>
            </w:r>
            <w:proofErr w:type="spellEnd"/>
            <w:r>
              <w:t>.)</w:t>
            </w:r>
          </w:p>
        </w:tc>
        <w:tc>
          <w:tcPr>
            <w:tcW w:w="3686" w:type="dxa"/>
            <w:vAlign w:val="center"/>
          </w:tcPr>
          <w:p w:rsidR="007F36CC" w:rsidRPr="00063DF1" w:rsidRDefault="007F36CC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7F36CC" w:rsidRPr="00063DF1" w:rsidRDefault="007F36CC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7F36CC" w:rsidRPr="00063DF1" w:rsidRDefault="0016077A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7F36CC" w:rsidRPr="00063DF1" w:rsidRDefault="0016077A" w:rsidP="00DB70BA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F36CC" w:rsidRPr="00063DF1" w:rsidRDefault="007F36CC" w:rsidP="00DB70BA">
            <w:pPr>
              <w:pStyle w:val="aa"/>
            </w:pPr>
          </w:p>
        </w:tc>
      </w:tr>
      <w:tr w:rsidR="007F36CC" w:rsidRPr="00AF49A3" w:rsidTr="008B4051">
        <w:trPr>
          <w:jc w:val="center"/>
        </w:trPr>
        <w:tc>
          <w:tcPr>
            <w:tcW w:w="3049" w:type="dxa"/>
            <w:vAlign w:val="center"/>
          </w:tcPr>
          <w:p w:rsidR="007F36CC" w:rsidRPr="007F36CC" w:rsidRDefault="007F36CC" w:rsidP="007F36CC">
            <w:pPr>
              <w:pStyle w:val="aa"/>
              <w:jc w:val="left"/>
            </w:pPr>
            <w:r>
              <w:t xml:space="preserve">409-67. Транспортировщик (транспортирование материалов на материальном складе) (3 </w:t>
            </w:r>
            <w:proofErr w:type="spellStart"/>
            <w:r>
              <w:t>разр</w:t>
            </w:r>
            <w:proofErr w:type="spellEnd"/>
            <w:r>
              <w:t>.)</w:t>
            </w:r>
          </w:p>
        </w:tc>
        <w:tc>
          <w:tcPr>
            <w:tcW w:w="3686" w:type="dxa"/>
            <w:vAlign w:val="center"/>
          </w:tcPr>
          <w:p w:rsidR="007F36CC" w:rsidRDefault="007F36CC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7F36CC" w:rsidRDefault="007F36CC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7F36CC" w:rsidRPr="00063DF1" w:rsidRDefault="0016077A" w:rsidP="0016077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7F36CC" w:rsidRPr="00063DF1" w:rsidRDefault="0016077A" w:rsidP="00DB70BA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F36CC" w:rsidRPr="00063DF1" w:rsidRDefault="007F36CC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7F36CC">
          <w:rPr>
            <w:rStyle w:val="a9"/>
          </w:rPr>
          <w:t>26.10.2016</w:t>
        </w:r>
      </w:fldSimple>
      <w:r w:rsidR="00FD5E7D">
        <w:rPr>
          <w:rStyle w:val="a9"/>
          <w:lang w:val="en-US"/>
        </w:rPr>
        <w:t> </w:t>
      </w:r>
    </w:p>
    <w:sectPr w:rsidR="00DB70BA" w:rsidRPr="00FD5E7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ceh_info" w:val=" ОАО &quot;Воронежская кондитерская фабрика&quot; "/>
    <w:docVar w:name="fill_date" w:val="26.10.2016"/>
    <w:docVar w:name="org_name" w:val="     "/>
    <w:docVar w:name="pers_guids" w:val="584AB01799BB4D42B4A1FA290455FDAD@161-443-09845"/>
    <w:docVar w:name="pers_snils" w:val="584AB01799BB4D42B4A1FA290455FDAD@161-443-09845"/>
    <w:docVar w:name="sv_docs" w:val="1"/>
  </w:docVars>
  <w:rsids>
    <w:rsidRoot w:val="007F36CC"/>
    <w:rsid w:val="0002033E"/>
    <w:rsid w:val="00056BFC"/>
    <w:rsid w:val="0007776A"/>
    <w:rsid w:val="00093D2E"/>
    <w:rsid w:val="000C5130"/>
    <w:rsid w:val="0016077A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F36CC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83920"/>
    <w:rsid w:val="00BA560A"/>
    <w:rsid w:val="00BD0A92"/>
    <w:rsid w:val="00C0355B"/>
    <w:rsid w:val="00C15214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7526D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valeriya.kislyakova</dc:creator>
  <cp:keywords/>
  <dc:description/>
  <cp:lastModifiedBy>sr2008</cp:lastModifiedBy>
  <cp:revision>4</cp:revision>
  <dcterms:created xsi:type="dcterms:W3CDTF">2016-12-07T12:05:00Z</dcterms:created>
  <dcterms:modified xsi:type="dcterms:W3CDTF">2016-12-07T12:07:00Z</dcterms:modified>
</cp:coreProperties>
</file>