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922677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="006636D5" w:rsidRPr="006636D5">
          <w:rPr>
            <w:rStyle w:val="a9"/>
          </w:rPr>
          <w:t xml:space="preserve"> Закрытое акционерное общество "Пензенская кондитерская фабрика" </w:t>
        </w:r>
      </w:fldSimple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</w:t>
            </w:r>
            <w:r w:rsidRPr="00063DF1">
              <w:t>я</w:t>
            </w:r>
            <w:r w:rsidRPr="00063DF1">
              <w:t>тия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</w:t>
            </w:r>
            <w:r w:rsidRPr="00063DF1">
              <w:t>о</w:t>
            </w:r>
            <w:r w:rsidRPr="00063DF1">
              <w:t>приятия</w:t>
            </w:r>
          </w:p>
        </w:tc>
        <w:tc>
          <w:tcPr>
            <w:tcW w:w="1384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</w:t>
            </w:r>
            <w:r w:rsidR="00DB70BA" w:rsidRPr="00063DF1">
              <w:t>л</w:t>
            </w:r>
            <w:r w:rsidR="00DB70BA" w:rsidRPr="00063DF1">
              <w:t>нения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</w:t>
            </w:r>
            <w:r w:rsidRPr="00063DF1">
              <w:t>и</w:t>
            </w:r>
            <w:r w:rsidRPr="00063DF1">
              <w:t>влека</w:t>
            </w:r>
            <w:r w:rsidRPr="00063DF1">
              <w:t>е</w:t>
            </w:r>
            <w:r w:rsidRPr="00063DF1">
              <w:t>мые для выполнения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</w:t>
            </w:r>
            <w:r w:rsidRPr="00063DF1">
              <w:t>ы</w:t>
            </w:r>
            <w:r w:rsidRPr="00063DF1">
              <w:t>полнении</w:t>
            </w:r>
          </w:p>
        </w:tc>
      </w:tr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Котельная</w:t>
            </w:r>
          </w:p>
        </w:tc>
        <w:tc>
          <w:tcPr>
            <w:tcW w:w="3686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jc w:val="left"/>
            </w:pPr>
            <w:r>
              <w:t>0035А(0036А; 0037А). Оператор котельной</w:t>
            </w:r>
          </w:p>
        </w:tc>
        <w:tc>
          <w:tcPr>
            <w:tcW w:w="3686" w:type="dxa"/>
            <w:vAlign w:val="center"/>
          </w:tcPr>
          <w:p w:rsidR="006636D5" w:rsidRPr="00063DF1" w:rsidRDefault="006636D5" w:rsidP="00DB70BA">
            <w:pPr>
              <w:pStyle w:val="aa"/>
            </w:pPr>
            <w:r>
              <w:t xml:space="preserve">Шум: в целях уменьшения воздействия шума применять </w:t>
            </w:r>
            <w:proofErr w:type="spellStart"/>
            <w:r>
              <w:t>противошумные</w:t>
            </w:r>
            <w:proofErr w:type="spellEnd"/>
            <w:r>
              <w:t xml:space="preserve"> н</w:t>
            </w:r>
            <w:r>
              <w:t>а</w:t>
            </w:r>
            <w:r>
              <w:t>ушники или вкладыши (</w:t>
            </w:r>
            <w:proofErr w:type="spellStart"/>
            <w:r>
              <w:t>беруши</w:t>
            </w:r>
            <w:proofErr w:type="spellEnd"/>
            <w:r>
              <w:t>).</w:t>
            </w:r>
          </w:p>
        </w:tc>
        <w:tc>
          <w:tcPr>
            <w:tcW w:w="2835" w:type="dxa"/>
            <w:vAlign w:val="center"/>
          </w:tcPr>
          <w:p w:rsidR="006636D5" w:rsidRPr="00063DF1" w:rsidRDefault="006636D5" w:rsidP="00DB70BA">
            <w:pPr>
              <w:pStyle w:val="aa"/>
            </w:pPr>
            <w:r>
              <w:t xml:space="preserve">Уменьшение воздействия шума </w:t>
            </w: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Производственный цех №1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jc w:val="left"/>
            </w:pPr>
            <w:r>
              <w:t>0038А(0039А; 0040А; 0041А). Уборщик производственных помещений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jc w:val="left"/>
            </w:pPr>
            <w:r>
              <w:t>0042. Уборщик производстве</w:t>
            </w:r>
            <w:r>
              <w:t>н</w:t>
            </w:r>
            <w:r>
              <w:t>ных помещений, занятый убо</w:t>
            </w:r>
            <w:r>
              <w:t>р</w:t>
            </w:r>
            <w:r>
              <w:t>кой санузлов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jc w:val="left"/>
            </w:pPr>
            <w:r>
              <w:t>0043. Грузчик (сырье)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  <w:r>
              <w:t>Тяжесть: обусловлена спецификой тр</w:t>
            </w:r>
            <w:r>
              <w:t>у</w:t>
            </w:r>
            <w:r>
              <w:t>дового процесса. Обеспечить компенс</w:t>
            </w:r>
            <w:r>
              <w:t>а</w:t>
            </w:r>
            <w:r>
              <w:t>цию за вредные условия труда в соо</w:t>
            </w:r>
            <w:r>
              <w:t>т</w:t>
            </w:r>
            <w:r>
              <w:t>ветствии с результатами СОУТ</w:t>
            </w: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  <w:r>
              <w:t xml:space="preserve">- </w:t>
            </w: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jc w:val="left"/>
            </w:pPr>
            <w:r>
              <w:t>0044. Грузчик (сырье)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  <w:r>
              <w:t>Тяжесть: обусловлена спецификой тр</w:t>
            </w:r>
            <w:r>
              <w:t>у</w:t>
            </w:r>
            <w:r>
              <w:t>дового процесса. Обеспечить компенс</w:t>
            </w:r>
            <w:r>
              <w:t>а</w:t>
            </w:r>
            <w:r>
              <w:t>цию за вредные условия труда в соо</w:t>
            </w:r>
            <w:r>
              <w:t>т</w:t>
            </w:r>
            <w:r>
              <w:t>ветствии с результатами СОУТ</w:t>
            </w: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  <w:r>
              <w:t xml:space="preserve">- </w:t>
            </w: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jc w:val="left"/>
            </w:pPr>
            <w:r>
              <w:t>0045. Грузчик (ГП)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  <w:r>
              <w:t>Тяжесть: обусловлена спецификой тр</w:t>
            </w:r>
            <w:r>
              <w:t>у</w:t>
            </w:r>
            <w:r>
              <w:t>дового процесса. Обеспечить компенс</w:t>
            </w:r>
            <w:r>
              <w:t>а</w:t>
            </w:r>
            <w:r>
              <w:t>цию за вредные условия труда в соо</w:t>
            </w:r>
            <w:r>
              <w:t>т</w:t>
            </w:r>
            <w:r>
              <w:t>ветствии с результатами СОУТ</w:t>
            </w: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  <w:r>
              <w:t xml:space="preserve">- </w:t>
            </w: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jc w:val="left"/>
            </w:pPr>
            <w:r>
              <w:t>0046. Слесарь-ремонтник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  <w:r>
              <w:t>Тяжесть: обусловлена спецификой тр</w:t>
            </w:r>
            <w:r>
              <w:t>у</w:t>
            </w:r>
            <w:r>
              <w:t>дового процесса. Обеспечить компенс</w:t>
            </w:r>
            <w:r>
              <w:t>а</w:t>
            </w:r>
            <w:r>
              <w:t>цию за вредные условия труда в соо</w:t>
            </w:r>
            <w:r>
              <w:t>т</w:t>
            </w:r>
            <w:r>
              <w:t>ветствии с результатами СОУТ</w:t>
            </w: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  <w:r>
              <w:t xml:space="preserve">- </w:t>
            </w: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Производственный цех №2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jc w:val="left"/>
            </w:pPr>
            <w:r>
              <w:t>0047. Уборщик производстве</w:t>
            </w:r>
            <w:r>
              <w:t>н</w:t>
            </w:r>
            <w:r>
              <w:t>ных помещений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jc w:val="left"/>
            </w:pPr>
            <w:r>
              <w:t>0048. Уборщик производстве</w:t>
            </w:r>
            <w:r>
              <w:t>н</w:t>
            </w:r>
            <w:r>
              <w:t>ных помещений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jc w:val="left"/>
            </w:pPr>
            <w:r>
              <w:t>0049. Уборщик производстве</w:t>
            </w:r>
            <w:r>
              <w:t>н</w:t>
            </w:r>
            <w:r>
              <w:t>ных помещений, занятый убо</w:t>
            </w:r>
            <w:r>
              <w:t>р</w:t>
            </w:r>
            <w:r>
              <w:t>кой санузлов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jc w:val="left"/>
            </w:pPr>
            <w:r>
              <w:lastRenderedPageBreak/>
              <w:t>0050. Изготовитель кондите</w:t>
            </w:r>
            <w:r>
              <w:t>р</w:t>
            </w:r>
            <w:r>
              <w:t>ских изделий (вальцовщик с</w:t>
            </w:r>
            <w:r>
              <w:t>ы</w:t>
            </w:r>
            <w:r>
              <w:t>рья и полуфабрикатов)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  <w:r>
              <w:t xml:space="preserve">Шум: в целях уменьшения воздействия шума применять </w:t>
            </w:r>
            <w:proofErr w:type="spellStart"/>
            <w:r>
              <w:t>противошумные</w:t>
            </w:r>
            <w:proofErr w:type="spellEnd"/>
            <w:r>
              <w:t xml:space="preserve"> н</w:t>
            </w:r>
            <w:r>
              <w:t>а</w:t>
            </w:r>
            <w:r>
              <w:t>ушники или вкладыши (</w:t>
            </w:r>
            <w:proofErr w:type="spellStart"/>
            <w:r>
              <w:t>беруши</w:t>
            </w:r>
            <w:proofErr w:type="spellEnd"/>
            <w:r>
              <w:t>).</w:t>
            </w: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  <w:r>
              <w:t xml:space="preserve">Уменьшение воздействия шума </w:t>
            </w: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Производственный цех №3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jc w:val="left"/>
            </w:pPr>
            <w:r>
              <w:t>0051А(0052А; 0053А; 0054А; 0055А; 0056А). Уборщик прои</w:t>
            </w:r>
            <w:r>
              <w:t>з</w:t>
            </w:r>
            <w:r>
              <w:t>водственных помещений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jc w:val="left"/>
            </w:pPr>
            <w:r>
              <w:t>0057. Уборщик производстве</w:t>
            </w:r>
            <w:r>
              <w:t>н</w:t>
            </w:r>
            <w:r>
              <w:t>ных помещений, занятый убо</w:t>
            </w:r>
            <w:r>
              <w:t>р</w:t>
            </w:r>
            <w:r>
              <w:t>кой санузлов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jc w:val="left"/>
            </w:pPr>
            <w:r>
              <w:t>0058А(0059А; 0060А; 0061А; 0062А; 0063А; 0064А; 0065А). Грузчик (ГП)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  <w:r>
              <w:t>Тяжесть: обусловлена спецификой тр</w:t>
            </w:r>
            <w:r>
              <w:t>у</w:t>
            </w:r>
            <w:r>
              <w:t>дового процесса. Обеспечить компенс</w:t>
            </w:r>
            <w:r>
              <w:t>а</w:t>
            </w:r>
            <w:r>
              <w:t>цию за вредные условия труда в соо</w:t>
            </w:r>
            <w:r>
              <w:t>т</w:t>
            </w:r>
            <w:r>
              <w:t>ветствии с результатами СОУТ</w:t>
            </w: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  <w:r>
              <w:t xml:space="preserve">- </w:t>
            </w: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jc w:val="left"/>
            </w:pPr>
            <w:r>
              <w:t>0066А(0067А; 0068А). Грузчик (сырье)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  <w:r>
              <w:t>Тяжесть: обусловлена спецификой тр</w:t>
            </w:r>
            <w:r>
              <w:t>у</w:t>
            </w:r>
            <w:r>
              <w:t>дового процесса. Обеспечить компенс</w:t>
            </w:r>
            <w:r>
              <w:t>а</w:t>
            </w:r>
            <w:r>
              <w:t>цию за вредные условия труда в соо</w:t>
            </w:r>
            <w:r>
              <w:t>т</w:t>
            </w:r>
            <w:r>
              <w:t>ветствии с результатами СОУТ</w:t>
            </w: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  <w:r>
              <w:t xml:space="preserve">- </w:t>
            </w: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jc w:val="left"/>
            </w:pPr>
            <w:r>
              <w:t>0069А(0070А; 0071А; 0072А). Слесарь-ремонтник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Производственный цех №4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jc w:val="left"/>
            </w:pPr>
            <w:r>
              <w:t>0073А(0074А; 0075А; 0076А). Грузчик (сырье)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  <w:r>
              <w:t>Тяжесть: обусловлена спецификой тр</w:t>
            </w:r>
            <w:r>
              <w:t>у</w:t>
            </w:r>
            <w:r>
              <w:t>дового процесса. Обеспечить компенс</w:t>
            </w:r>
            <w:r>
              <w:t>а</w:t>
            </w:r>
            <w:r>
              <w:t>цию за вредные условия труда в соо</w:t>
            </w:r>
            <w:r>
              <w:t>т</w:t>
            </w:r>
            <w:r>
              <w:t>ветствии с результатами СОУТ</w:t>
            </w: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  <w:r>
              <w:t xml:space="preserve">- </w:t>
            </w: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jc w:val="left"/>
            </w:pPr>
            <w:r>
              <w:t>0077А(0078А; 0079А). Уборщик производственных помещений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jc w:val="left"/>
            </w:pPr>
            <w:r>
              <w:t>0080. Уборщик производстве</w:t>
            </w:r>
            <w:r>
              <w:t>н</w:t>
            </w:r>
            <w:r>
              <w:t>ных помещений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jc w:val="left"/>
            </w:pPr>
            <w:r>
              <w:t>0081. Уборщик служебных п</w:t>
            </w:r>
            <w:r>
              <w:t>о</w:t>
            </w:r>
            <w:r>
              <w:t>мещений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jc w:val="left"/>
            </w:pPr>
            <w:r>
              <w:t>0082. Уборщик служебных п</w:t>
            </w:r>
            <w:r>
              <w:t>о</w:t>
            </w:r>
            <w:r>
              <w:t>мещений, занятый уборкой с</w:t>
            </w:r>
            <w:r>
              <w:t>а</w:t>
            </w:r>
            <w:r>
              <w:t>нузлов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jc w:val="left"/>
            </w:pPr>
            <w:r>
              <w:t>0083. Уборщик служебных п</w:t>
            </w:r>
            <w:r>
              <w:t>о</w:t>
            </w:r>
            <w:r>
              <w:t>мещений, занятый уборкой с</w:t>
            </w:r>
            <w:r>
              <w:t>а</w:t>
            </w:r>
            <w:r>
              <w:t>нузлов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jc w:val="left"/>
            </w:pPr>
            <w:r>
              <w:t>0084. Изготовитель кондите</w:t>
            </w:r>
            <w:r>
              <w:t>р</w:t>
            </w:r>
            <w:r>
              <w:t xml:space="preserve">ских изделий (варщик) (участок по приготовлению желейных сортов конфет методом </w:t>
            </w:r>
            <w:proofErr w:type="spellStart"/>
            <w:r>
              <w:t>шприц</w:t>
            </w:r>
            <w:r>
              <w:t>е</w:t>
            </w:r>
            <w:r>
              <w:t>вания</w:t>
            </w:r>
            <w:proofErr w:type="spellEnd"/>
            <w:r>
              <w:t>)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jc w:val="left"/>
            </w:pPr>
            <w:r>
              <w:t>0085. Изготовитель кондите</w:t>
            </w:r>
            <w:r>
              <w:t>р</w:t>
            </w:r>
            <w:r>
              <w:lastRenderedPageBreak/>
              <w:t>ских изделий (составитель ко</w:t>
            </w:r>
            <w:r>
              <w:t>н</w:t>
            </w:r>
            <w:r>
              <w:t>фетной смеси) (участок по пр</w:t>
            </w:r>
            <w:r>
              <w:t>и</w:t>
            </w:r>
            <w:r>
              <w:t xml:space="preserve">готовлению желейных сортов конфет методом </w:t>
            </w:r>
            <w:proofErr w:type="spellStart"/>
            <w:r>
              <w:t>шприцевания</w:t>
            </w:r>
            <w:proofErr w:type="spellEnd"/>
            <w:r>
              <w:t>)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  <w:r>
              <w:lastRenderedPageBreak/>
              <w:t xml:space="preserve">Рекомендации по улучшению условий </w:t>
            </w:r>
            <w:r>
              <w:lastRenderedPageBreak/>
              <w:t>труда: не требуются</w:t>
            </w: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jc w:val="left"/>
            </w:pPr>
            <w:r>
              <w:lastRenderedPageBreak/>
              <w:t>0086. Изготовитель кондите</w:t>
            </w:r>
            <w:r>
              <w:t>р</w:t>
            </w:r>
            <w:r>
              <w:t xml:space="preserve">ских изделий 4 разряда (участок по приготовлению желейных сортов конфет методом </w:t>
            </w:r>
            <w:proofErr w:type="spellStart"/>
            <w:r>
              <w:t>шприц</w:t>
            </w:r>
            <w:r>
              <w:t>е</w:t>
            </w:r>
            <w:r>
              <w:t>вания</w:t>
            </w:r>
            <w:proofErr w:type="spellEnd"/>
            <w:r>
              <w:t>)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jc w:val="left"/>
            </w:pPr>
            <w:r>
              <w:t>0087. Наладчик оборудования в производстве пищевой проду</w:t>
            </w:r>
            <w:r>
              <w:t>к</w:t>
            </w:r>
            <w:r>
              <w:t>ции (участок по приготовлению желейных сортов конфет мет</w:t>
            </w:r>
            <w:r>
              <w:t>о</w:t>
            </w:r>
            <w:r>
              <w:t xml:space="preserve">дом </w:t>
            </w:r>
            <w:proofErr w:type="spellStart"/>
            <w:r>
              <w:t>шприцевания</w:t>
            </w:r>
            <w:proofErr w:type="spellEnd"/>
            <w:r>
              <w:t>)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jc w:val="left"/>
            </w:pPr>
            <w:r>
              <w:t>0088А(0089А; 0090А; 0091А). Изготовитель кондитерских и</w:t>
            </w:r>
            <w:r>
              <w:t>з</w:t>
            </w:r>
            <w:r>
              <w:t>делий 4 разряда (участок по приготовлению желейных со</w:t>
            </w:r>
            <w:r>
              <w:t>р</w:t>
            </w:r>
            <w:r>
              <w:t xml:space="preserve">тов конфет методом </w:t>
            </w:r>
            <w:proofErr w:type="spellStart"/>
            <w:r>
              <w:t>шприцев</w:t>
            </w:r>
            <w:r>
              <w:t>а</w:t>
            </w:r>
            <w:r>
              <w:t>ния</w:t>
            </w:r>
            <w:proofErr w:type="spellEnd"/>
            <w:r>
              <w:t>)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jc w:val="left"/>
            </w:pPr>
            <w:r>
              <w:t>0092. Грузчик (участок по пр</w:t>
            </w:r>
            <w:r>
              <w:t>и</w:t>
            </w:r>
            <w:r>
              <w:t xml:space="preserve">готовлению желейных сортов конфет методом </w:t>
            </w:r>
            <w:proofErr w:type="spellStart"/>
            <w:r>
              <w:t>шприцевания</w:t>
            </w:r>
            <w:proofErr w:type="spellEnd"/>
            <w:r>
              <w:t>)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  <w:r>
              <w:t>Тяжесть: обусловлена спецификой тр</w:t>
            </w:r>
            <w:r>
              <w:t>у</w:t>
            </w:r>
            <w:r>
              <w:t>дового процесса. Обеспечить компенс</w:t>
            </w:r>
            <w:r>
              <w:t>а</w:t>
            </w:r>
            <w:r>
              <w:t>цию за вредные условия труда в соо</w:t>
            </w:r>
            <w:r>
              <w:t>т</w:t>
            </w:r>
            <w:r>
              <w:t>ветствии с результатами СОУТ</w:t>
            </w: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  <w:r>
              <w:t xml:space="preserve">- </w:t>
            </w: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jc w:val="left"/>
            </w:pPr>
            <w:r>
              <w:t>0093А(0094А; 0095А; 0096А). Изготовитель кондитерских и</w:t>
            </w:r>
            <w:r>
              <w:t>з</w:t>
            </w:r>
            <w:r>
              <w:t>делий 3 разряда (фасовочно-упаковочный комплекс)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jc w:val="left"/>
            </w:pPr>
            <w:r>
              <w:t>0097. Наладчик оборудования в производстве пищевой проду</w:t>
            </w:r>
            <w:r>
              <w:t>к</w:t>
            </w:r>
            <w:r>
              <w:t>ции (фасовочно-упаковочный комплекс)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jc w:val="left"/>
            </w:pPr>
            <w:r>
              <w:t>0098А(0099А; 0100А; 0101А). Грузчик (ГП)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  <w:r>
              <w:t>Тяжесть: обусловлена спецификой тр</w:t>
            </w:r>
            <w:r>
              <w:t>у</w:t>
            </w:r>
            <w:r>
              <w:t>дового процесса. Обеспечить компенс</w:t>
            </w:r>
            <w:r>
              <w:t>а</w:t>
            </w:r>
            <w:r>
              <w:t>цию за вредные условия труда в соо</w:t>
            </w:r>
            <w:r>
              <w:t>т</w:t>
            </w:r>
            <w:r>
              <w:t>ветствии с результатами СОУТ</w:t>
            </w: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  <w:r>
              <w:t xml:space="preserve">- </w:t>
            </w: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jc w:val="left"/>
            </w:pPr>
            <w:r>
              <w:t>0102А(0103А; 0104А; 0105А). Слесарь-ремонтник 6 разряда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розничных и оптовых продаж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jc w:val="left"/>
            </w:pPr>
            <w:r>
              <w:t>0106. Специалист розничной торговой команды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 xml:space="preserve"> Отдел по работе с ключевыми </w:t>
            </w:r>
            <w:r>
              <w:rPr>
                <w:b/>
                <w:i/>
              </w:rPr>
              <w:lastRenderedPageBreak/>
              <w:t>клиентами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jc w:val="left"/>
            </w:pPr>
            <w:r>
              <w:lastRenderedPageBreak/>
              <w:t>0107. Менеджер по работе с ключевыми клиентами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информационных те</w:t>
            </w:r>
            <w:r>
              <w:rPr>
                <w:b/>
                <w:i/>
              </w:rPr>
              <w:t>х</w:t>
            </w:r>
            <w:r>
              <w:rPr>
                <w:b/>
                <w:i/>
              </w:rPr>
              <w:t>нологий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jc w:val="left"/>
            </w:pPr>
            <w:r>
              <w:t>0108. Системный администратор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jc w:val="left"/>
            </w:pPr>
            <w:r>
              <w:t>0109. Инженер-программист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МТО и логистики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jc w:val="left"/>
            </w:pPr>
            <w:r>
              <w:t>0110. Менеджер по снабжению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Управление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jc w:val="left"/>
            </w:pPr>
            <w:r>
              <w:t xml:space="preserve">0111. Главный </w:t>
            </w:r>
            <w:proofErr w:type="spellStart"/>
            <w:proofErr w:type="gramStart"/>
            <w:r>
              <w:t>инженер-технический</w:t>
            </w:r>
            <w:proofErr w:type="spellEnd"/>
            <w:proofErr w:type="gramEnd"/>
            <w:r>
              <w:t xml:space="preserve"> директор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 xml:space="preserve">Участок </w:t>
            </w:r>
            <w:proofErr w:type="spellStart"/>
            <w:r>
              <w:rPr>
                <w:b/>
                <w:i/>
              </w:rPr>
              <w:t>КИПиА</w:t>
            </w:r>
            <w:proofErr w:type="spellEnd"/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jc w:val="left"/>
            </w:pPr>
            <w:r>
              <w:t xml:space="preserve">0112А(0113А; 0114А). Слесарь ремонтник </w:t>
            </w:r>
            <w:proofErr w:type="spellStart"/>
            <w:r>
              <w:t>КИПиА</w:t>
            </w:r>
            <w:proofErr w:type="spellEnd"/>
            <w:r>
              <w:t xml:space="preserve"> 6 разряда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Энергоучасток</w:t>
            </w:r>
            <w:proofErr w:type="spellEnd"/>
            <w:r>
              <w:rPr>
                <w:b/>
                <w:i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jc w:val="left"/>
            </w:pPr>
            <w:r>
              <w:t>0115. Слесарь-ремонтник 6 ра</w:t>
            </w:r>
            <w:r>
              <w:t>з</w:t>
            </w:r>
            <w:r>
              <w:t>ряда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Ремонтно-механический уч</w:t>
            </w:r>
            <w:r>
              <w:rPr>
                <w:b/>
                <w:i/>
              </w:rPr>
              <w:t>а</w:t>
            </w:r>
            <w:r>
              <w:rPr>
                <w:b/>
                <w:i/>
              </w:rPr>
              <w:t>сток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jc w:val="left"/>
            </w:pPr>
            <w:r>
              <w:t>0116. Слесарь-ремонтник 6 ра</w:t>
            </w:r>
            <w:r>
              <w:t>з</w:t>
            </w:r>
            <w:r>
              <w:t>ряда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Группа маркетинга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jc w:val="left"/>
            </w:pPr>
            <w:r>
              <w:t>0117. Директор по организации экскурсионной деятельности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jc w:val="left"/>
            </w:pPr>
            <w:r>
              <w:t>0118. Специалист по организ</w:t>
            </w:r>
            <w:r>
              <w:t>а</w:t>
            </w:r>
            <w:r>
              <w:t>ции экскурсионной деятельн</w:t>
            </w:r>
            <w:r>
              <w:t>о</w:t>
            </w:r>
            <w:r>
              <w:t>сти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  <w:tr w:rsidR="006636D5" w:rsidRPr="00AF49A3" w:rsidTr="008B4051">
        <w:trPr>
          <w:jc w:val="center"/>
        </w:trPr>
        <w:tc>
          <w:tcPr>
            <w:tcW w:w="3049" w:type="dxa"/>
            <w:vAlign w:val="center"/>
          </w:tcPr>
          <w:p w:rsidR="006636D5" w:rsidRPr="006636D5" w:rsidRDefault="006636D5" w:rsidP="006636D5">
            <w:pPr>
              <w:pStyle w:val="aa"/>
              <w:jc w:val="left"/>
            </w:pPr>
            <w:r>
              <w:t>0119. Специалист по организ</w:t>
            </w:r>
            <w:r>
              <w:t>а</w:t>
            </w:r>
            <w:r>
              <w:t>ции экскурсионной деятельн</w:t>
            </w:r>
            <w:r>
              <w:t>о</w:t>
            </w:r>
            <w:r>
              <w:t>сти</w:t>
            </w:r>
          </w:p>
        </w:tc>
        <w:tc>
          <w:tcPr>
            <w:tcW w:w="3686" w:type="dxa"/>
            <w:vAlign w:val="center"/>
          </w:tcPr>
          <w:p w:rsidR="006636D5" w:rsidRDefault="006636D5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6636D5" w:rsidRDefault="006636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636D5" w:rsidRPr="00063DF1" w:rsidRDefault="006636D5" w:rsidP="00DB70BA">
            <w:pPr>
              <w:pStyle w:val="aa"/>
            </w:pPr>
          </w:p>
        </w:tc>
      </w:tr>
    </w:tbl>
    <w:p w:rsidR="00DB70BA" w:rsidRDefault="00DB70BA" w:rsidP="00DB70BA"/>
    <w:p w:rsidR="00DB70BA" w:rsidRPr="006636D5" w:rsidRDefault="00DB70BA" w:rsidP="00DB70BA"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fldSimple w:instr=" DOCVARIABLE fill_date \* MERGEFORMAT ">
        <w:r w:rsidR="006636D5">
          <w:rPr>
            <w:rStyle w:val="a9"/>
          </w:rPr>
          <w:t>21.08.2023</w:t>
        </w:r>
      </w:fldSimple>
      <w:r w:rsidR="00FD5E7D">
        <w:rPr>
          <w:rStyle w:val="a9"/>
          <w:lang w:val="en-US"/>
        </w:rPr>
        <w:t> </w:t>
      </w:r>
    </w:p>
    <w:p w:rsidR="0065289A" w:rsidRPr="006636D5" w:rsidRDefault="0065289A" w:rsidP="009A1326">
      <w:pPr>
        <w:rPr>
          <w:sz w:val="18"/>
          <w:szCs w:val="18"/>
        </w:rPr>
      </w:pPr>
    </w:p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6636D5" w:rsidP="009D6532">
            <w:pPr>
              <w:pStyle w:val="aa"/>
            </w:pPr>
            <w:r>
              <w:t>исполнительный директор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1" w:name="com_pred"/>
            <w:bookmarkEnd w:id="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6636D5" w:rsidP="009D6532">
            <w:pPr>
              <w:pStyle w:val="aa"/>
            </w:pPr>
            <w:r>
              <w:t>Макаров А.В.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2" w:name="s070_1"/>
            <w:bookmarkEnd w:id="2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6636D5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922677" w:rsidRDefault="009D6532" w:rsidP="009D6532">
      <w:r w:rsidRPr="003C5C39">
        <w:lastRenderedPageBreak/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6636D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6636D5" w:rsidP="009D6532">
            <w:pPr>
              <w:pStyle w:val="aa"/>
            </w:pPr>
            <w:r>
              <w:t>директор по персоналу и администр</w:t>
            </w:r>
            <w:r>
              <w:t>а</w:t>
            </w:r>
            <w:r>
              <w:t>тивным вопросам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3" w:name="com_chlens"/>
            <w:bookmarkEnd w:id="3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6636D5" w:rsidP="009D6532">
            <w:pPr>
              <w:pStyle w:val="aa"/>
            </w:pPr>
            <w:r>
              <w:t>Шевчук Е.Б.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6636D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4" w:name="s070_2"/>
            <w:bookmarkEnd w:id="4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6636D5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6636D5" w:rsidRPr="006636D5" w:rsidTr="006636D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636D5" w:rsidRPr="006636D5" w:rsidRDefault="006636D5" w:rsidP="009D6532">
            <w:pPr>
              <w:pStyle w:val="aa"/>
            </w:pPr>
            <w:r>
              <w:t>главный инженер - технический дире</w:t>
            </w:r>
            <w:r>
              <w:t>к</w:t>
            </w:r>
            <w:r>
              <w:t>тор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636D5" w:rsidRPr="006636D5" w:rsidRDefault="006636D5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636D5" w:rsidRPr="006636D5" w:rsidRDefault="006636D5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636D5" w:rsidRPr="006636D5" w:rsidRDefault="006636D5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636D5" w:rsidRPr="006636D5" w:rsidRDefault="006636D5" w:rsidP="009D6532">
            <w:pPr>
              <w:pStyle w:val="aa"/>
            </w:pPr>
            <w:r>
              <w:t>Холодков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636D5" w:rsidRPr="006636D5" w:rsidRDefault="006636D5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636D5" w:rsidRPr="006636D5" w:rsidRDefault="006636D5" w:rsidP="009D6532">
            <w:pPr>
              <w:pStyle w:val="aa"/>
            </w:pPr>
          </w:p>
        </w:tc>
      </w:tr>
      <w:tr w:rsidR="006636D5" w:rsidRPr="006636D5" w:rsidTr="006636D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6636D5" w:rsidRPr="006636D5" w:rsidRDefault="006636D5" w:rsidP="009D6532">
            <w:pPr>
              <w:pStyle w:val="aa"/>
              <w:rPr>
                <w:vertAlign w:val="superscript"/>
              </w:rPr>
            </w:pPr>
            <w:r w:rsidRPr="006636D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636D5" w:rsidRPr="006636D5" w:rsidRDefault="006636D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636D5" w:rsidRPr="006636D5" w:rsidRDefault="006636D5" w:rsidP="009D6532">
            <w:pPr>
              <w:pStyle w:val="aa"/>
              <w:rPr>
                <w:vertAlign w:val="superscript"/>
              </w:rPr>
            </w:pPr>
            <w:r w:rsidRPr="006636D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636D5" w:rsidRPr="006636D5" w:rsidRDefault="006636D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636D5" w:rsidRPr="006636D5" w:rsidRDefault="006636D5" w:rsidP="009D6532">
            <w:pPr>
              <w:pStyle w:val="aa"/>
              <w:rPr>
                <w:vertAlign w:val="superscript"/>
              </w:rPr>
            </w:pPr>
            <w:r w:rsidRPr="006636D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636D5" w:rsidRPr="006636D5" w:rsidRDefault="006636D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636D5" w:rsidRPr="006636D5" w:rsidRDefault="006636D5" w:rsidP="009D6532">
            <w:pPr>
              <w:pStyle w:val="aa"/>
              <w:rPr>
                <w:vertAlign w:val="superscript"/>
              </w:rPr>
            </w:pPr>
            <w:r w:rsidRPr="006636D5">
              <w:rPr>
                <w:vertAlign w:val="superscript"/>
              </w:rPr>
              <w:t>(дата)</w:t>
            </w:r>
          </w:p>
        </w:tc>
      </w:tr>
      <w:tr w:rsidR="006636D5" w:rsidRPr="006636D5" w:rsidTr="006636D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636D5" w:rsidRPr="006636D5" w:rsidRDefault="006636D5" w:rsidP="009D6532">
            <w:pPr>
              <w:pStyle w:val="aa"/>
            </w:pPr>
            <w:r>
              <w:t>директор по производству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636D5" w:rsidRPr="006636D5" w:rsidRDefault="006636D5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636D5" w:rsidRPr="006636D5" w:rsidRDefault="006636D5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636D5" w:rsidRPr="006636D5" w:rsidRDefault="006636D5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636D5" w:rsidRPr="006636D5" w:rsidRDefault="006636D5" w:rsidP="009D6532">
            <w:pPr>
              <w:pStyle w:val="aa"/>
            </w:pPr>
            <w:proofErr w:type="spellStart"/>
            <w:r>
              <w:t>Алакина</w:t>
            </w:r>
            <w:proofErr w:type="spellEnd"/>
            <w:r>
              <w:t xml:space="preserve">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636D5" w:rsidRPr="006636D5" w:rsidRDefault="006636D5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636D5" w:rsidRPr="006636D5" w:rsidRDefault="006636D5" w:rsidP="009D6532">
            <w:pPr>
              <w:pStyle w:val="aa"/>
            </w:pPr>
          </w:p>
        </w:tc>
      </w:tr>
      <w:tr w:rsidR="006636D5" w:rsidRPr="006636D5" w:rsidTr="006636D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6636D5" w:rsidRPr="006636D5" w:rsidRDefault="006636D5" w:rsidP="009D6532">
            <w:pPr>
              <w:pStyle w:val="aa"/>
              <w:rPr>
                <w:vertAlign w:val="superscript"/>
              </w:rPr>
            </w:pPr>
            <w:r w:rsidRPr="006636D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636D5" w:rsidRPr="006636D5" w:rsidRDefault="006636D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636D5" w:rsidRPr="006636D5" w:rsidRDefault="006636D5" w:rsidP="009D6532">
            <w:pPr>
              <w:pStyle w:val="aa"/>
              <w:rPr>
                <w:vertAlign w:val="superscript"/>
              </w:rPr>
            </w:pPr>
            <w:r w:rsidRPr="006636D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636D5" w:rsidRPr="006636D5" w:rsidRDefault="006636D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636D5" w:rsidRPr="006636D5" w:rsidRDefault="006636D5" w:rsidP="009D6532">
            <w:pPr>
              <w:pStyle w:val="aa"/>
              <w:rPr>
                <w:vertAlign w:val="superscript"/>
              </w:rPr>
            </w:pPr>
            <w:r w:rsidRPr="006636D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636D5" w:rsidRPr="006636D5" w:rsidRDefault="006636D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636D5" w:rsidRPr="006636D5" w:rsidRDefault="006636D5" w:rsidP="009D6532">
            <w:pPr>
              <w:pStyle w:val="aa"/>
              <w:rPr>
                <w:vertAlign w:val="superscript"/>
              </w:rPr>
            </w:pPr>
            <w:r w:rsidRPr="006636D5">
              <w:rPr>
                <w:vertAlign w:val="superscript"/>
              </w:rPr>
              <w:t>(дата)</w:t>
            </w:r>
          </w:p>
        </w:tc>
      </w:tr>
      <w:tr w:rsidR="006636D5" w:rsidRPr="006636D5" w:rsidTr="006636D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636D5" w:rsidRPr="006636D5" w:rsidRDefault="006636D5" w:rsidP="009D6532">
            <w:pPr>
              <w:pStyle w:val="aa"/>
            </w:pPr>
            <w:r>
              <w:t>начальник юридического отдела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636D5" w:rsidRPr="006636D5" w:rsidRDefault="006636D5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636D5" w:rsidRPr="006636D5" w:rsidRDefault="006636D5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636D5" w:rsidRPr="006636D5" w:rsidRDefault="006636D5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636D5" w:rsidRPr="006636D5" w:rsidRDefault="006636D5" w:rsidP="009D6532">
            <w:pPr>
              <w:pStyle w:val="aa"/>
            </w:pPr>
            <w:r>
              <w:t>Викторова Е.Г.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636D5" w:rsidRPr="006636D5" w:rsidRDefault="006636D5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636D5" w:rsidRPr="006636D5" w:rsidRDefault="006636D5" w:rsidP="009D6532">
            <w:pPr>
              <w:pStyle w:val="aa"/>
            </w:pPr>
          </w:p>
        </w:tc>
      </w:tr>
      <w:tr w:rsidR="006636D5" w:rsidRPr="006636D5" w:rsidTr="006636D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6636D5" w:rsidRPr="006636D5" w:rsidRDefault="006636D5" w:rsidP="009D6532">
            <w:pPr>
              <w:pStyle w:val="aa"/>
              <w:rPr>
                <w:vertAlign w:val="superscript"/>
              </w:rPr>
            </w:pPr>
            <w:r w:rsidRPr="006636D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636D5" w:rsidRPr="006636D5" w:rsidRDefault="006636D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636D5" w:rsidRPr="006636D5" w:rsidRDefault="006636D5" w:rsidP="009D6532">
            <w:pPr>
              <w:pStyle w:val="aa"/>
              <w:rPr>
                <w:vertAlign w:val="superscript"/>
              </w:rPr>
            </w:pPr>
            <w:r w:rsidRPr="006636D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636D5" w:rsidRPr="006636D5" w:rsidRDefault="006636D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636D5" w:rsidRPr="006636D5" w:rsidRDefault="006636D5" w:rsidP="009D6532">
            <w:pPr>
              <w:pStyle w:val="aa"/>
              <w:rPr>
                <w:vertAlign w:val="superscript"/>
              </w:rPr>
            </w:pPr>
            <w:r w:rsidRPr="006636D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636D5" w:rsidRPr="006636D5" w:rsidRDefault="006636D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636D5" w:rsidRPr="006636D5" w:rsidRDefault="006636D5" w:rsidP="009D6532">
            <w:pPr>
              <w:pStyle w:val="aa"/>
              <w:rPr>
                <w:vertAlign w:val="superscript"/>
              </w:rPr>
            </w:pPr>
            <w:r w:rsidRPr="006636D5">
              <w:rPr>
                <w:vertAlign w:val="superscript"/>
              </w:rPr>
              <w:t>(дата)</w:t>
            </w:r>
          </w:p>
        </w:tc>
      </w:tr>
      <w:tr w:rsidR="006636D5" w:rsidRPr="006636D5" w:rsidTr="006636D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636D5" w:rsidRPr="006636D5" w:rsidRDefault="006636D5" w:rsidP="009D6532">
            <w:pPr>
              <w:pStyle w:val="aa"/>
            </w:pPr>
            <w: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636D5" w:rsidRPr="006636D5" w:rsidRDefault="006636D5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636D5" w:rsidRPr="006636D5" w:rsidRDefault="006636D5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636D5" w:rsidRPr="006636D5" w:rsidRDefault="006636D5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636D5" w:rsidRPr="006636D5" w:rsidRDefault="006636D5" w:rsidP="009D6532">
            <w:pPr>
              <w:pStyle w:val="aa"/>
            </w:pPr>
            <w:r>
              <w:t>Першина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636D5" w:rsidRPr="006636D5" w:rsidRDefault="006636D5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636D5" w:rsidRPr="006636D5" w:rsidRDefault="006636D5" w:rsidP="009D6532">
            <w:pPr>
              <w:pStyle w:val="aa"/>
            </w:pPr>
          </w:p>
        </w:tc>
      </w:tr>
      <w:tr w:rsidR="006636D5" w:rsidRPr="006636D5" w:rsidTr="006636D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6636D5" w:rsidRPr="006636D5" w:rsidRDefault="006636D5" w:rsidP="009D6532">
            <w:pPr>
              <w:pStyle w:val="aa"/>
              <w:rPr>
                <w:vertAlign w:val="superscript"/>
              </w:rPr>
            </w:pPr>
            <w:r w:rsidRPr="006636D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636D5" w:rsidRPr="006636D5" w:rsidRDefault="006636D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636D5" w:rsidRPr="006636D5" w:rsidRDefault="006636D5" w:rsidP="009D6532">
            <w:pPr>
              <w:pStyle w:val="aa"/>
              <w:rPr>
                <w:vertAlign w:val="superscript"/>
              </w:rPr>
            </w:pPr>
            <w:r w:rsidRPr="006636D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636D5" w:rsidRPr="006636D5" w:rsidRDefault="006636D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636D5" w:rsidRPr="006636D5" w:rsidRDefault="006636D5" w:rsidP="009D6532">
            <w:pPr>
              <w:pStyle w:val="aa"/>
              <w:rPr>
                <w:vertAlign w:val="superscript"/>
              </w:rPr>
            </w:pPr>
            <w:r w:rsidRPr="006636D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636D5" w:rsidRPr="006636D5" w:rsidRDefault="006636D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636D5" w:rsidRPr="006636D5" w:rsidRDefault="006636D5" w:rsidP="009D6532">
            <w:pPr>
              <w:pStyle w:val="aa"/>
              <w:rPr>
                <w:vertAlign w:val="superscript"/>
              </w:rPr>
            </w:pPr>
            <w:r w:rsidRPr="006636D5">
              <w:rPr>
                <w:vertAlign w:val="superscript"/>
              </w:rPr>
              <w:t>(дата)</w:t>
            </w:r>
          </w:p>
        </w:tc>
      </w:tr>
      <w:tr w:rsidR="006636D5" w:rsidRPr="006636D5" w:rsidTr="006636D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636D5" w:rsidRPr="006636D5" w:rsidRDefault="006636D5" w:rsidP="009D6532">
            <w:pPr>
              <w:pStyle w:val="aa"/>
            </w:pPr>
            <w:r>
              <w:t>инженер по ООС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636D5" w:rsidRPr="006636D5" w:rsidRDefault="006636D5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636D5" w:rsidRPr="006636D5" w:rsidRDefault="006636D5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636D5" w:rsidRPr="006636D5" w:rsidRDefault="006636D5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636D5" w:rsidRPr="006636D5" w:rsidRDefault="006636D5" w:rsidP="009D6532">
            <w:pPr>
              <w:pStyle w:val="aa"/>
            </w:pPr>
            <w:r>
              <w:t>Судакова Д.М.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636D5" w:rsidRPr="006636D5" w:rsidRDefault="006636D5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636D5" w:rsidRPr="006636D5" w:rsidRDefault="006636D5" w:rsidP="009D6532">
            <w:pPr>
              <w:pStyle w:val="aa"/>
            </w:pPr>
          </w:p>
        </w:tc>
      </w:tr>
      <w:tr w:rsidR="006636D5" w:rsidRPr="006636D5" w:rsidTr="006636D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6636D5" w:rsidRPr="006636D5" w:rsidRDefault="006636D5" w:rsidP="009D6532">
            <w:pPr>
              <w:pStyle w:val="aa"/>
              <w:rPr>
                <w:vertAlign w:val="superscript"/>
              </w:rPr>
            </w:pPr>
            <w:r w:rsidRPr="006636D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636D5" w:rsidRPr="006636D5" w:rsidRDefault="006636D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636D5" w:rsidRPr="006636D5" w:rsidRDefault="006636D5" w:rsidP="009D6532">
            <w:pPr>
              <w:pStyle w:val="aa"/>
              <w:rPr>
                <w:vertAlign w:val="superscript"/>
              </w:rPr>
            </w:pPr>
            <w:r w:rsidRPr="006636D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636D5" w:rsidRPr="006636D5" w:rsidRDefault="006636D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636D5" w:rsidRPr="006636D5" w:rsidRDefault="006636D5" w:rsidP="009D6532">
            <w:pPr>
              <w:pStyle w:val="aa"/>
              <w:rPr>
                <w:vertAlign w:val="superscript"/>
              </w:rPr>
            </w:pPr>
            <w:r w:rsidRPr="006636D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636D5" w:rsidRPr="006636D5" w:rsidRDefault="006636D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636D5" w:rsidRPr="006636D5" w:rsidRDefault="006636D5" w:rsidP="009D6532">
            <w:pPr>
              <w:pStyle w:val="aa"/>
              <w:rPr>
                <w:vertAlign w:val="superscript"/>
              </w:rPr>
            </w:pPr>
            <w:r w:rsidRPr="006636D5">
              <w:rPr>
                <w:vertAlign w:val="superscript"/>
              </w:rPr>
              <w:t>(дата)</w:t>
            </w:r>
          </w:p>
        </w:tc>
      </w:tr>
    </w:tbl>
    <w:p w:rsidR="00C45714" w:rsidRDefault="00C45714" w:rsidP="00C45714">
      <w:pPr>
        <w:rPr>
          <w:lang w:val="en-US"/>
        </w:rPr>
      </w:pPr>
    </w:p>
    <w:p w:rsidR="00C45714" w:rsidRPr="003C5C39" w:rsidRDefault="00C45714" w:rsidP="00C45714">
      <w:r w:rsidRPr="003C5C39">
        <w:t>Экспер</w:t>
      </w:r>
      <w:proofErr w:type="gramStart"/>
      <w:r w:rsidRPr="003C5C39">
        <w:t>т(</w:t>
      </w:r>
      <w:proofErr w:type="spellStart"/>
      <w:proofErr w:type="gramEnd"/>
      <w:r w:rsidRPr="003C5C39">
        <w:t>ы</w:t>
      </w:r>
      <w:proofErr w:type="spellEnd"/>
      <w:r w:rsidRPr="003C5C39">
        <w:t xml:space="preserve">) </w:t>
      </w:r>
      <w:r w:rsidR="00056BFC" w:rsidRPr="00056BFC">
        <w:t>организации, проводившей специальную оценку условий труда</w:t>
      </w:r>
      <w:r w:rsidRPr="003C5C39">
        <w:t>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C45714" w:rsidRPr="006636D5" w:rsidTr="006636D5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6636D5" w:rsidRDefault="006636D5" w:rsidP="00C45714">
            <w:pPr>
              <w:pStyle w:val="aa"/>
            </w:pPr>
            <w:r w:rsidRPr="006636D5">
              <w:t>4940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6636D5" w:rsidRDefault="00C45714" w:rsidP="00C4571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6636D5" w:rsidRDefault="00C45714" w:rsidP="00C4571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6636D5" w:rsidRDefault="00C45714" w:rsidP="00C4571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6636D5" w:rsidRDefault="006636D5" w:rsidP="00C45714">
            <w:pPr>
              <w:pStyle w:val="aa"/>
            </w:pPr>
            <w:r w:rsidRPr="006636D5">
              <w:t>Горохова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6636D5" w:rsidRDefault="00C45714" w:rsidP="00C45714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6636D5" w:rsidRDefault="006636D5" w:rsidP="00C45714">
            <w:pPr>
              <w:pStyle w:val="aa"/>
            </w:pPr>
            <w:r>
              <w:t>21.08.2023</w:t>
            </w:r>
          </w:p>
        </w:tc>
      </w:tr>
      <w:tr w:rsidR="00C45714" w:rsidRPr="006636D5" w:rsidTr="006636D5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C45714" w:rsidRPr="006636D5" w:rsidRDefault="006636D5" w:rsidP="00C45714">
            <w:pPr>
              <w:pStyle w:val="aa"/>
              <w:rPr>
                <w:b/>
                <w:vertAlign w:val="superscript"/>
              </w:rPr>
            </w:pPr>
            <w:r w:rsidRPr="006636D5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C45714" w:rsidRPr="006636D5" w:rsidRDefault="00C45714" w:rsidP="00C45714">
            <w:pPr>
              <w:pStyle w:val="aa"/>
              <w:rPr>
                <w:b/>
                <w:vertAlign w:val="superscript"/>
              </w:rPr>
            </w:pPr>
            <w:bookmarkStart w:id="5" w:name="fio_users"/>
            <w:bookmarkEnd w:id="5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45714" w:rsidRPr="006636D5" w:rsidRDefault="006636D5" w:rsidP="00C45714">
            <w:pPr>
              <w:pStyle w:val="aa"/>
              <w:rPr>
                <w:b/>
                <w:vertAlign w:val="superscript"/>
              </w:rPr>
            </w:pPr>
            <w:r w:rsidRPr="006636D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45714" w:rsidRPr="006636D5" w:rsidRDefault="00C45714" w:rsidP="00C45714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45714" w:rsidRPr="006636D5" w:rsidRDefault="006636D5" w:rsidP="00C45714">
            <w:pPr>
              <w:pStyle w:val="aa"/>
              <w:rPr>
                <w:b/>
                <w:vertAlign w:val="superscript"/>
              </w:rPr>
            </w:pPr>
            <w:r w:rsidRPr="006636D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45714" w:rsidRPr="006636D5" w:rsidRDefault="00C45714" w:rsidP="00C45714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45714" w:rsidRPr="006636D5" w:rsidRDefault="006636D5" w:rsidP="00C45714">
            <w:pPr>
              <w:pStyle w:val="aa"/>
              <w:rPr>
                <w:vertAlign w:val="superscript"/>
              </w:rPr>
            </w:pPr>
            <w:r w:rsidRPr="006636D5">
              <w:rPr>
                <w:vertAlign w:val="superscript"/>
              </w:rPr>
              <w:t>(дата)</w:t>
            </w:r>
          </w:p>
        </w:tc>
      </w:tr>
    </w:tbl>
    <w:p w:rsidR="001B06AD" w:rsidRDefault="001B06AD" w:rsidP="001B06AD">
      <w:pPr>
        <w:rPr>
          <w:lang w:val="en-US"/>
        </w:rPr>
      </w:pPr>
    </w:p>
    <w:sectPr w:rsidR="001B06AD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6D5" w:rsidRPr="006636D5" w:rsidRDefault="006636D5" w:rsidP="006636D5">
      <w:pPr>
        <w:rPr>
          <w:szCs w:val="24"/>
        </w:rPr>
      </w:pPr>
      <w:r>
        <w:separator/>
      </w:r>
    </w:p>
  </w:endnote>
  <w:endnote w:type="continuationSeparator" w:id="0">
    <w:p w:rsidR="006636D5" w:rsidRPr="006636D5" w:rsidRDefault="006636D5" w:rsidP="006636D5">
      <w:pPr>
        <w:rPr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6D5" w:rsidRPr="006636D5" w:rsidRDefault="006636D5" w:rsidP="006636D5">
      <w:pPr>
        <w:rPr>
          <w:szCs w:val="24"/>
        </w:rPr>
      </w:pPr>
      <w:r>
        <w:separator/>
      </w:r>
    </w:p>
  </w:footnote>
  <w:footnote w:type="continuationSeparator" w:id="0">
    <w:p w:rsidR="006636D5" w:rsidRPr="006636D5" w:rsidRDefault="006636D5" w:rsidP="006636D5">
      <w:pPr>
        <w:rPr>
          <w:szCs w:val="24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docVars>
    <w:docVar w:name="adv_info1" w:val="     "/>
    <w:docVar w:name="adv_info2" w:val="     "/>
    <w:docVar w:name="adv_info3" w:val="     "/>
    <w:docVar w:name="att_org_adr" w:val="РФ, Республика Татарстан, г.Казань, ул.Гвардейская, д.33, оф.208"/>
    <w:docVar w:name="att_org_dop" w:val="Общество с ограниченной ответственностью &quot;Центр - качества&quot;_x000D__x000A_ООО &quot;Центр-качества&quot;_x000D__x000A_Испытательная лаборатория ООО &quot;Центр-качества&quot;_x000D__x000A_Юридический адрес: РФ, Республика Татарстан, г.Казань, ул.Гвардейская, д.33, оф.212_x000D__x000A_Адрес места осуществления деятельности: РФ, Республика Татарстан, г.Казань, ул.Гвардейская, д.33, оф.208_x000D__x000A_Тел.:(843)202-31-83; e-mail: sout@soutrf.ru_x000D__x000A_Регистрационный номер-201 от 22.01.2016"/>
    <w:docVar w:name="att_org_name" w:val="Общество с ограниченной ответственностью &quot;Центр - качества&quot;"/>
    <w:docVar w:name="att_org_reg_date" w:val="22.01.2016"/>
    <w:docVar w:name="att_org_reg_num" w:val="201"/>
    <w:docVar w:name="boss_fio" w:val="Аблатыпов Т.Г."/>
    <w:docVar w:name="ceh_info" w:val=" Закрытое акционерное общество &quot;Пензенская кондитерская фабрика&quot; "/>
    <w:docVar w:name="doc_type" w:val="6"/>
    <w:docVar w:name="fill_date" w:val="21.08.2023"/>
    <w:docVar w:name="org_guid" w:val="109FB51186B4496BB243C0BB04AB2C37"/>
    <w:docVar w:name="org_id" w:val="239"/>
    <w:docVar w:name="org_name" w:val="     "/>
    <w:docVar w:name="pers_guids" w:val="417347008F424C59B9CD1CFC78EFEB15@149-538-113 88"/>
    <w:docVar w:name="pers_snils" w:val="417347008F424C59B9CD1CFC78EFEB15@149-538-113 88"/>
    <w:docVar w:name="podr_id" w:val="org_239"/>
    <w:docVar w:name="pred_dolg" w:val="исполнительный директор"/>
    <w:docVar w:name="pred_fio" w:val="Макаров А.В."/>
    <w:docVar w:name="rbtd_adr" w:val="     "/>
    <w:docVar w:name="rbtd_name" w:val="Закрытое акционерное общество &quot;Пензенская кондитерская фабрика&quot;"/>
    <w:docVar w:name="sv_docs" w:val="1"/>
  </w:docVars>
  <w:rsids>
    <w:rsidRoot w:val="006636D5"/>
    <w:rsid w:val="0002033E"/>
    <w:rsid w:val="00056BFC"/>
    <w:rsid w:val="0007776A"/>
    <w:rsid w:val="00093D2E"/>
    <w:rsid w:val="000C5130"/>
    <w:rsid w:val="00196135"/>
    <w:rsid w:val="001A7AC3"/>
    <w:rsid w:val="001B06AD"/>
    <w:rsid w:val="00237B32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636D5"/>
    <w:rsid w:val="0067226F"/>
    <w:rsid w:val="006E662C"/>
    <w:rsid w:val="00725C51"/>
    <w:rsid w:val="00820552"/>
    <w:rsid w:val="008B4051"/>
    <w:rsid w:val="008C0968"/>
    <w:rsid w:val="00922677"/>
    <w:rsid w:val="009647F7"/>
    <w:rsid w:val="009A1326"/>
    <w:rsid w:val="009D6532"/>
    <w:rsid w:val="00A026A4"/>
    <w:rsid w:val="00A567D1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D2568"/>
    <w:rsid w:val="00D11966"/>
    <w:rsid w:val="00DB70BA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6636D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6636D5"/>
    <w:rPr>
      <w:sz w:val="24"/>
    </w:rPr>
  </w:style>
  <w:style w:type="paragraph" w:styleId="ad">
    <w:name w:val="footer"/>
    <w:basedOn w:val="a"/>
    <w:link w:val="ae"/>
    <w:rsid w:val="006636D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6636D5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0</TotalTime>
  <Pages>5</Pages>
  <Words>1181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7898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Анна</dc:creator>
  <cp:lastModifiedBy>Анна</cp:lastModifiedBy>
  <cp:revision>1</cp:revision>
  <dcterms:created xsi:type="dcterms:W3CDTF">2023-08-24T12:37:00Z</dcterms:created>
  <dcterms:modified xsi:type="dcterms:W3CDTF">2023-08-24T12:37:00Z</dcterms:modified>
</cp:coreProperties>
</file>