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2E4BD9" w:rsidRDefault="000F0714" w:rsidP="000F0714">
      <w:pPr>
        <w:pStyle w:val="a7"/>
        <w:jc w:val="center"/>
      </w:pPr>
      <w:r w:rsidRPr="002E4BD9">
        <w:t xml:space="preserve">Сводная ведомость результатов </w:t>
      </w:r>
      <w:r w:rsidR="004654AF" w:rsidRPr="002E4BD9">
        <w:t xml:space="preserve">проведения </w:t>
      </w:r>
      <w:r w:rsidRPr="002E4BD9">
        <w:t>специальной оценки условий труда</w:t>
      </w:r>
    </w:p>
    <w:p w:rsidR="00B3448B" w:rsidRPr="002E4BD9" w:rsidRDefault="00B3448B" w:rsidP="00B3448B"/>
    <w:p w:rsidR="00B3448B" w:rsidRPr="002E4BD9" w:rsidRDefault="00B3448B" w:rsidP="00B3448B">
      <w:r w:rsidRPr="002E4BD9">
        <w:t>Наименование организации: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</w:instrText>
      </w:r>
      <w:r w:rsidR="00EA3306" w:rsidRPr="002E4BD9">
        <w:rPr>
          <w:rStyle w:val="a9"/>
        </w:rPr>
        <w:instrText>ceh_info</w:instrText>
      </w:r>
      <w:r w:rsidRPr="002E4BD9">
        <w:rPr>
          <w:rStyle w:val="a9"/>
        </w:rPr>
        <w:instrText xml:space="preserve"> \* MERGEFORMAT </w:instrText>
      </w:r>
      <w:r w:rsidR="00B874F5" w:rsidRPr="002E4BD9">
        <w:rPr>
          <w:rStyle w:val="a9"/>
        </w:rPr>
        <w:fldChar w:fldCharType="separate"/>
      </w:r>
      <w:r w:rsidR="007D5689" w:rsidRPr="007D5689">
        <w:rPr>
          <w:rStyle w:val="a9"/>
        </w:rPr>
        <w:t>Открытое акционерное общество "РОТ ФРОНТ"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F06873" w:rsidRPr="002E4BD9" w:rsidRDefault="00F06873" w:rsidP="004654AF">
      <w:pPr>
        <w:suppressAutoHyphens/>
        <w:jc w:val="right"/>
      </w:pPr>
      <w:r w:rsidRPr="002E4BD9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2E4BD9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2E4BD9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и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2E4BD9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2E4BD9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2E4BD9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2E4BD9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2E4BD9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4BD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2E4BD9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2E4BD9" w:rsidRDefault="007D568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3118" w:type="dxa"/>
            <w:vAlign w:val="center"/>
          </w:tcPr>
          <w:p w:rsidR="00AF1EDF" w:rsidRPr="002E4BD9" w:rsidRDefault="007D568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1063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2E4BD9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е</w:t>
            </w:r>
            <w:r w:rsidRPr="002E4BD9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2E4BD9" w:rsidRDefault="007D568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</w:t>
            </w:r>
          </w:p>
        </w:tc>
        <w:tc>
          <w:tcPr>
            <w:tcW w:w="3118" w:type="dxa"/>
            <w:vAlign w:val="center"/>
          </w:tcPr>
          <w:p w:rsidR="00AF1EDF" w:rsidRPr="002E4BD9" w:rsidRDefault="007D568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</w:t>
            </w:r>
          </w:p>
        </w:tc>
        <w:tc>
          <w:tcPr>
            <w:tcW w:w="1063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2E4BD9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2E4BD9" w:rsidRDefault="007D568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3118" w:type="dxa"/>
            <w:vAlign w:val="center"/>
          </w:tcPr>
          <w:p w:rsidR="00AF1EDF" w:rsidRPr="002E4BD9" w:rsidRDefault="007D568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1063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2E4BD9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2E4BD9" w:rsidRDefault="007D568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7D568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2E4BD9" w:rsidTr="004654AF">
        <w:trPr>
          <w:jc w:val="center"/>
        </w:trPr>
        <w:tc>
          <w:tcPr>
            <w:tcW w:w="3518" w:type="dxa"/>
            <w:vAlign w:val="center"/>
          </w:tcPr>
          <w:p w:rsidR="00AF1EDF" w:rsidRPr="002E4BD9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2E4BD9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2E4BD9" w:rsidRDefault="007D568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2E4BD9" w:rsidRDefault="007D568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2E4BD9" w:rsidRDefault="007D568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2E4BD9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2E4BD9" w:rsidRDefault="00F06873" w:rsidP="00F06873">
      <w:pPr>
        <w:jc w:val="right"/>
      </w:pPr>
      <w:r w:rsidRPr="002E4BD9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2E4BD9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2E4BD9" w:rsidRDefault="004654AF" w:rsidP="00F06873">
            <w:pPr>
              <w:jc w:val="center"/>
              <w:rPr>
                <w:sz w:val="20"/>
              </w:rPr>
            </w:pPr>
            <w:r w:rsidRPr="002E4BD9">
              <w:rPr>
                <w:color w:val="000000"/>
                <w:sz w:val="20"/>
              </w:rPr>
              <w:t>Инд</w:t>
            </w:r>
            <w:r w:rsidRPr="002E4BD9">
              <w:rPr>
                <w:color w:val="000000"/>
                <w:sz w:val="20"/>
              </w:rPr>
              <w:t>и</w:t>
            </w:r>
            <w:r w:rsidRPr="002E4BD9">
              <w:rPr>
                <w:color w:val="000000"/>
                <w:sz w:val="20"/>
              </w:rPr>
              <w:t>ви</w:t>
            </w:r>
            <w:r w:rsidRPr="002E4BD9">
              <w:rPr>
                <w:color w:val="000000"/>
                <w:sz w:val="20"/>
              </w:rPr>
              <w:softHyphen/>
              <w:t>дуал</w:t>
            </w:r>
            <w:r w:rsidRPr="002E4BD9">
              <w:rPr>
                <w:color w:val="000000"/>
                <w:sz w:val="20"/>
              </w:rPr>
              <w:t>ь</w:t>
            </w:r>
            <w:r w:rsidRPr="002E4BD9">
              <w:rPr>
                <w:color w:val="000000"/>
                <w:sz w:val="20"/>
              </w:rPr>
              <w:t>ный номер рабоч</w:t>
            </w:r>
            <w:r w:rsidRPr="002E4BD9">
              <w:rPr>
                <w:color w:val="000000"/>
                <w:sz w:val="20"/>
              </w:rPr>
              <w:t>е</w:t>
            </w:r>
            <w:r w:rsidRPr="002E4BD9">
              <w:rPr>
                <w:color w:val="000000"/>
                <w:sz w:val="20"/>
              </w:rPr>
              <w:t>го ме</w:t>
            </w:r>
            <w:r w:rsidRPr="002E4BD9">
              <w:rPr>
                <w:color w:val="000000"/>
                <w:sz w:val="20"/>
              </w:rPr>
              <w:t>с</w:t>
            </w:r>
            <w:r w:rsidRPr="002E4BD9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2E4BD9" w:rsidRDefault="004654AF" w:rsidP="004654AF">
            <w:pPr>
              <w:jc w:val="center"/>
              <w:rPr>
                <w:color w:val="000000"/>
                <w:sz w:val="20"/>
              </w:rPr>
            </w:pPr>
            <w:r w:rsidRPr="002E4BD9">
              <w:rPr>
                <w:color w:val="000000"/>
                <w:sz w:val="20"/>
              </w:rPr>
              <w:t>Профессия/</w:t>
            </w:r>
            <w:r w:rsidRPr="002E4BD9">
              <w:rPr>
                <w:color w:val="000000"/>
                <w:sz w:val="20"/>
              </w:rPr>
              <w:br/>
              <w:t>должность/</w:t>
            </w:r>
            <w:r w:rsidRPr="002E4BD9">
              <w:rPr>
                <w:color w:val="000000"/>
                <w:sz w:val="20"/>
              </w:rPr>
              <w:br/>
              <w:t>специальность рабо</w:t>
            </w:r>
            <w:r w:rsidRPr="002E4BD9">
              <w:rPr>
                <w:color w:val="000000"/>
                <w:sz w:val="20"/>
              </w:rPr>
              <w:t>т</w:t>
            </w:r>
            <w:r w:rsidRPr="002E4BD9">
              <w:rPr>
                <w:color w:val="000000"/>
                <w:sz w:val="20"/>
              </w:rPr>
              <w:t xml:space="preserve">ника </w:t>
            </w:r>
          </w:p>
          <w:p w:rsidR="00F06873" w:rsidRPr="002E4BD9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2E4BD9" w:rsidRDefault="00F06873" w:rsidP="00F06873">
            <w:pPr>
              <w:jc w:val="center"/>
              <w:rPr>
                <w:sz w:val="20"/>
              </w:rPr>
            </w:pPr>
            <w:r w:rsidRPr="002E4BD9">
              <w:rPr>
                <w:sz w:val="20"/>
              </w:rPr>
              <w:t>Классы</w:t>
            </w:r>
            <w:r w:rsidR="004654AF" w:rsidRPr="002E4BD9">
              <w:rPr>
                <w:sz w:val="20"/>
              </w:rPr>
              <w:t xml:space="preserve"> </w:t>
            </w:r>
            <w:r w:rsidR="004654AF" w:rsidRPr="002E4BD9">
              <w:rPr>
                <w:color w:val="000000"/>
                <w:sz w:val="20"/>
              </w:rPr>
              <w:t>(подклассы)</w:t>
            </w:r>
            <w:r w:rsidRPr="002E4BD9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го примен</w:t>
            </w:r>
            <w:r w:rsidRPr="002E4BD9">
              <w:rPr>
                <w:color w:val="000000"/>
                <w:sz w:val="16"/>
                <w:szCs w:val="16"/>
              </w:rPr>
              <w:t>е</w:t>
            </w:r>
            <w:r w:rsidRPr="002E4BD9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2E4BD9">
              <w:rPr>
                <w:color w:val="000000"/>
                <w:sz w:val="16"/>
                <w:szCs w:val="16"/>
              </w:rPr>
              <w:t>ь</w:t>
            </w:r>
            <w:r w:rsidRPr="002E4BD9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2E4BD9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Лечебно</w:t>
            </w:r>
            <w:r w:rsidRPr="002E4BD9">
              <w:rPr>
                <w:sz w:val="16"/>
                <w:szCs w:val="16"/>
              </w:rPr>
              <w:t>-профилактическое п</w:t>
            </w:r>
            <w:r w:rsidRPr="002E4BD9">
              <w:rPr>
                <w:sz w:val="16"/>
                <w:szCs w:val="16"/>
              </w:rPr>
              <w:t>и</w:t>
            </w:r>
            <w:r w:rsidRPr="002E4BD9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Льготно</w:t>
            </w:r>
            <w:r w:rsidRPr="002E4BD9">
              <w:rPr>
                <w:sz w:val="16"/>
                <w:szCs w:val="16"/>
              </w:rPr>
              <w:t>е пенсионное обеспеч</w:t>
            </w:r>
            <w:r w:rsidRPr="002E4BD9">
              <w:rPr>
                <w:sz w:val="16"/>
                <w:szCs w:val="16"/>
              </w:rPr>
              <w:t>е</w:t>
            </w:r>
            <w:r w:rsidRPr="002E4BD9">
              <w:rPr>
                <w:sz w:val="16"/>
                <w:szCs w:val="16"/>
              </w:rPr>
              <w:t>ние (да/нет)</w:t>
            </w:r>
          </w:p>
        </w:tc>
      </w:tr>
      <w:tr w:rsidR="00F06873" w:rsidRPr="002E4BD9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2E4BD9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2E4BD9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2E4BD9">
              <w:rPr>
                <w:color w:val="000000"/>
                <w:sz w:val="16"/>
                <w:szCs w:val="16"/>
              </w:rPr>
              <w:t>микроклимат</w:t>
            </w:r>
            <w:r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2E4BD9" w:rsidRDefault="002E4BD9" w:rsidP="002E4BD9">
            <w:pPr>
              <w:ind w:left="113" w:right="11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2E4BD9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2E4BD9">
              <w:rPr>
                <w:color w:val="000000"/>
                <w:sz w:val="16"/>
                <w:szCs w:val="16"/>
              </w:rPr>
              <w:t>о</w:t>
            </w:r>
            <w:r w:rsidRPr="002E4BD9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2E4BD9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2E4BD9" w:rsidTr="004654AF">
        <w:tc>
          <w:tcPr>
            <w:tcW w:w="959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2E4BD9" w:rsidRDefault="00F06873" w:rsidP="001B19D8">
            <w:pPr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2E4BD9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2E4BD9">
              <w:rPr>
                <w:sz w:val="18"/>
                <w:szCs w:val="18"/>
              </w:rPr>
              <w:t>24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Pr="002E4BD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b/>
                <w:sz w:val="18"/>
                <w:szCs w:val="18"/>
              </w:rPr>
            </w:pPr>
            <w:r w:rsidRPr="007D5689">
              <w:rPr>
                <w:b/>
                <w:sz w:val="18"/>
                <w:szCs w:val="18"/>
              </w:rPr>
              <w:t>КАРАМЕЛЬНЫЙ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Pr="002E4BD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i/>
                <w:sz w:val="18"/>
                <w:szCs w:val="18"/>
              </w:rPr>
            </w:pPr>
            <w:r w:rsidRPr="007D5689">
              <w:rPr>
                <w:i/>
                <w:sz w:val="18"/>
                <w:szCs w:val="18"/>
              </w:rPr>
              <w:t>Приготовление начинки "Сн</w:t>
            </w:r>
            <w:r w:rsidRPr="007D5689">
              <w:rPr>
                <w:i/>
                <w:sz w:val="18"/>
                <w:szCs w:val="18"/>
              </w:rPr>
              <w:t>е</w:t>
            </w:r>
            <w:r w:rsidRPr="007D5689">
              <w:rPr>
                <w:i/>
                <w:sz w:val="18"/>
                <w:szCs w:val="18"/>
              </w:rPr>
              <w:t>жок"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Pr="002E4BD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Pr="002E4BD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1-1А (1А)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размольного 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i/>
                <w:sz w:val="18"/>
                <w:szCs w:val="18"/>
              </w:rPr>
            </w:pPr>
            <w:r w:rsidRPr="007D5689">
              <w:rPr>
                <w:i/>
                <w:sz w:val="18"/>
                <w:szCs w:val="18"/>
              </w:rPr>
              <w:t>Линия №5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</w:t>
            </w:r>
            <w:r>
              <w:rPr>
                <w:sz w:val="18"/>
                <w:szCs w:val="18"/>
              </w:rPr>
              <w:lastRenderedPageBreak/>
              <w:t>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2-1А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2-3А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3-1А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3-2А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3-3А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3-4А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4-1А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4-3А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4-4А (4А)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Транспортерщик (переборка)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(взвешивание коробов с гот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6-1А (6А)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(взвешивание коробов с гот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6-2А (6А)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(взвешивание коробов с гот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i/>
                <w:sz w:val="18"/>
                <w:szCs w:val="18"/>
              </w:rPr>
            </w:pPr>
            <w:r w:rsidRPr="007D5689">
              <w:rPr>
                <w:i/>
                <w:sz w:val="18"/>
                <w:szCs w:val="18"/>
              </w:rPr>
              <w:t>Линия №6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Карамельщик (ведение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са темперирования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Карамельщик (перетягивания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Карамельщик (распределение карамели по ячейкам сам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расклада)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10-1А (10А)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Карамельщик (распределение карамели по ячейкам сам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расклада)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(взвешивание коробов с гот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i/>
                <w:sz w:val="18"/>
                <w:szCs w:val="18"/>
              </w:rPr>
            </w:pPr>
            <w:r w:rsidRPr="007D5689">
              <w:rPr>
                <w:i/>
                <w:sz w:val="18"/>
                <w:szCs w:val="18"/>
              </w:rPr>
              <w:t>Линия №7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12-1А (12А)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12-2А (12А)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Транспортерщик (сортировка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(взвешивание коробов с гот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(обанд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роливание коробов с готовой продукцией, наклейка траф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рета, укладка на поддоны)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i/>
                <w:sz w:val="18"/>
                <w:szCs w:val="18"/>
              </w:rPr>
            </w:pPr>
            <w:r w:rsidRPr="007D5689">
              <w:rPr>
                <w:i/>
                <w:sz w:val="18"/>
                <w:szCs w:val="18"/>
              </w:rPr>
              <w:t>Линия №8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(бр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Карамельщик (ведение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са темперирования начинок)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Карамельщик (перетягивания карамельной массы)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глазирования)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Карамельщик (распределение карамели по ячейкам сам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расклада)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20-1А (20А)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Карамельщик (распределение карамели по ячейкам сам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расклада)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Транспортерщик (распредел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глазированной карамели на листы)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21-1А (21А)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Транспортерщик (распредел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 глазированной карамели на листы)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(взвешивание коробов с гот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продукцией)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Транспортерщик (сортировка)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i/>
                <w:sz w:val="18"/>
                <w:szCs w:val="18"/>
              </w:rPr>
            </w:pPr>
            <w:r w:rsidRPr="007D5689">
              <w:rPr>
                <w:i/>
                <w:sz w:val="18"/>
                <w:szCs w:val="18"/>
              </w:rPr>
              <w:t>Линия "Прогресс"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Транспортерщик (сортировка)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25-1А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25-2А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25-3А (25А)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26-1А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26-2А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26-3А (26А)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27-1А (27А)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27-2А (27А)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27-3А (27А)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i/>
                <w:sz w:val="18"/>
                <w:szCs w:val="18"/>
              </w:rPr>
            </w:pPr>
            <w:r w:rsidRPr="007D5689">
              <w:rPr>
                <w:i/>
                <w:sz w:val="18"/>
                <w:szCs w:val="18"/>
              </w:rPr>
              <w:t>Линия по производству ко</w:t>
            </w:r>
            <w:r w:rsidRPr="007D5689">
              <w:rPr>
                <w:i/>
                <w:sz w:val="18"/>
                <w:szCs w:val="18"/>
              </w:rPr>
              <w:t>н</w:t>
            </w:r>
            <w:r w:rsidRPr="007D5689">
              <w:rPr>
                <w:i/>
                <w:sz w:val="18"/>
                <w:szCs w:val="18"/>
              </w:rPr>
              <w:t>фет "Коровка"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наполнения лотков кра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малом)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28-1А (28А)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lastRenderedPageBreak/>
              <w:t>сток наполнения лотков кра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малом)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28-2А (28А)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наполнения лотков кра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малом)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28-3А (28А)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наполнения лотков кра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малом)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28-4А (28А)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наполнения лотков кра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малом)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наполнения лотков кра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малом)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29-1А 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наполнения лотков кра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малом)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29-2А 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наполнения лотков кра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малом)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29-3А 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наполнения лотков кра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малом)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29-4А (29А)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наполнения лотков кра</w:t>
            </w:r>
            <w:r>
              <w:rPr>
                <w:sz w:val="18"/>
                <w:szCs w:val="18"/>
              </w:rPr>
              <w:t>х</w:t>
            </w:r>
            <w:r>
              <w:rPr>
                <w:sz w:val="18"/>
                <w:szCs w:val="18"/>
              </w:rPr>
              <w:t>малом)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отливки)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30-1А (30А)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отливки)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30-2А (30А)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отливки)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30-3А (30А)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отливки)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30-4А </w:t>
            </w:r>
            <w:r>
              <w:rPr>
                <w:sz w:val="18"/>
                <w:szCs w:val="18"/>
              </w:rPr>
              <w:lastRenderedPageBreak/>
              <w:t>(30А)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lastRenderedPageBreak/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отливки)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отливки)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31-1А (31А)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отливки)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31-2А (31А)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отливки)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31-3А (31А)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отливки)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31-4А (31А)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отливки)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выборки и обдувки)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32-1А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выборки и обдувки)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32-2А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выборки и обдувки)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32-3А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выборки и обдувки)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32-4А (32А)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выборки и обдувки)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выборки и обдувки)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33-1А (33А)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выборки и обдувки)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33-2А (33А)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выборки и обдувки)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33-3А (33А)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выборки и обдувки)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33-4А (33А)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выборки и обдувки)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34-1А (34А)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34-2А (34А)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34-3А (34А)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34-4А (34А)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34-5А (34А)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35-1А (35А)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35-2А (35А)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35-3А (35А)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35-4А (35А)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35-5А (35А)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расфасовочно-упаковочных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i/>
                <w:sz w:val="18"/>
                <w:szCs w:val="18"/>
              </w:rPr>
            </w:pPr>
            <w:r w:rsidRPr="007D5689">
              <w:rPr>
                <w:i/>
                <w:sz w:val="18"/>
                <w:szCs w:val="18"/>
              </w:rPr>
              <w:t>Гофроскладыватель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(складывание коробов,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36-1А (36А)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(складывание коробов,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36-2А (36А)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(складывание коробов,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36-3А (36А)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(складывание коробов,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(складывание коробов,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37-1А (37А)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(складывание коробов,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37-2А (37А)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(складывание коробов,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37-3А (37А)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линии в произво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стве пищевой продукции (складывание коробов,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i/>
                <w:sz w:val="18"/>
                <w:szCs w:val="18"/>
              </w:rPr>
            </w:pPr>
            <w:r w:rsidRPr="007D5689">
              <w:rPr>
                <w:i/>
                <w:sz w:val="18"/>
                <w:szCs w:val="18"/>
              </w:rPr>
              <w:t>Повременщики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(вспомогательных материалов на все этажи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38-1А (38А)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(вспомогательных материалов на все этажи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38-2А (38А)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(вспомогательных материалов на все этажи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38-3А (38А)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(вспомогательных материалов на все этажи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молока (коровка))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39-1А (39А)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Загрузчик-выгрузчик пищевой продукции (загрузка молока (коровка))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сбивальных машин (варка начинки "Птичье мол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40-1А (40А)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сбивальных машин (варка начинки "Птичье мол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ко")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(ведение нарядов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41-1А (41А)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(ведение нарядов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41-2А (41А)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(ведение нарядов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(ведение нарядов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42-1А (42А)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(ведение нарядов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(ведение нарядов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43-1А (43А)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(ведение нарядов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43-2А (43А)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(ведение нарядов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44-1А (44А)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44-2А (44А)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44-3А (44А)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45-1А (45А)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45-2А (45А)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45-3А (45А)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45-4А (45А)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полуфабрикатов и готовой продукции (цеховая лаборатория)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пищевой продукции (учет продукции на экспорт)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Распределитель работ (распр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деление уборщиков по учас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кам)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 (учет 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49-1А (49А)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(сдача готовой продукции)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(участок "Коро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50-1А (50А)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(участок "Коро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50-2А (50А)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(участок "Коро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(эссенция, просев кислоты)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51-1А (51А)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(эссенция, просев кислоты)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51-2А (51А)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(эссенция, просев кислоты)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(ценное 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52-1А </w:t>
            </w:r>
            <w:r>
              <w:rPr>
                <w:sz w:val="18"/>
                <w:szCs w:val="18"/>
              </w:rPr>
              <w:lastRenderedPageBreak/>
              <w:t>(52А)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Кладовщик (ценное 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52-2А (52А)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(ценное 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(пралине)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53-1А (53А)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(пралине)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(вспомогательные материалы)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54-1А (54А)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(вспомогательные материалы)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(прием и контроль расхода сырья, полуфабрик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тов и возвратных отходов,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55-1А (55А)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(прием и контроль расхода сырья, полуфабрик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тов и возвратных отходов,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55-2А (55А)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(прием и контроль расхода сырья, полуфабрик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тов и возвратных отходов, 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(прием и контроль расхода сырья, полуфабрик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тов и вспомогательных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риалов,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56-1А (56А)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(прием и контроль расхода сырья, полуфабрик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тов и вспомогательных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риалов, 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(прием и контроль расхода сырья, полуфабрик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тов и вспомогательных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риалов,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57-1А 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(прием и контроль расхода сырья, полуфабрик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тов и вспомогательных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риалов,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57-2А (57А)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(прием и контроль расхода сырья, полуфабрик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тов и вспомогательных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риалов, 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пищевой продукции (ночной дежурный)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сувенирной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(изготовление сувен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 из карамели)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59-1А (59А)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сувенирной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(изготовление сувен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 из карамели)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59-2А (59А)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сувенирной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(изготовление сувен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 из карамели)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59-3А (59А)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сувенирной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дукции (изготовление сувен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ров из карамели)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(вывоз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60-1А (60А)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(вывоз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60-2А (60А)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(вывоз мусора)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i/>
                <w:sz w:val="18"/>
                <w:szCs w:val="18"/>
              </w:rPr>
            </w:pPr>
            <w:r w:rsidRPr="007D5689">
              <w:rPr>
                <w:i/>
                <w:sz w:val="18"/>
                <w:szCs w:val="18"/>
              </w:rPr>
              <w:t>Ремонтный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(заверточное оборудование линий)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61-1А (61А)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(заверточное оборудование линий)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(заверточное оборудование линий)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62-1А (62А)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(заверточное оборудование линий)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(заверточное оборудование линий)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63-1А (63А)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(заверточное оборудование линий)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(бригадир)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64-1А (64А)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(бригадир)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изводстве пищевой продукции (линия "Прогресс")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66А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(линия "Коровка")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66-1А (66А)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(линия "Коровка")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(электрооборудование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67-1А (67А)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(электрооборудование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68-1А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68-2А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68-3А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68-4А (68А)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(общее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69-1А (69А)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69-2А (69А)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69-3А (69А)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69-4А (69А)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 (общее оборудование)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 (общее сантехническое оборудование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i/>
                <w:sz w:val="18"/>
                <w:szCs w:val="18"/>
              </w:rPr>
            </w:pPr>
            <w:r w:rsidRPr="007D5689">
              <w:rPr>
                <w:i/>
                <w:sz w:val="18"/>
                <w:szCs w:val="18"/>
              </w:rPr>
              <w:t>Администрация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Ведущий инженер по ремонту </w:t>
            </w:r>
            <w:r>
              <w:rPr>
                <w:sz w:val="18"/>
                <w:szCs w:val="18"/>
              </w:rPr>
              <w:lastRenderedPageBreak/>
              <w:t>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72-1А (72А)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ремонту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инженер по ремонту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инженер-технолог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75-1А (75А)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инженер-технолог II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77-1А (77А)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(2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78-1А (78А)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(3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79-1А (79А)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79-2А (79А)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(4 этаж)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(старая и новая сиропные станции)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80-1А (80А)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(старая и новая сиропные станции)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(участок "К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81-1А (81А)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(участок "К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81-2А (81А)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(участок "К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ровка")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 (ведение док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ментации)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7D5689" w:rsidRPr="002E4BD9" w:rsidTr="004654AF">
        <w:tc>
          <w:tcPr>
            <w:tcW w:w="959" w:type="dxa"/>
            <w:shd w:val="clear" w:color="auto" w:fill="auto"/>
            <w:vAlign w:val="center"/>
          </w:tcPr>
          <w:p w:rsid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7D5689" w:rsidRPr="007D5689" w:rsidRDefault="007D568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D5689" w:rsidRDefault="007D568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2E4BD9" w:rsidRDefault="0065289A" w:rsidP="009A1326">
      <w:pPr>
        <w:rPr>
          <w:sz w:val="18"/>
          <w:szCs w:val="18"/>
        </w:rPr>
      </w:pPr>
    </w:p>
    <w:p w:rsidR="00936F48" w:rsidRPr="002E4BD9" w:rsidRDefault="00936F48" w:rsidP="00936F48">
      <w:r w:rsidRPr="002E4BD9">
        <w:t>Дата составления:</w:t>
      </w:r>
      <w:r w:rsidRPr="002E4BD9">
        <w:rPr>
          <w:rStyle w:val="a9"/>
        </w:rPr>
        <w:t xml:space="preserve"> </w:t>
      </w:r>
      <w:r w:rsidRPr="002E4BD9">
        <w:rPr>
          <w:rStyle w:val="a9"/>
        </w:rPr>
        <w:fldChar w:fldCharType="begin"/>
      </w:r>
      <w:r w:rsidRPr="002E4BD9">
        <w:rPr>
          <w:rStyle w:val="a9"/>
        </w:rPr>
        <w:instrText xml:space="preserve"> DOCVARIABLE fill_date \* MERGEFORMAT </w:instrText>
      </w:r>
      <w:r w:rsidRPr="002E4BD9">
        <w:rPr>
          <w:rStyle w:val="a9"/>
        </w:rPr>
        <w:fldChar w:fldCharType="separate"/>
      </w:r>
      <w:r w:rsidR="007D5689">
        <w:rPr>
          <w:rStyle w:val="a9"/>
        </w:rPr>
        <w:t>20.12.2017</w:t>
      </w:r>
      <w:r w:rsidRPr="002E4BD9">
        <w:rPr>
          <w:rStyle w:val="a9"/>
        </w:rPr>
        <w:fldChar w:fldCharType="end"/>
      </w:r>
      <w:r w:rsidRPr="002E4BD9">
        <w:rPr>
          <w:rStyle w:val="a9"/>
        </w:rPr>
        <w:t> </w:t>
      </w:r>
    </w:p>
    <w:p w:rsidR="004654AF" w:rsidRPr="002E4BD9" w:rsidRDefault="004654AF" w:rsidP="009D6532"/>
    <w:p w:rsidR="009D6532" w:rsidRPr="002E4BD9" w:rsidRDefault="009D6532" w:rsidP="009D6532">
      <w:r w:rsidRPr="002E4BD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D5689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D5689" w:rsidP="009D6532">
            <w:pPr>
              <w:pStyle w:val="aa"/>
            </w:pPr>
            <w:r>
              <w:t>Сидорова М.В.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/>
    <w:p w:rsidR="007D5689" w:rsidRPr="002E4BD9" w:rsidRDefault="007D5689" w:rsidP="009D6532">
      <w:bookmarkStart w:id="9" w:name="_GoBack"/>
      <w:bookmarkEnd w:id="9"/>
    </w:p>
    <w:p w:rsidR="009D6532" w:rsidRPr="002E4BD9" w:rsidRDefault="009D6532" w:rsidP="009D6532">
      <w:r w:rsidRPr="002E4BD9">
        <w:lastRenderedPageBreak/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E4BD9" w:rsidTr="007D568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D5689" w:rsidP="009D6532">
            <w:pPr>
              <w:pStyle w:val="aa"/>
            </w:pPr>
            <w:r>
              <w:t>Начальник цеха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E4BD9" w:rsidRDefault="007D5689" w:rsidP="009D6532">
            <w:pPr>
              <w:pStyle w:val="aa"/>
            </w:pPr>
            <w:r>
              <w:t>Гомозова Л.И.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</w:pPr>
          </w:p>
        </w:tc>
      </w:tr>
      <w:tr w:rsidR="009D6532" w:rsidRPr="002E4BD9" w:rsidTr="007D568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2E4B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E4BD9" w:rsidRDefault="009D6532" w:rsidP="009D6532">
            <w:pPr>
              <w:pStyle w:val="aa"/>
              <w:rPr>
                <w:vertAlign w:val="superscript"/>
              </w:rPr>
            </w:pPr>
            <w:r w:rsidRPr="002E4BD9">
              <w:rPr>
                <w:vertAlign w:val="superscript"/>
              </w:rPr>
              <w:t>(дата)</w:t>
            </w:r>
          </w:p>
        </w:tc>
      </w:tr>
      <w:tr w:rsidR="007D5689" w:rsidRPr="007D5689" w:rsidTr="007D568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  <w:r>
              <w:t>Начальник отдела организации труда и заработной платы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  <w:r>
              <w:t>Макачева И.Ю.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</w:tr>
      <w:tr w:rsidR="007D5689" w:rsidRPr="007D5689" w:rsidTr="007D568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(дата)</w:t>
            </w:r>
          </w:p>
        </w:tc>
      </w:tr>
      <w:tr w:rsidR="007D5689" w:rsidRPr="007D5689" w:rsidTr="007D568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  <w:r>
              <w:t>Начальник бюро охраны труда и экол</w:t>
            </w:r>
            <w:r>
              <w:t>о</w:t>
            </w:r>
            <w:r>
              <w:t>гии отдела пожарной и промышленной безопасности, охраны труда и экологии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  <w:r>
              <w:t>Артемова Н.А.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</w:tr>
      <w:tr w:rsidR="007D5689" w:rsidRPr="007D5689" w:rsidTr="007D568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(дата)</w:t>
            </w:r>
          </w:p>
        </w:tc>
      </w:tr>
      <w:tr w:rsidR="007D5689" w:rsidRPr="007D5689" w:rsidTr="007D568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  <w:r>
              <w:t>Председатель профсоюзного комитета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  <w:r>
              <w:t>Осипова Н.И.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5689" w:rsidRPr="007D5689" w:rsidRDefault="007D5689" w:rsidP="009D6532">
            <w:pPr>
              <w:pStyle w:val="aa"/>
            </w:pPr>
          </w:p>
        </w:tc>
      </w:tr>
      <w:tr w:rsidR="007D5689" w:rsidRPr="007D5689" w:rsidTr="007D5689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D5689" w:rsidRPr="007D5689" w:rsidRDefault="007D5689" w:rsidP="009D6532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(дата)</w:t>
            </w:r>
          </w:p>
        </w:tc>
      </w:tr>
    </w:tbl>
    <w:p w:rsidR="002743B5" w:rsidRPr="002E4BD9" w:rsidRDefault="002743B5" w:rsidP="002743B5"/>
    <w:p w:rsidR="002743B5" w:rsidRPr="002E4BD9" w:rsidRDefault="004654AF" w:rsidP="002743B5">
      <w:r w:rsidRPr="002E4BD9">
        <w:t>Эксперт(-ы)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7D5689" w:rsidTr="007D5689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D5689" w:rsidRDefault="007D5689" w:rsidP="002743B5">
            <w:pPr>
              <w:pStyle w:val="aa"/>
            </w:pPr>
            <w:r w:rsidRPr="007D5689">
              <w:t>892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D5689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D5689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D5689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D5689" w:rsidRDefault="007D5689" w:rsidP="002743B5">
            <w:pPr>
              <w:pStyle w:val="aa"/>
            </w:pPr>
            <w:r w:rsidRPr="007D5689">
              <w:t>Набиуллин Р.З.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7D5689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7D5689" w:rsidRDefault="007D5689" w:rsidP="002743B5">
            <w:pPr>
              <w:pStyle w:val="aa"/>
            </w:pPr>
            <w:r>
              <w:t>20.12.2017 г.</w:t>
            </w:r>
          </w:p>
        </w:tc>
      </w:tr>
      <w:tr w:rsidR="002743B5" w:rsidRPr="007D5689" w:rsidTr="007D5689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7D5689" w:rsidRDefault="007D5689" w:rsidP="002743B5">
            <w:pPr>
              <w:pStyle w:val="aa"/>
              <w:rPr>
                <w:b/>
                <w:vertAlign w:val="superscript"/>
              </w:rPr>
            </w:pPr>
            <w:r w:rsidRPr="007D568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2743B5" w:rsidRPr="007D5689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7D5689" w:rsidRDefault="007D5689" w:rsidP="002743B5">
            <w:pPr>
              <w:pStyle w:val="aa"/>
              <w:rPr>
                <w:b/>
                <w:vertAlign w:val="superscript"/>
              </w:rPr>
            </w:pPr>
            <w:r w:rsidRPr="007D568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7D5689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7D5689" w:rsidRDefault="007D5689" w:rsidP="002743B5">
            <w:pPr>
              <w:pStyle w:val="aa"/>
              <w:rPr>
                <w:b/>
                <w:vertAlign w:val="superscript"/>
              </w:rPr>
            </w:pPr>
            <w:r w:rsidRPr="007D5689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7D5689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7D5689" w:rsidRDefault="007D5689" w:rsidP="002743B5">
            <w:pPr>
              <w:pStyle w:val="aa"/>
              <w:rPr>
                <w:vertAlign w:val="superscript"/>
              </w:rPr>
            </w:pPr>
            <w:r w:rsidRPr="007D5689">
              <w:rPr>
                <w:vertAlign w:val="superscript"/>
              </w:rPr>
              <w:t>(дата)</w:t>
            </w:r>
          </w:p>
        </w:tc>
      </w:tr>
    </w:tbl>
    <w:p w:rsidR="00DC1A91" w:rsidRPr="002E4BD9" w:rsidRDefault="00DC1A91" w:rsidP="00DC1A91"/>
    <w:sectPr w:rsidR="00DC1A91" w:rsidRPr="002E4BD9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48" w:rsidRDefault="00025048" w:rsidP="007D5689">
      <w:r>
        <w:separator/>
      </w:r>
    </w:p>
  </w:endnote>
  <w:endnote w:type="continuationSeparator" w:id="0">
    <w:p w:rsidR="00025048" w:rsidRDefault="00025048" w:rsidP="007D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89" w:rsidRDefault="007D568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89" w:rsidRDefault="007D568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89" w:rsidRDefault="007D568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48" w:rsidRDefault="00025048" w:rsidP="007D5689">
      <w:r>
        <w:separator/>
      </w:r>
    </w:p>
  </w:footnote>
  <w:footnote w:type="continuationSeparator" w:id="0">
    <w:p w:rsidR="00025048" w:rsidRDefault="00025048" w:rsidP="007D5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89" w:rsidRDefault="007D568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89" w:rsidRDefault="007D568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89" w:rsidRDefault="007D568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9"/>
    <w:docVar w:name="ceh_info" w:val="Открытое акционерное общество &quot;РОТ ФРОНТ&quot;"/>
    <w:docVar w:name="doc_name" w:val="Документ9"/>
    <w:docVar w:name="fill_date" w:val="20.12.2017"/>
    <w:docVar w:name="org_name" w:val="     "/>
    <w:docVar w:name="pers_guids" w:val="74C1EA2BAAA945F0A959317400C0E7A6@106-651-129 31"/>
    <w:docVar w:name="pers_snils" w:val="74C1EA2BAAA945F0A959317400C0E7A6@106-651-129 31"/>
    <w:docVar w:name="rbtd_name" w:val="Открытое акционерное общество &quot;РОТ ФРОНТ&quot;"/>
    <w:docVar w:name="sv_docs" w:val="1"/>
  </w:docVars>
  <w:rsids>
    <w:rsidRoot w:val="007D5689"/>
    <w:rsid w:val="0002033E"/>
    <w:rsid w:val="00025048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2E4BD9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7D5689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D56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D5689"/>
    <w:rPr>
      <w:sz w:val="24"/>
    </w:rPr>
  </w:style>
  <w:style w:type="paragraph" w:styleId="ad">
    <w:name w:val="footer"/>
    <w:basedOn w:val="a"/>
    <w:link w:val="ae"/>
    <w:rsid w:val="007D56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D568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D56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D5689"/>
    <w:rPr>
      <w:sz w:val="24"/>
    </w:rPr>
  </w:style>
  <w:style w:type="paragraph" w:styleId="ad">
    <w:name w:val="footer"/>
    <w:basedOn w:val="a"/>
    <w:link w:val="ae"/>
    <w:rsid w:val="007D56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D568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14</Pages>
  <Words>4380</Words>
  <Characters>24967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SPecialiST RePack</Company>
  <LinksUpToDate>false</LinksUpToDate>
  <CharactersWithSpaces>29289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Kseniay</dc:creator>
  <cp:lastModifiedBy>Kseniay</cp:lastModifiedBy>
  <cp:revision>1</cp:revision>
  <dcterms:created xsi:type="dcterms:W3CDTF">2017-12-19T11:47:00Z</dcterms:created>
  <dcterms:modified xsi:type="dcterms:W3CDTF">2017-12-19T11:49:00Z</dcterms:modified>
</cp:coreProperties>
</file>