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053F86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053F86" w:rsidRPr="00053F86">
          <w:rPr>
            <w:rStyle w:val="a9"/>
          </w:rPr>
          <w:t xml:space="preserve"> Открытое акционерное общество "Воронежская кондитерская фабрика"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053F86" w:rsidRPr="00053F86" w:rsidRDefault="00053F86" w:rsidP="00053F8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№1</w:t>
            </w:r>
          </w:p>
        </w:tc>
        <w:tc>
          <w:tcPr>
            <w:tcW w:w="3686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053F86" w:rsidRPr="00053F86" w:rsidRDefault="00053F86" w:rsidP="00053F86">
            <w:pPr>
              <w:pStyle w:val="aa"/>
              <w:rPr>
                <w:i/>
              </w:rPr>
            </w:pPr>
            <w:r>
              <w:rPr>
                <w:i/>
              </w:rPr>
              <w:t>Линия Акмалько по производс</w:t>
            </w:r>
            <w:r>
              <w:rPr>
                <w:i/>
              </w:rPr>
              <w:t>т</w:t>
            </w:r>
            <w:r>
              <w:rPr>
                <w:i/>
              </w:rPr>
              <w:t>ву пралиновых конфет типа "Батончики"</w:t>
            </w:r>
          </w:p>
        </w:tc>
        <w:tc>
          <w:tcPr>
            <w:tcW w:w="3686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CF3783" w:rsidRDefault="00053F86" w:rsidP="00053F86">
            <w:pPr>
              <w:pStyle w:val="aa"/>
              <w:jc w:val="left"/>
            </w:pPr>
            <w:r>
              <w:t>1382Д-1. Транспортировщик</w:t>
            </w:r>
          </w:p>
          <w:p w:rsidR="00053F86" w:rsidRPr="00053F86" w:rsidRDefault="00053F86" w:rsidP="00053F86">
            <w:pPr>
              <w:pStyle w:val="aa"/>
              <w:jc w:val="left"/>
            </w:pPr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053F86" w:rsidRPr="00063DF1" w:rsidRDefault="00053F86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53F86" w:rsidRPr="00063DF1" w:rsidRDefault="00053F8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53F86" w:rsidRPr="00063DF1" w:rsidRDefault="00CF3783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053F86" w:rsidRPr="00063DF1" w:rsidRDefault="00CF3783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CF3783" w:rsidRDefault="00053F86" w:rsidP="00053F86">
            <w:pPr>
              <w:pStyle w:val="aa"/>
              <w:rPr>
                <w:i/>
              </w:rPr>
            </w:pPr>
            <w:r>
              <w:rPr>
                <w:i/>
              </w:rPr>
              <w:t>Шоколадное отделение</w:t>
            </w:r>
          </w:p>
          <w:p w:rsidR="00053F86" w:rsidRPr="00053F86" w:rsidRDefault="00053F86" w:rsidP="00053F86">
            <w:pPr>
              <w:pStyle w:val="aa"/>
              <w:rPr>
                <w:i/>
              </w:rPr>
            </w:pPr>
            <w:r>
              <w:rPr>
                <w:i/>
              </w:rPr>
              <w:t xml:space="preserve"> (приг</w:t>
            </w:r>
            <w:r>
              <w:rPr>
                <w:i/>
              </w:rPr>
              <w:t>о</w:t>
            </w:r>
            <w:r>
              <w:rPr>
                <w:i/>
              </w:rPr>
              <w:t>товление начинок)</w:t>
            </w: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CF3783" w:rsidRDefault="00053F86" w:rsidP="00053F86">
            <w:pPr>
              <w:pStyle w:val="aa"/>
              <w:jc w:val="left"/>
            </w:pPr>
            <w:r>
              <w:t xml:space="preserve">1382Д-2. Транспортировщик </w:t>
            </w:r>
          </w:p>
          <w:p w:rsidR="00053F86" w:rsidRPr="00053F86" w:rsidRDefault="00053F86" w:rsidP="00053F86">
            <w:pPr>
              <w:pStyle w:val="aa"/>
              <w:jc w:val="left"/>
            </w:pPr>
            <w:r>
              <w:t>3 разряда</w:t>
            </w:r>
          </w:p>
        </w:tc>
        <w:tc>
          <w:tcPr>
            <w:tcW w:w="3686" w:type="dxa"/>
            <w:vAlign w:val="center"/>
          </w:tcPr>
          <w:p w:rsidR="00CF3783" w:rsidRDefault="00053F86" w:rsidP="00DB70BA">
            <w:pPr>
              <w:pStyle w:val="aa"/>
            </w:pPr>
            <w:r>
              <w:t xml:space="preserve">Шум: Применение средств защиты </w:t>
            </w:r>
          </w:p>
          <w:p w:rsidR="00053F86" w:rsidRDefault="00053F86" w:rsidP="00DB70BA">
            <w:pPr>
              <w:pStyle w:val="aa"/>
            </w:pPr>
            <w:r>
              <w:t>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053F86" w:rsidRPr="00063DF1" w:rsidRDefault="00CF3783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053F86" w:rsidRPr="00063DF1" w:rsidRDefault="00CF3783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053F86" w:rsidRDefault="00053F86" w:rsidP="00053F86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53F86" w:rsidRPr="00063DF1" w:rsidRDefault="00CF3783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053F86" w:rsidRPr="00063DF1" w:rsidRDefault="00CF3783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053F86" w:rsidRPr="00053F86" w:rsidRDefault="00053F86" w:rsidP="00053F86">
            <w:pPr>
              <w:pStyle w:val="aa"/>
              <w:rPr>
                <w:i/>
              </w:rPr>
            </w:pPr>
            <w:r>
              <w:rPr>
                <w:i/>
              </w:rPr>
              <w:t>Линия HAAS GEKKO по прои</w:t>
            </w:r>
            <w:r>
              <w:rPr>
                <w:i/>
              </w:rPr>
              <w:t>з</w:t>
            </w:r>
            <w:r>
              <w:rPr>
                <w:i/>
              </w:rPr>
              <w:t>водству  вафель с начинками</w:t>
            </w: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053F86" w:rsidRPr="00053F86" w:rsidRDefault="00053F86" w:rsidP="00053F86">
            <w:pPr>
              <w:pStyle w:val="aa"/>
              <w:rPr>
                <w:i/>
              </w:rPr>
            </w:pPr>
            <w:r>
              <w:rPr>
                <w:i/>
              </w:rPr>
              <w:t>Расфасовка продукции в худ</w:t>
            </w:r>
            <w:r>
              <w:rPr>
                <w:i/>
              </w:rPr>
              <w:t>о</w:t>
            </w:r>
            <w:r>
              <w:rPr>
                <w:i/>
              </w:rPr>
              <w:t>жественные коробочки вручную</w:t>
            </w: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CF3783" w:rsidRDefault="00053F86" w:rsidP="00053F86">
            <w:pPr>
              <w:pStyle w:val="aa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ЦЕХ №3  (Участок обработки  вспомогательного</w:t>
            </w:r>
            <w:proofErr w:type="gramEnd"/>
          </w:p>
          <w:p w:rsidR="00053F86" w:rsidRPr="00053F86" w:rsidRDefault="00053F86" w:rsidP="00053F8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 оборудов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ния)</w:t>
            </w: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053F86" w:rsidRPr="00053F86" w:rsidRDefault="00053F86" w:rsidP="00053F8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 сырья №1</w:t>
            </w: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CF3783" w:rsidRDefault="00053F86" w:rsidP="00053F86">
            <w:pPr>
              <w:pStyle w:val="aa"/>
              <w:jc w:val="left"/>
            </w:pPr>
            <w:r>
              <w:t xml:space="preserve">1382Д-7. </w:t>
            </w:r>
            <w:r w:rsidR="00CF3783">
              <w:t xml:space="preserve"> </w:t>
            </w:r>
            <w:r>
              <w:t>Транспортировщик</w:t>
            </w:r>
          </w:p>
          <w:p w:rsidR="00053F86" w:rsidRPr="00053F86" w:rsidRDefault="00053F86" w:rsidP="00053F86">
            <w:pPr>
              <w:pStyle w:val="aa"/>
              <w:jc w:val="left"/>
            </w:pPr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53F86" w:rsidRPr="00063DF1" w:rsidRDefault="00CF3783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053F86" w:rsidRPr="00063DF1" w:rsidRDefault="00CF3783" w:rsidP="00CF3783">
            <w:pPr>
              <w:pStyle w:val="aa"/>
            </w:pPr>
            <w:r>
              <w:t>склад сырья №1</w:t>
            </w: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CF3783" w:rsidRDefault="00053F86" w:rsidP="00053F8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Ремонтно-механический</w:t>
            </w:r>
          </w:p>
          <w:p w:rsidR="00053F86" w:rsidRPr="00053F86" w:rsidRDefault="00053F86" w:rsidP="00053F8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 уч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сток</w:t>
            </w: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053F86" w:rsidRPr="00053F86" w:rsidRDefault="00053F86" w:rsidP="00053F8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Столовая</w:t>
            </w: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  <w:tr w:rsidR="00053F86" w:rsidRPr="00AF49A3" w:rsidTr="008B4051">
        <w:trPr>
          <w:jc w:val="center"/>
        </w:trPr>
        <w:tc>
          <w:tcPr>
            <w:tcW w:w="3049" w:type="dxa"/>
            <w:vAlign w:val="center"/>
          </w:tcPr>
          <w:p w:rsidR="00CF3783" w:rsidRDefault="00053F86" w:rsidP="00053F8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пожарной и промы</w:t>
            </w:r>
            <w:r>
              <w:rPr>
                <w:b/>
                <w:i/>
              </w:rPr>
              <w:t>ш</w:t>
            </w:r>
            <w:r>
              <w:rPr>
                <w:b/>
                <w:i/>
              </w:rPr>
              <w:t>ленной безопасности,</w:t>
            </w:r>
          </w:p>
          <w:p w:rsidR="00053F86" w:rsidRPr="00053F86" w:rsidRDefault="00053F86" w:rsidP="00053F8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 охраны труда и экологии</w:t>
            </w:r>
          </w:p>
        </w:tc>
        <w:tc>
          <w:tcPr>
            <w:tcW w:w="3686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53F86" w:rsidRDefault="00053F8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53F86" w:rsidRPr="00063DF1" w:rsidRDefault="00053F86" w:rsidP="00DB70BA">
            <w:pPr>
              <w:pStyle w:val="aa"/>
            </w:pPr>
          </w:p>
        </w:tc>
      </w:tr>
    </w:tbl>
    <w:p w:rsidR="00DB70BA" w:rsidRDefault="00DB70BA" w:rsidP="00DB70BA"/>
    <w:p w:rsidR="00DB70BA" w:rsidRPr="00053F86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053F86">
          <w:rPr>
            <w:rStyle w:val="a9"/>
          </w:rPr>
          <w:t>29.11.2019</w:t>
        </w:r>
      </w:fldSimple>
      <w:r w:rsidR="00FD5E7D">
        <w:rPr>
          <w:rStyle w:val="a9"/>
          <w:lang w:val="en-US"/>
        </w:rPr>
        <w:t> </w:t>
      </w:r>
    </w:p>
    <w:p w:rsidR="0065289A" w:rsidRPr="00053F86" w:rsidRDefault="0065289A" w:rsidP="009A1326">
      <w:pPr>
        <w:rPr>
          <w:sz w:val="18"/>
          <w:szCs w:val="18"/>
        </w:rPr>
      </w:pPr>
    </w:p>
    <w:sectPr w:rsidR="0065289A" w:rsidRPr="00053F86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BB9" w:rsidRPr="00053F86" w:rsidRDefault="005E1BB9" w:rsidP="00053F86">
      <w:pPr>
        <w:pStyle w:val="aa"/>
        <w:rPr>
          <w:sz w:val="24"/>
        </w:rPr>
      </w:pPr>
      <w:r>
        <w:separator/>
      </w:r>
    </w:p>
  </w:endnote>
  <w:endnote w:type="continuationSeparator" w:id="0">
    <w:p w:rsidR="005E1BB9" w:rsidRPr="00053F86" w:rsidRDefault="005E1BB9" w:rsidP="00053F86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BB9" w:rsidRPr="00053F86" w:rsidRDefault="005E1BB9" w:rsidP="00053F86">
      <w:pPr>
        <w:pStyle w:val="aa"/>
        <w:rPr>
          <w:sz w:val="24"/>
        </w:rPr>
      </w:pPr>
      <w:r>
        <w:separator/>
      </w:r>
    </w:p>
  </w:footnote>
  <w:footnote w:type="continuationSeparator" w:id="0">
    <w:p w:rsidR="005E1BB9" w:rsidRPr="00053F86" w:rsidRDefault="005E1BB9" w:rsidP="00053F86">
      <w:pPr>
        <w:pStyle w:val="aa"/>
        <w:rPr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_fio" w:val="Чердаков Михаил Юрьевич"/>
    <w:docVar w:name="ceh_info" w:val=" Открытое акционерное общество &quot;Воронежская кондитерская фабрика&quot; "/>
    <w:docVar w:name="close_doc_flag" w:val="0"/>
    <w:docVar w:name="doc_type" w:val="6"/>
    <w:docVar w:name="fill_date" w:val="29.11.2019"/>
    <w:docVar w:name="org_guid" w:val="502E03801B434BD98DF47A3F7D091CF0"/>
    <w:docVar w:name="org_id" w:val="132"/>
    <w:docVar w:name="org_name" w:val="     "/>
    <w:docVar w:name="pers_guids" w:val="7639F7D9113248B1A5E7F31EC67C0D50@140-979-265 88"/>
    <w:docVar w:name="pers_snils" w:val="7639F7D9113248B1A5E7F31EC67C0D50@140-979-265 88"/>
    <w:docVar w:name="pred_dolg" w:val="Технический директор"/>
    <w:docVar w:name="pred_fio" w:val="Воробьев Е.П."/>
    <w:docVar w:name="rbtd_name" w:val="Открытое акционерное общество &quot;Воронежская кондитерская фабрика&quot;"/>
    <w:docVar w:name="sv_docs" w:val="1"/>
  </w:docVars>
  <w:rsids>
    <w:rsidRoot w:val="00053F86"/>
    <w:rsid w:val="0002033E"/>
    <w:rsid w:val="00053F86"/>
    <w:rsid w:val="00056BFC"/>
    <w:rsid w:val="0007776A"/>
    <w:rsid w:val="00093D2E"/>
    <w:rsid w:val="000C5130"/>
    <w:rsid w:val="00196135"/>
    <w:rsid w:val="001A7AC3"/>
    <w:rsid w:val="001B06AD"/>
    <w:rsid w:val="00237B32"/>
    <w:rsid w:val="00391ECD"/>
    <w:rsid w:val="003A1C01"/>
    <w:rsid w:val="003A2259"/>
    <w:rsid w:val="003C79E5"/>
    <w:rsid w:val="0040159D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E1BB9"/>
    <w:rsid w:val="005F64E6"/>
    <w:rsid w:val="00605D31"/>
    <w:rsid w:val="006243AD"/>
    <w:rsid w:val="0065289A"/>
    <w:rsid w:val="0067226F"/>
    <w:rsid w:val="006E662C"/>
    <w:rsid w:val="00725C51"/>
    <w:rsid w:val="00820552"/>
    <w:rsid w:val="008B2623"/>
    <w:rsid w:val="008B4051"/>
    <w:rsid w:val="008C0968"/>
    <w:rsid w:val="009647F7"/>
    <w:rsid w:val="009A1326"/>
    <w:rsid w:val="009D6532"/>
    <w:rsid w:val="00A026A4"/>
    <w:rsid w:val="00A567D1"/>
    <w:rsid w:val="00AF424C"/>
    <w:rsid w:val="00B12F45"/>
    <w:rsid w:val="00B1405F"/>
    <w:rsid w:val="00B3448B"/>
    <w:rsid w:val="00B5534B"/>
    <w:rsid w:val="00B73820"/>
    <w:rsid w:val="00BA560A"/>
    <w:rsid w:val="00BD0A92"/>
    <w:rsid w:val="00C0355B"/>
    <w:rsid w:val="00C45714"/>
    <w:rsid w:val="00C93056"/>
    <w:rsid w:val="00CA2E96"/>
    <w:rsid w:val="00CD2568"/>
    <w:rsid w:val="00CF3783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53F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53F86"/>
    <w:rPr>
      <w:sz w:val="24"/>
    </w:rPr>
  </w:style>
  <w:style w:type="paragraph" w:styleId="ad">
    <w:name w:val="footer"/>
    <w:basedOn w:val="a"/>
    <w:link w:val="ae"/>
    <w:rsid w:val="00053F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53F8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Grizli777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sr2008</cp:lastModifiedBy>
  <cp:revision>4</cp:revision>
  <dcterms:created xsi:type="dcterms:W3CDTF">2019-12-16T08:19:00Z</dcterms:created>
  <dcterms:modified xsi:type="dcterms:W3CDTF">2019-12-19T08:32:00Z</dcterms:modified>
</cp:coreProperties>
</file>