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B55C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AB55C2" w:rsidRPr="00AB55C2">
          <w:rPr>
            <w:rStyle w:val="a9"/>
          </w:rPr>
          <w:t xml:space="preserve"> ОАО "Воронежская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№1</w:t>
            </w:r>
          </w:p>
        </w:tc>
        <w:tc>
          <w:tcPr>
            <w:tcW w:w="3686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Линия РАПИДО по производству вафель</w:t>
            </w:r>
          </w:p>
        </w:tc>
        <w:tc>
          <w:tcPr>
            <w:tcW w:w="3686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теста и выпе</w:t>
            </w:r>
            <w:r>
              <w:rPr>
                <w:i/>
              </w:rPr>
              <w:t>ч</w:t>
            </w:r>
            <w:r>
              <w:rPr>
                <w:i/>
              </w:rPr>
              <w:t>ка вафельных листов</w:t>
            </w:r>
          </w:p>
        </w:tc>
        <w:tc>
          <w:tcPr>
            <w:tcW w:w="3686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409-47(409-48А; 409-49А). П</w:t>
            </w:r>
            <w:r>
              <w:t>е</w:t>
            </w:r>
            <w:r>
              <w:t>карь</w:t>
            </w:r>
          </w:p>
        </w:tc>
        <w:tc>
          <w:tcPr>
            <w:tcW w:w="3686" w:type="dxa"/>
            <w:vAlign w:val="center"/>
          </w:tcPr>
          <w:p w:rsidR="00AB55C2" w:rsidRPr="00063DF1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отдыха. Ус</w:t>
            </w:r>
            <w:r>
              <w:t>о</w:t>
            </w:r>
            <w:r>
              <w:t>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Pr="00063DF1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фактора.  </w:t>
            </w:r>
          </w:p>
        </w:tc>
        <w:tc>
          <w:tcPr>
            <w:tcW w:w="1384" w:type="dxa"/>
            <w:vAlign w:val="center"/>
          </w:tcPr>
          <w:p w:rsidR="00AB55C2" w:rsidRDefault="00A1418B" w:rsidP="00DB70BA">
            <w:pPr>
              <w:pStyle w:val="aa"/>
            </w:pPr>
            <w:r>
              <w:t>постоянно</w:t>
            </w:r>
            <w:r>
              <w:rPr>
                <w:lang w:val="en-US"/>
              </w:rPr>
              <w:t>;</w:t>
            </w:r>
          </w:p>
          <w:p w:rsidR="00A1418B" w:rsidRPr="00A1418B" w:rsidRDefault="00A1418B" w:rsidP="00A1418B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начинки, форм</w:t>
            </w:r>
            <w:r>
              <w:rPr>
                <w:i/>
              </w:rPr>
              <w:t>о</w:t>
            </w:r>
            <w:r>
              <w:rPr>
                <w:i/>
              </w:rPr>
              <w:t>вание пластов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409-50(409-51А; 409-52А). С</w:t>
            </w:r>
            <w:r>
              <w:t>о</w:t>
            </w:r>
            <w:r>
              <w:t>ставитель смеси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эмульсии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409-71. </w:t>
            </w:r>
            <w:proofErr w:type="spellStart"/>
            <w:r>
              <w:t>Рецептурщик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409-72. </w:t>
            </w:r>
            <w:proofErr w:type="spellStart"/>
            <w:r>
              <w:t>Рецептурщик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Замес теста в тестомесил</w:t>
            </w:r>
            <w:r>
              <w:rPr>
                <w:i/>
              </w:rPr>
              <w:t>ь</w:t>
            </w:r>
            <w:r>
              <w:rPr>
                <w:i/>
              </w:rPr>
              <w:t>ной машине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409-73. Машинист тестомесил</w:t>
            </w:r>
            <w:r>
              <w:t>ь</w:t>
            </w:r>
            <w:r>
              <w:t>ных машин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 Установить оборуд</w:t>
            </w:r>
            <w:r>
              <w:t>о</w:t>
            </w:r>
            <w:r>
              <w:t>вание на виброизолирующие оп</w:t>
            </w:r>
            <w:r>
              <w:t>о</w:t>
            </w:r>
            <w:r>
              <w:t>ры.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уровня  вибр</w:t>
            </w:r>
            <w:r>
              <w:t>а</w:t>
            </w:r>
            <w:r>
              <w:t>ции. Снижение времени воздейс</w:t>
            </w:r>
            <w:r>
              <w:t>т</w:t>
            </w:r>
            <w:r>
              <w:t xml:space="preserve">вия вибрации </w:t>
            </w:r>
          </w:p>
        </w:tc>
        <w:tc>
          <w:tcPr>
            <w:tcW w:w="1384" w:type="dxa"/>
            <w:vAlign w:val="center"/>
          </w:tcPr>
          <w:p w:rsidR="00A1418B" w:rsidRPr="00A1418B" w:rsidRDefault="00A1418B" w:rsidP="00DB70BA">
            <w:pPr>
              <w:pStyle w:val="aa"/>
              <w:rPr>
                <w:lang w:val="en-US"/>
              </w:rPr>
            </w:pPr>
            <w:r>
              <w:t>до10.01.201</w:t>
            </w:r>
            <w:r>
              <w:rPr>
                <w:lang w:val="en-US"/>
              </w:rPr>
              <w:t>8;</w:t>
            </w:r>
          </w:p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Транспортировка-упаковка пр</w:t>
            </w:r>
            <w:r>
              <w:rPr>
                <w:i/>
              </w:rPr>
              <w:t>о</w:t>
            </w:r>
            <w:r>
              <w:rPr>
                <w:i/>
              </w:rPr>
              <w:t>дукции в Бисквитном отд</w:t>
            </w:r>
            <w:r>
              <w:rPr>
                <w:i/>
              </w:rPr>
              <w:t>е</w:t>
            </w:r>
            <w:r>
              <w:rPr>
                <w:i/>
              </w:rPr>
              <w:t>лении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409-91.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 xml:space="preserve">ВОР1138 Линия по </w:t>
            </w:r>
            <w:r w:rsidRPr="00AB55C2">
              <w:rPr>
                <w:i/>
                <w:sz w:val="28"/>
                <w:szCs w:val="28"/>
              </w:rPr>
              <w:lastRenderedPageBreak/>
              <w:t>производству вафель в вафельном отделении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Приготовление теста и выпе</w:t>
            </w:r>
            <w:r>
              <w:rPr>
                <w:i/>
              </w:rPr>
              <w:t>ч</w:t>
            </w:r>
            <w:r>
              <w:rPr>
                <w:i/>
              </w:rPr>
              <w:t>ка вафельных листов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409-92(409-93А; 409-94А; 409-95А; 409-96А; 409-97А; 409-98А; 409-99А). Пекарь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отдыха. Ус</w:t>
            </w:r>
            <w:r>
              <w:t>о</w:t>
            </w:r>
            <w:r>
              <w:t>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>вия фактора. Снижение уро</w:t>
            </w:r>
            <w:r>
              <w:t>в</w:t>
            </w:r>
            <w:r>
              <w:t>ня воздействия факт</w:t>
            </w:r>
            <w:r>
              <w:t>о</w:t>
            </w:r>
            <w:r>
              <w:t xml:space="preserve">ра </w:t>
            </w:r>
          </w:p>
        </w:tc>
        <w:tc>
          <w:tcPr>
            <w:tcW w:w="1384" w:type="dxa"/>
            <w:vAlign w:val="center"/>
          </w:tcPr>
          <w:p w:rsidR="00AB55C2" w:rsidRDefault="00A1418B" w:rsidP="00DB70BA">
            <w:pPr>
              <w:pStyle w:val="aa"/>
            </w:pPr>
            <w:r>
              <w:t>постоянно</w:t>
            </w:r>
            <w:r>
              <w:rPr>
                <w:lang w:val="en-US"/>
              </w:rPr>
              <w:t>;</w:t>
            </w:r>
          </w:p>
          <w:p w:rsidR="00A1418B" w:rsidRPr="00A1418B" w:rsidRDefault="00A1418B" w:rsidP="00DB70BA">
            <w:pPr>
              <w:pStyle w:val="aa"/>
            </w:pPr>
            <w:r>
              <w:t>до 10.01.2018</w:t>
            </w:r>
          </w:p>
          <w:p w:rsidR="00A1418B" w:rsidRPr="00A1418B" w:rsidRDefault="00A1418B" w:rsidP="00DB70BA">
            <w:pPr>
              <w:pStyle w:val="aa"/>
              <w:rPr>
                <w:lang w:val="en-US"/>
              </w:rPr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начинки. Форм</w:t>
            </w:r>
            <w:r>
              <w:rPr>
                <w:i/>
              </w:rPr>
              <w:t>о</w:t>
            </w:r>
            <w:r>
              <w:rPr>
                <w:i/>
              </w:rPr>
              <w:t>вание пластов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409-101(409-102А; 409-103А; 409-104А). Составитель смеси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Участок по произво</w:t>
            </w:r>
            <w:r w:rsidRPr="00AB55C2">
              <w:rPr>
                <w:i/>
                <w:sz w:val="28"/>
                <w:szCs w:val="28"/>
              </w:rPr>
              <w:t>д</w:t>
            </w:r>
            <w:r w:rsidRPr="00AB55C2">
              <w:rPr>
                <w:i/>
                <w:sz w:val="28"/>
                <w:szCs w:val="28"/>
              </w:rPr>
              <w:t>ству зефира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 xml:space="preserve">Выработка корпуса зефира на 2-х </w:t>
            </w:r>
            <w:proofErr w:type="spellStart"/>
            <w:r>
              <w:rPr>
                <w:i/>
              </w:rPr>
              <w:t>зефироотсадочных</w:t>
            </w:r>
            <w:proofErr w:type="spellEnd"/>
            <w:r>
              <w:rPr>
                <w:i/>
              </w:rPr>
              <w:t xml:space="preserve"> маш</w:t>
            </w:r>
            <w:r>
              <w:rPr>
                <w:i/>
              </w:rPr>
              <w:t>и</w:t>
            </w:r>
            <w:r>
              <w:rPr>
                <w:i/>
              </w:rPr>
              <w:t>нах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409-150(409-151А; 409-152А; 409-153А).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409-158. Сушильщик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 xml:space="preserve">Склейка, укладка, взвешивание и упаковка зефира (с 2-х машин </w:t>
            </w:r>
            <w:proofErr w:type="spellStart"/>
            <w:r>
              <w:rPr>
                <w:i/>
              </w:rPr>
              <w:t>коррекс</w:t>
            </w:r>
            <w:proofErr w:type="spellEnd"/>
            <w:r>
              <w:rPr>
                <w:i/>
              </w:rPr>
              <w:t xml:space="preserve"> 1/250 на ВН-08)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409-159.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409-160(409-161А; 409-162А; 409-163А; 409-164А; 409-165А; 409-166А; 409-167А; 409-168А; 409-169А; 409-170А). Укла</w:t>
            </w:r>
            <w:r>
              <w:t>д</w:t>
            </w:r>
            <w:r>
              <w:t>чик-упаковщик</w:t>
            </w:r>
          </w:p>
        </w:tc>
        <w:tc>
          <w:tcPr>
            <w:tcW w:w="3686" w:type="dxa"/>
            <w:vAlign w:val="center"/>
          </w:tcPr>
          <w:p w:rsidR="00AB55C2" w:rsidRDefault="00AB55C2" w:rsidP="004D5EAC">
            <w:pPr>
              <w:pStyle w:val="aa"/>
            </w:pPr>
            <w:r>
              <w:t xml:space="preserve">Усовершенствовать </w:t>
            </w:r>
            <w:r w:rsidRPr="00614FA4">
              <w:t xml:space="preserve">систему </w:t>
            </w:r>
            <w:r w:rsidR="004D5EAC" w:rsidRPr="00614FA4">
              <w:t>аспир</w:t>
            </w:r>
            <w:r w:rsidR="004D5EAC" w:rsidRPr="00614FA4">
              <w:t>а</w:t>
            </w:r>
            <w:r w:rsidR="004D5EAC" w:rsidRPr="00614FA4">
              <w:t>ции (опудривания зефира)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409-171(409-172А; 409-173А). Транспортировщик (пустые до</w:t>
            </w:r>
            <w:r>
              <w:t>с</w:t>
            </w:r>
            <w:r>
              <w:t>ки)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lastRenderedPageBreak/>
              <w:t>Получение и тран</w:t>
            </w:r>
            <w:r w:rsidRPr="00AB55C2">
              <w:rPr>
                <w:i/>
                <w:sz w:val="28"/>
                <w:szCs w:val="28"/>
              </w:rPr>
              <w:t>с</w:t>
            </w:r>
            <w:r w:rsidRPr="00AB55C2">
              <w:rPr>
                <w:i/>
                <w:sz w:val="28"/>
                <w:szCs w:val="28"/>
              </w:rPr>
              <w:t>портировка сырья в Вафельном и Бискви</w:t>
            </w:r>
            <w:r w:rsidRPr="00AB55C2">
              <w:rPr>
                <w:i/>
                <w:sz w:val="28"/>
                <w:szCs w:val="28"/>
              </w:rPr>
              <w:t>т</w:t>
            </w:r>
            <w:r w:rsidRPr="00AB55C2">
              <w:rPr>
                <w:i/>
                <w:sz w:val="28"/>
                <w:szCs w:val="28"/>
              </w:rPr>
              <w:t>ном отделениях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409-185.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Рабочие повременщ</w:t>
            </w:r>
            <w:r w:rsidRPr="00AB55C2">
              <w:rPr>
                <w:i/>
                <w:sz w:val="28"/>
                <w:szCs w:val="28"/>
              </w:rPr>
              <w:t>и</w:t>
            </w:r>
            <w:r w:rsidRPr="00AB55C2">
              <w:rPr>
                <w:i/>
                <w:sz w:val="28"/>
                <w:szCs w:val="28"/>
              </w:rPr>
              <w:t>ки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409-200(409-201А; 409-202А). Машинист размольного обор</w:t>
            </w:r>
            <w:r>
              <w:t>у</w:t>
            </w:r>
            <w:r>
              <w:t>дования (вафельное и бискви</w:t>
            </w:r>
            <w:r>
              <w:t>т</w:t>
            </w:r>
            <w:r>
              <w:t>ное отделение)</w:t>
            </w:r>
          </w:p>
        </w:tc>
        <w:tc>
          <w:tcPr>
            <w:tcW w:w="3686" w:type="dxa"/>
            <w:vAlign w:val="center"/>
          </w:tcPr>
          <w:p w:rsidR="00AB55C2" w:rsidRDefault="00AB55C2" w:rsidP="00614FA4">
            <w:pPr>
              <w:pStyle w:val="aa"/>
            </w:pPr>
            <w:r>
              <w:t xml:space="preserve">Тяжесть: 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>го процесса. Снижение тяж</w:t>
            </w:r>
            <w:r>
              <w:t>е</w:t>
            </w:r>
            <w:r>
              <w:t>сти трудового проце</w:t>
            </w:r>
            <w:r>
              <w:t>с</w:t>
            </w:r>
            <w:r>
              <w:t xml:space="preserve">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409-203. Машинист шокола</w:t>
            </w:r>
            <w:r>
              <w:t>д</w:t>
            </w:r>
            <w:r>
              <w:t>но-отделочных машин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409-205. Кочегар технологич</w:t>
            </w:r>
            <w:r>
              <w:t>е</w:t>
            </w:r>
            <w:r>
              <w:t>ских печей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</w:t>
            </w:r>
            <w:r w:rsidR="00A1418B">
              <w:t xml:space="preserve"> </w:t>
            </w:r>
            <w:r>
              <w:t>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409-231(409-232А; 409-233А).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409-242. Машинист размольн</w:t>
            </w:r>
            <w:r>
              <w:t>о</w:t>
            </w:r>
            <w:r>
              <w:t>го оборудования (зефирное отд</w:t>
            </w:r>
            <w:r>
              <w:t>е</w:t>
            </w:r>
            <w:r>
              <w:t>ление)</w:t>
            </w:r>
          </w:p>
        </w:tc>
        <w:tc>
          <w:tcPr>
            <w:tcW w:w="3686" w:type="dxa"/>
            <w:vAlign w:val="center"/>
          </w:tcPr>
          <w:p w:rsidR="00AB55C2" w:rsidRDefault="00AB55C2" w:rsidP="00614FA4">
            <w:pPr>
              <w:pStyle w:val="aa"/>
            </w:pPr>
            <w:r>
              <w:t xml:space="preserve">Тяжесть: 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>го процесса. Снижение тяж</w:t>
            </w:r>
            <w:r>
              <w:t>е</w:t>
            </w:r>
            <w:r>
              <w:t>сти трудового проце</w:t>
            </w:r>
            <w:r>
              <w:t>с</w:t>
            </w:r>
            <w:r>
              <w:t xml:space="preserve">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409-244. Машинист размольн</w:t>
            </w:r>
            <w:r>
              <w:t>о</w:t>
            </w:r>
            <w:r>
              <w:t>го оборудования (размол брака в бисквитном отделении)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Сдача готовой проду</w:t>
            </w:r>
            <w:r w:rsidRPr="00AB55C2">
              <w:rPr>
                <w:i/>
                <w:sz w:val="28"/>
                <w:szCs w:val="28"/>
              </w:rPr>
              <w:t>к</w:t>
            </w:r>
            <w:r w:rsidRPr="00AB55C2">
              <w:rPr>
                <w:i/>
                <w:sz w:val="28"/>
                <w:szCs w:val="28"/>
              </w:rPr>
              <w:t>ции на склад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409-249(409-250А; 409-251А). Грузчик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Дробление и размол ореха и подсолнечника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lastRenderedPageBreak/>
              <w:t>409-252. Машинист дробил</w:t>
            </w:r>
            <w:r>
              <w:t>ь</w:t>
            </w:r>
            <w:r>
              <w:t>ных установок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 Установить оборуд</w:t>
            </w:r>
            <w:r>
              <w:t>о</w:t>
            </w:r>
            <w:r>
              <w:t>вание на виброизолирующие оп</w:t>
            </w:r>
            <w:r>
              <w:t>о</w:t>
            </w:r>
            <w:r>
              <w:t>ры.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уровня  вибр</w:t>
            </w:r>
            <w:r>
              <w:t>а</w:t>
            </w:r>
            <w:r>
              <w:t>ции. Снижение времени воздейс</w:t>
            </w:r>
            <w:r>
              <w:t>т</w:t>
            </w:r>
            <w:r>
              <w:t xml:space="preserve">вия вибрации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Обжарка ореха и по</w:t>
            </w:r>
            <w:r w:rsidRPr="00AB55C2">
              <w:rPr>
                <w:i/>
                <w:sz w:val="28"/>
                <w:szCs w:val="28"/>
              </w:rPr>
              <w:t>д</w:t>
            </w:r>
            <w:r w:rsidRPr="00AB55C2">
              <w:rPr>
                <w:i/>
                <w:sz w:val="28"/>
                <w:szCs w:val="28"/>
              </w:rPr>
              <w:t>солнечника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409-254. </w:t>
            </w:r>
            <w:proofErr w:type="spellStart"/>
            <w:r>
              <w:t>Обжарщик</w:t>
            </w:r>
            <w:proofErr w:type="spellEnd"/>
            <w:r>
              <w:t xml:space="preserve"> пищевых продуктов</w:t>
            </w:r>
          </w:p>
        </w:tc>
        <w:tc>
          <w:tcPr>
            <w:tcW w:w="3686" w:type="dxa"/>
            <w:vAlign w:val="center"/>
          </w:tcPr>
          <w:p w:rsidR="00AB55C2" w:rsidRDefault="00AB55C2" w:rsidP="00614FA4">
            <w:pPr>
              <w:pStyle w:val="aa"/>
            </w:pPr>
            <w:r>
              <w:t xml:space="preserve">Тяжесть: 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>го процесса. Снижение тяж</w:t>
            </w:r>
            <w:r>
              <w:t>е</w:t>
            </w:r>
            <w:r>
              <w:t>сти трудового проце</w:t>
            </w:r>
            <w:r>
              <w:t>с</w:t>
            </w:r>
            <w:r>
              <w:t xml:space="preserve">са </w:t>
            </w:r>
          </w:p>
        </w:tc>
        <w:tc>
          <w:tcPr>
            <w:tcW w:w="1384" w:type="dxa"/>
            <w:vAlign w:val="center"/>
          </w:tcPr>
          <w:p w:rsidR="00AB55C2" w:rsidRPr="00063DF1" w:rsidRDefault="00A1418B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  <w:sz w:val="28"/>
                <w:szCs w:val="28"/>
              </w:rPr>
            </w:pPr>
            <w:r w:rsidRPr="00AB55C2">
              <w:rPr>
                <w:i/>
                <w:sz w:val="28"/>
                <w:szCs w:val="28"/>
              </w:rPr>
              <w:t>Просев ореха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409-255. Подготовитель пищ</w:t>
            </w:r>
            <w:r>
              <w:t>е</w:t>
            </w:r>
            <w:r>
              <w:t>вого сырья и материалов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gramEnd"/>
            <w:r>
              <w:t>общ):  Установить оборуд</w:t>
            </w:r>
            <w:r>
              <w:t>о</w:t>
            </w:r>
            <w:r>
              <w:t>вание на виброизолирующие оп</w:t>
            </w:r>
            <w:r>
              <w:t>о</w:t>
            </w:r>
            <w:r>
              <w:t>ры.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уровня  вибр</w:t>
            </w:r>
            <w:r>
              <w:t>а</w:t>
            </w:r>
            <w:r>
              <w:t>ции. Снижение времени воздейс</w:t>
            </w:r>
            <w:r>
              <w:t>т</w:t>
            </w:r>
            <w:r>
              <w:t xml:space="preserve">вия вибрации </w:t>
            </w:r>
          </w:p>
        </w:tc>
        <w:tc>
          <w:tcPr>
            <w:tcW w:w="1384" w:type="dxa"/>
            <w:vAlign w:val="center"/>
          </w:tcPr>
          <w:p w:rsidR="00A1418B" w:rsidRDefault="00A1418B" w:rsidP="00A1418B">
            <w:pPr>
              <w:pStyle w:val="aa"/>
              <w:jc w:val="left"/>
              <w:rPr>
                <w:lang w:val="en-US"/>
              </w:rPr>
            </w:pPr>
            <w:r>
              <w:t xml:space="preserve"> 10.01.2018</w:t>
            </w:r>
            <w:r>
              <w:rPr>
                <w:lang w:val="en-US"/>
              </w:rPr>
              <w:t>;</w:t>
            </w:r>
          </w:p>
          <w:p w:rsidR="00AB55C2" w:rsidRPr="00063DF1" w:rsidRDefault="00A1418B" w:rsidP="00A1418B">
            <w:pPr>
              <w:pStyle w:val="aa"/>
              <w:jc w:val="left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№2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Линия №4 по произво</w:t>
            </w:r>
            <w:r w:rsidRPr="00AB55C2">
              <w:rPr>
                <w:i/>
                <w:sz w:val="28"/>
              </w:rPr>
              <w:t>д</w:t>
            </w:r>
            <w:r w:rsidRPr="00AB55C2">
              <w:rPr>
                <w:i/>
                <w:sz w:val="28"/>
              </w:rPr>
              <w:t>ству карамели с пер</w:t>
            </w:r>
            <w:r w:rsidRPr="00AB55C2">
              <w:rPr>
                <w:i/>
                <w:sz w:val="28"/>
              </w:rPr>
              <w:t>е</w:t>
            </w:r>
            <w:r w:rsidRPr="00AB55C2">
              <w:rPr>
                <w:i/>
                <w:sz w:val="28"/>
              </w:rPr>
              <w:t>слоенными начи</w:t>
            </w:r>
            <w:r w:rsidRPr="00AB55C2">
              <w:rPr>
                <w:i/>
                <w:sz w:val="28"/>
              </w:rPr>
              <w:t>н</w:t>
            </w:r>
            <w:r w:rsidRPr="00AB55C2">
              <w:rPr>
                <w:i/>
                <w:sz w:val="28"/>
              </w:rPr>
              <w:t>ками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Обработка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409-259(409-260А; 409-261А). </w:t>
            </w:r>
            <w:proofErr w:type="spellStart"/>
            <w:r>
              <w:t>Карамельщик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Формование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409-262(409-263А).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409-264(409-265А; 409-266А). </w:t>
            </w:r>
            <w:proofErr w:type="spellStart"/>
            <w:r>
              <w:t>Карамельщик</w:t>
            </w:r>
            <w:proofErr w:type="spellEnd"/>
            <w:r>
              <w:t xml:space="preserve"> 5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Завертка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409-267(409-268А; 409-269А; 409-270А; 409-271А; 409-272А; 409-273А; 409-274А). Маш</w:t>
            </w:r>
            <w:r>
              <w:t>и</w:t>
            </w:r>
            <w:r>
              <w:t>нист расфасовочно-упаковочных м</w:t>
            </w:r>
            <w:r>
              <w:t>а</w:t>
            </w:r>
            <w:r>
              <w:t>шин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 xml:space="preserve">Упаковка карамели в </w:t>
            </w:r>
            <w:proofErr w:type="spellStart"/>
            <w:r>
              <w:rPr>
                <w:i/>
              </w:rPr>
              <w:t>гофрок</w:t>
            </w:r>
            <w:r>
              <w:rPr>
                <w:i/>
              </w:rPr>
              <w:t>о</w:t>
            </w:r>
            <w:r>
              <w:rPr>
                <w:i/>
              </w:rPr>
              <w:t>роба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409-277(409-278А). Транспорт</w:t>
            </w:r>
            <w:r>
              <w:t>и</w:t>
            </w:r>
            <w:r>
              <w:t>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начинок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lastRenderedPageBreak/>
              <w:t>409-285(409-286А). Составитель смеси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Усовершенствовать </w:t>
            </w:r>
            <w:r w:rsidRPr="00614FA4">
              <w:t>систему</w:t>
            </w:r>
            <w:r w:rsidR="004D5EAC" w:rsidRPr="00614FA4">
              <w:t xml:space="preserve"> аспир</w:t>
            </w:r>
            <w:r w:rsidR="004D5EAC" w:rsidRPr="00614FA4">
              <w:t>а</w:t>
            </w:r>
            <w:r w:rsidR="004D5EAC" w:rsidRPr="00614FA4">
              <w:t>ции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409-287(409-288А). Транспорт</w:t>
            </w:r>
            <w:r>
              <w:t>и</w:t>
            </w:r>
            <w:r>
              <w:t>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Усовершенствовать систему </w:t>
            </w:r>
            <w:r w:rsidR="004D5EAC" w:rsidRPr="00614FA4">
              <w:t>аспир</w:t>
            </w:r>
            <w:r w:rsidR="004D5EAC" w:rsidRPr="00614FA4">
              <w:t>а</w:t>
            </w:r>
            <w:r w:rsidR="004D5EAC" w:rsidRPr="00614FA4">
              <w:t>ции</w:t>
            </w:r>
            <w:r w:rsidR="004D5EAC">
              <w:t xml:space="preserve">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Участок №2 по прои</w:t>
            </w:r>
            <w:r w:rsidRPr="00AB55C2">
              <w:rPr>
                <w:i/>
                <w:sz w:val="28"/>
              </w:rPr>
              <w:t>з</w:t>
            </w:r>
            <w:r w:rsidRPr="00AB55C2">
              <w:rPr>
                <w:i/>
                <w:sz w:val="28"/>
              </w:rPr>
              <w:t>водству карамели с начинками, шаг 38мм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Обработка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409-289. </w:t>
            </w:r>
            <w:proofErr w:type="spellStart"/>
            <w:r>
              <w:t>Карамельщик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Формование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409-290. </w:t>
            </w:r>
            <w:proofErr w:type="spellStart"/>
            <w:r>
              <w:t>Карамельщик</w:t>
            </w:r>
            <w:proofErr w:type="spellEnd"/>
            <w:r>
              <w:t xml:space="preserve"> 5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409-291(409-292А).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Глазирование карамели в пот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ке - </w:t>
            </w:r>
            <w:proofErr w:type="spellStart"/>
            <w:r>
              <w:rPr>
                <w:i/>
              </w:rPr>
              <w:t>глазировочная</w:t>
            </w:r>
            <w:proofErr w:type="spellEnd"/>
            <w:r>
              <w:rPr>
                <w:i/>
              </w:rPr>
              <w:t xml:space="preserve"> машина 620мм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409-293. Глазировщик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409-294. Глазировщик 3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409-295(409-296А; 409-297А). Глазировщик 2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409-298.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Завертка и упаковка глазир</w:t>
            </w:r>
            <w:r>
              <w:rPr>
                <w:i/>
              </w:rPr>
              <w:t>о</w:t>
            </w:r>
            <w:r>
              <w:rPr>
                <w:i/>
              </w:rPr>
              <w:t>ванной карамели в потоке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409-299(409-300А; 409-301А; 409-302А). Машинист расфас</w:t>
            </w:r>
            <w:r>
              <w:t>о</w:t>
            </w:r>
            <w:r>
              <w:t>вочно-упаковочных машин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409-310.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Съем карамели в лотки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409-311(409-312А; 409-313А). Укладчик-упаковщик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lastRenderedPageBreak/>
              <w:t>409-314.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Обсыпка открытой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409-315. Дражировщик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Участок №3 по прои</w:t>
            </w:r>
            <w:r w:rsidRPr="00AB55C2">
              <w:rPr>
                <w:i/>
                <w:sz w:val="28"/>
              </w:rPr>
              <w:t>з</w:t>
            </w:r>
            <w:r w:rsidRPr="00AB55C2">
              <w:rPr>
                <w:i/>
                <w:sz w:val="28"/>
              </w:rPr>
              <w:t>водству карамели с начинками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Обработка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409-320(409-321А).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Формование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409-322(409-323А).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  <w:r>
              <w:t xml:space="preserve"> 5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409-324(409-325А; 409-326А). </w:t>
            </w:r>
            <w:proofErr w:type="spellStart"/>
            <w:r>
              <w:t>Карамельщик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Завертка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409-327(409-328А; 409-329А; 409-330А; 409-331А; 409-332А; 409-333А; 409-334А). Маш</w:t>
            </w:r>
            <w:r>
              <w:t>и</w:t>
            </w:r>
            <w:r>
              <w:t>нист расфасовочно-упаковочных м</w:t>
            </w:r>
            <w:r>
              <w:t>а</w:t>
            </w:r>
            <w:r>
              <w:t>шин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 xml:space="preserve">Упаковка карамели в </w:t>
            </w:r>
            <w:proofErr w:type="spellStart"/>
            <w:r>
              <w:rPr>
                <w:i/>
              </w:rPr>
              <w:t>гофрок</w:t>
            </w:r>
            <w:r>
              <w:rPr>
                <w:i/>
              </w:rPr>
              <w:t>о</w:t>
            </w:r>
            <w:r>
              <w:rPr>
                <w:i/>
              </w:rPr>
              <w:t>роба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409-339(409-340А). Транспорт</w:t>
            </w:r>
            <w:r>
              <w:t>и</w:t>
            </w:r>
            <w:r>
              <w:t>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409-350(409-351А). Составитель смеси</w:t>
            </w:r>
          </w:p>
        </w:tc>
        <w:tc>
          <w:tcPr>
            <w:tcW w:w="3686" w:type="dxa"/>
            <w:vAlign w:val="center"/>
          </w:tcPr>
          <w:p w:rsidR="00AB55C2" w:rsidRDefault="00AB55C2" w:rsidP="00614FA4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 и отдыха.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>вия шума. Снижение уро</w:t>
            </w:r>
            <w:r>
              <w:t>в</w:t>
            </w:r>
            <w:r>
              <w:t xml:space="preserve">ня 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Розничный участок ц</w:t>
            </w:r>
            <w:r w:rsidRPr="00AB55C2">
              <w:rPr>
                <w:i/>
                <w:sz w:val="28"/>
              </w:rPr>
              <w:t>е</w:t>
            </w:r>
            <w:r w:rsidRPr="00AB55C2">
              <w:rPr>
                <w:i/>
                <w:sz w:val="28"/>
              </w:rPr>
              <w:t>ха №2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Выработка розничных сортов конфет Ассорти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409-352. Конфетчик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lastRenderedPageBreak/>
              <w:t>Участок ЦФ-1 по пр</w:t>
            </w:r>
            <w:r w:rsidRPr="00AB55C2">
              <w:rPr>
                <w:i/>
                <w:sz w:val="28"/>
              </w:rPr>
              <w:t>о</w:t>
            </w:r>
            <w:r w:rsidRPr="00AB55C2">
              <w:rPr>
                <w:i/>
                <w:sz w:val="28"/>
              </w:rPr>
              <w:t>изводству конфет м</w:t>
            </w:r>
            <w:r w:rsidRPr="00AB55C2">
              <w:rPr>
                <w:i/>
                <w:sz w:val="28"/>
              </w:rPr>
              <w:t>е</w:t>
            </w:r>
            <w:r w:rsidRPr="00AB55C2">
              <w:rPr>
                <w:i/>
                <w:sz w:val="28"/>
              </w:rPr>
              <w:t>тодом отлива в кра</w:t>
            </w:r>
            <w:r w:rsidRPr="00AB55C2">
              <w:rPr>
                <w:i/>
                <w:sz w:val="28"/>
              </w:rPr>
              <w:t>х</w:t>
            </w:r>
            <w:r w:rsidRPr="00AB55C2">
              <w:rPr>
                <w:i/>
                <w:sz w:val="28"/>
              </w:rPr>
              <w:t>мале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конфетных масс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409-361(409-362А). Варщик с</w:t>
            </w:r>
            <w:r>
              <w:t>и</w:t>
            </w:r>
            <w:r>
              <w:t>ропов, соков, экстрактов и п</w:t>
            </w:r>
            <w:r>
              <w:t>и</w:t>
            </w:r>
            <w:r>
              <w:t>щевого сырья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Отливка корпусов конфет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409-365(409-366А). Конфетчик 4 разряда</w:t>
            </w:r>
          </w:p>
        </w:tc>
        <w:tc>
          <w:tcPr>
            <w:tcW w:w="3686" w:type="dxa"/>
            <w:vAlign w:val="center"/>
          </w:tcPr>
          <w:p w:rsidR="00AB55C2" w:rsidRPr="00F77C2E" w:rsidRDefault="00AB55C2" w:rsidP="00614FA4">
            <w:pPr>
              <w:pStyle w:val="aa"/>
              <w:rPr>
                <w:strike/>
              </w:rPr>
            </w:pPr>
            <w:r>
              <w:t>Шум: Организовать рациональные р</w:t>
            </w:r>
            <w:r>
              <w:t>е</w:t>
            </w:r>
            <w:r>
              <w:t xml:space="preserve">жимы труда  и отдыха.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>вия шума. Снижение уро</w:t>
            </w:r>
            <w:r>
              <w:t>в</w:t>
            </w:r>
            <w:r>
              <w:t xml:space="preserve">ня 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409-367(409-368А; 409-369А; 409-370А; 409-371А). Конфе</w:t>
            </w:r>
            <w:r>
              <w:t>т</w:t>
            </w:r>
            <w:r>
              <w:t>чик 2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614FA4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 xml:space="preserve">жимы труда  и отдыха.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>вия шума. Снижение уро</w:t>
            </w:r>
            <w:r>
              <w:t>в</w:t>
            </w:r>
            <w:r>
              <w:t xml:space="preserve">ня  шума.  </w:t>
            </w:r>
          </w:p>
        </w:tc>
        <w:tc>
          <w:tcPr>
            <w:tcW w:w="1384" w:type="dxa"/>
            <w:vAlign w:val="center"/>
          </w:tcPr>
          <w:p w:rsidR="00AB55C2" w:rsidRPr="00063DF1" w:rsidRDefault="00160091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614FA4">
            <w:pPr>
              <w:pStyle w:val="aa"/>
            </w:pPr>
            <w:r>
              <w:t xml:space="preserve">Усовершенствовать </w:t>
            </w:r>
            <w:r w:rsidRPr="00614FA4">
              <w:t xml:space="preserve">систему </w:t>
            </w:r>
            <w:r w:rsidR="00F77C2E" w:rsidRPr="00614FA4">
              <w:t>аспир</w:t>
            </w:r>
            <w:r w:rsidR="00F77C2E" w:rsidRPr="00614FA4">
              <w:t>а</w:t>
            </w:r>
            <w:r w:rsidR="00F77C2E" w:rsidRPr="00614FA4">
              <w:t>ции</w:t>
            </w:r>
            <w:r w:rsidR="00F77C2E">
              <w:t xml:space="preserve"> 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Рабочие повременщики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409-428(409-429А; 409-430А). Подготовитель пищевого сырья и материалов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Шум: Применение сре</w:t>
            </w:r>
            <w:proofErr w:type="gramStart"/>
            <w:r>
              <w:t>дств зв</w:t>
            </w:r>
            <w:proofErr w:type="gramEnd"/>
            <w:r>
              <w:t>укопогл</w:t>
            </w:r>
            <w:r>
              <w:t>о</w:t>
            </w:r>
            <w:r>
              <w:t>щения. Организовать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уровня  шума. 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409-446(409-447А). Варщик п</w:t>
            </w:r>
            <w:r>
              <w:t>и</w:t>
            </w:r>
            <w:r>
              <w:t>щевого сырья и продуктов (во</w:t>
            </w:r>
            <w:r>
              <w:t>з</w:t>
            </w:r>
            <w:r>
              <w:t>вратные отходы)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отдыха. Ус</w:t>
            </w:r>
            <w:r>
              <w:t>о</w:t>
            </w:r>
            <w:r>
              <w:t>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>вия фактора. Снижение уро</w:t>
            </w:r>
            <w:r>
              <w:t>в</w:t>
            </w:r>
            <w:r>
              <w:t xml:space="preserve">ня воздействия фактора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409-448(409-449А; 409-450А; 409-451А). Варщик пищевого сырья и продуктов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отдыха. Ус</w:t>
            </w:r>
            <w:r>
              <w:t>о</w:t>
            </w:r>
            <w:r>
              <w:t>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воздейс</w:t>
            </w:r>
            <w:r>
              <w:t>т</w:t>
            </w:r>
            <w:r>
              <w:t xml:space="preserve">вия фактора. 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Сдача готовой проду</w:t>
            </w:r>
            <w:r w:rsidRPr="00AB55C2">
              <w:rPr>
                <w:i/>
                <w:sz w:val="28"/>
              </w:rPr>
              <w:t>к</w:t>
            </w:r>
            <w:r w:rsidRPr="00AB55C2">
              <w:rPr>
                <w:i/>
                <w:sz w:val="28"/>
              </w:rPr>
              <w:t>ции на склад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409-458. Грузчик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Парокотельный цех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409-460.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proofErr w:type="spellStart"/>
            <w:proofErr w:type="gramStart"/>
            <w:r>
              <w:t>УФ-излучение</w:t>
            </w:r>
            <w:proofErr w:type="spellEnd"/>
            <w:proofErr w:type="gramEnd"/>
            <w:r>
              <w:t>: организовать раци</w:t>
            </w:r>
            <w:r>
              <w:t>о</w:t>
            </w:r>
            <w:r>
              <w:t>нальные режимы труда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уровня воздейс</w:t>
            </w:r>
            <w:r>
              <w:t>т</w:t>
            </w:r>
            <w:r>
              <w:t xml:space="preserve">вия вредного фактора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Pr="00AA60C1" w:rsidRDefault="00614FA4" w:rsidP="00DB70BA">
            <w:pPr>
              <w:pStyle w:val="aa"/>
              <w:rPr>
                <w:strike/>
                <w:highlight w:val="yellow"/>
              </w:rPr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614FA4" w:rsidP="00614FA4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</w:t>
            </w:r>
            <w:r w:rsidR="00AB55C2">
              <w:t xml:space="preserve"> вредны</w:t>
            </w:r>
            <w:r>
              <w:t>ми</w:t>
            </w:r>
            <w:r w:rsidR="00AB55C2">
              <w:t xml:space="preserve"> веществ</w:t>
            </w:r>
            <w:r>
              <w:t>а</w:t>
            </w:r>
            <w:r>
              <w:t>ми</w:t>
            </w:r>
            <w:r w:rsidR="00AB55C2">
              <w:t xml:space="preserve">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№3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Участок по произво</w:t>
            </w:r>
            <w:r w:rsidRPr="00AB55C2">
              <w:rPr>
                <w:i/>
                <w:sz w:val="28"/>
              </w:rPr>
              <w:t>д</w:t>
            </w:r>
            <w:r w:rsidRPr="00AB55C2">
              <w:rPr>
                <w:i/>
                <w:sz w:val="28"/>
              </w:rPr>
              <w:t>ству драже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Выработка грильяжных корп</w:t>
            </w:r>
            <w:r>
              <w:rPr>
                <w:i/>
              </w:rPr>
              <w:t>у</w:t>
            </w:r>
            <w:r>
              <w:rPr>
                <w:i/>
              </w:rPr>
              <w:t xml:space="preserve">сов для драже на </w:t>
            </w:r>
            <w:proofErr w:type="spellStart"/>
            <w:r>
              <w:rPr>
                <w:i/>
              </w:rPr>
              <w:t>монпасейных</w:t>
            </w:r>
            <w:proofErr w:type="spellEnd"/>
            <w:r>
              <w:rPr>
                <w:i/>
              </w:rPr>
              <w:t xml:space="preserve"> вальцах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409-508. </w:t>
            </w:r>
            <w:proofErr w:type="spellStart"/>
            <w:r>
              <w:t>Карамельщик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409-509. Варщик пищевого с</w:t>
            </w:r>
            <w:r>
              <w:t>ы</w:t>
            </w:r>
            <w:r>
              <w:t>рья и продуктов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409-510. Укладчик-упаковщик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409-511(409-512А).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Выработка шоколадных и с</w:t>
            </w:r>
            <w:r>
              <w:rPr>
                <w:i/>
              </w:rPr>
              <w:t>а</w:t>
            </w:r>
            <w:r>
              <w:rPr>
                <w:i/>
              </w:rPr>
              <w:t>харных сортов драже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409-513(409-514А; 409-515А; 409-516А; 409-517А). Драж</w:t>
            </w:r>
            <w:r>
              <w:t>и</w:t>
            </w:r>
            <w:r>
              <w:t>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409-520(409-521А). Транспорт</w:t>
            </w:r>
            <w:r>
              <w:t>и</w:t>
            </w:r>
            <w:r>
              <w:t>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Участок №2 по прои</w:t>
            </w:r>
            <w:r w:rsidRPr="00AB55C2">
              <w:rPr>
                <w:i/>
                <w:sz w:val="28"/>
              </w:rPr>
              <w:t>з</w:t>
            </w:r>
            <w:r w:rsidRPr="00AB55C2">
              <w:rPr>
                <w:i/>
                <w:sz w:val="28"/>
              </w:rPr>
              <w:t>водству резаной кар</w:t>
            </w:r>
            <w:r w:rsidRPr="00AB55C2">
              <w:rPr>
                <w:i/>
                <w:sz w:val="28"/>
              </w:rPr>
              <w:t>а</w:t>
            </w:r>
            <w:r w:rsidRPr="00AB55C2">
              <w:rPr>
                <w:i/>
                <w:sz w:val="28"/>
              </w:rPr>
              <w:lastRenderedPageBreak/>
              <w:t>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Приготовление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409-527(409-528А). Варщик п</w:t>
            </w:r>
            <w:r>
              <w:t>и</w:t>
            </w:r>
            <w:r>
              <w:t>щевого сырья и продуктов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Обработка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409-529. </w:t>
            </w:r>
            <w:proofErr w:type="spellStart"/>
            <w:r>
              <w:t>Карамельщик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Перетяжка карамельной массы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409-530(409-531А).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  <w:r>
              <w:t xml:space="preserve"> 5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409-532. </w:t>
            </w:r>
            <w:proofErr w:type="spellStart"/>
            <w:r>
              <w:t>Карамельщик</w:t>
            </w:r>
            <w:proofErr w:type="spellEnd"/>
            <w:r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Формование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409-533. </w:t>
            </w:r>
            <w:proofErr w:type="spellStart"/>
            <w:r>
              <w:t>Карамельщик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Съем карамели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 xml:space="preserve">409-534(409-535А). </w:t>
            </w:r>
            <w:proofErr w:type="spellStart"/>
            <w:r>
              <w:t>Карамел</w:t>
            </w:r>
            <w:r>
              <w:t>ь</w:t>
            </w:r>
            <w:r>
              <w:t>щик</w:t>
            </w:r>
            <w:proofErr w:type="spellEnd"/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Приготовление начинки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409-536. Составитель смеси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>
              <w:rPr>
                <w:i/>
              </w:rPr>
              <w:t>Завертка неглазированной к</w:t>
            </w:r>
            <w:r>
              <w:rPr>
                <w:i/>
              </w:rPr>
              <w:t>а</w:t>
            </w:r>
            <w:r>
              <w:rPr>
                <w:i/>
              </w:rPr>
              <w:t>рамели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409-537(409-538А; 409-539А; 409-540А; 409-541А). Маш</w:t>
            </w:r>
            <w:r>
              <w:t>и</w:t>
            </w:r>
            <w:r>
              <w:t>нист расфасовочно-упаковочных м</w:t>
            </w:r>
            <w:r>
              <w:t>а</w:t>
            </w:r>
            <w:r>
              <w:t>шин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409-542. Транспортировщик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409-543. Сортировщик в прои</w:t>
            </w:r>
            <w:r>
              <w:t>з</w:t>
            </w:r>
            <w:r>
              <w:t>водстве пищевой продукции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Выработка корпусов конфет с комбинир</w:t>
            </w:r>
            <w:r w:rsidRPr="00AB55C2">
              <w:rPr>
                <w:i/>
                <w:sz w:val="28"/>
              </w:rPr>
              <w:t>о</w:t>
            </w:r>
            <w:r w:rsidRPr="00AB55C2">
              <w:rPr>
                <w:i/>
                <w:sz w:val="28"/>
              </w:rPr>
              <w:lastRenderedPageBreak/>
              <w:t>ванными корпусами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lastRenderedPageBreak/>
              <w:t>409-553. Варщик пищевого с</w:t>
            </w:r>
            <w:r>
              <w:t>ы</w:t>
            </w:r>
            <w:r>
              <w:t>рья и продуктов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409-554. Варщик пищевого с</w:t>
            </w:r>
            <w:r>
              <w:t>ы</w:t>
            </w:r>
            <w:r>
              <w:t>рья и продуктов 3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409-555. Конфетчик 3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409-556(409-557А). Конфетчик 2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409-558. Конфетчик 4 разряда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Default="00AB55C2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Линия по производс</w:t>
            </w:r>
            <w:r w:rsidRPr="00AB55C2">
              <w:rPr>
                <w:i/>
                <w:sz w:val="28"/>
              </w:rPr>
              <w:t>т</w:t>
            </w:r>
            <w:r w:rsidRPr="00AB55C2">
              <w:rPr>
                <w:i/>
                <w:sz w:val="28"/>
              </w:rPr>
              <w:t>ву комбинированных ко</w:t>
            </w:r>
            <w:r w:rsidRPr="00AB55C2">
              <w:rPr>
                <w:i/>
                <w:sz w:val="28"/>
              </w:rPr>
              <w:t>н</w:t>
            </w:r>
            <w:r w:rsidRPr="00AB55C2">
              <w:rPr>
                <w:i/>
                <w:sz w:val="28"/>
              </w:rPr>
              <w:t xml:space="preserve">фет (Антон </w:t>
            </w:r>
            <w:proofErr w:type="spellStart"/>
            <w:r w:rsidRPr="00AB55C2">
              <w:rPr>
                <w:i/>
                <w:sz w:val="28"/>
              </w:rPr>
              <w:t>Олерт</w:t>
            </w:r>
            <w:proofErr w:type="spellEnd"/>
            <w:r w:rsidRPr="00AB55C2">
              <w:rPr>
                <w:i/>
                <w:sz w:val="28"/>
              </w:rPr>
              <w:t>)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jc w:val="left"/>
            </w:pPr>
            <w:r>
              <w:t>409-616(409-617А; 409-618А). Транспортировщик - МЛ 3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AB55C2" w:rsidRPr="00063DF1" w:rsidRDefault="00A52258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AB55C2" w:rsidRPr="00AF49A3" w:rsidTr="008B4051">
        <w:trPr>
          <w:jc w:val="center"/>
        </w:trPr>
        <w:tc>
          <w:tcPr>
            <w:tcW w:w="3049" w:type="dxa"/>
            <w:vAlign w:val="center"/>
          </w:tcPr>
          <w:p w:rsidR="00AB55C2" w:rsidRPr="00AB55C2" w:rsidRDefault="00AB55C2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Линия по производс</w:t>
            </w:r>
            <w:r w:rsidRPr="00AB55C2">
              <w:rPr>
                <w:i/>
                <w:sz w:val="28"/>
              </w:rPr>
              <w:t>т</w:t>
            </w:r>
            <w:r w:rsidRPr="00AB55C2">
              <w:rPr>
                <w:i/>
                <w:sz w:val="28"/>
              </w:rPr>
              <w:t>ву вафель и тортов "Х</w:t>
            </w:r>
            <w:r w:rsidRPr="00AB55C2">
              <w:rPr>
                <w:i/>
                <w:sz w:val="28"/>
              </w:rPr>
              <w:t>А</w:t>
            </w:r>
            <w:r w:rsidRPr="00AB55C2">
              <w:rPr>
                <w:i/>
                <w:sz w:val="28"/>
              </w:rPr>
              <w:t>АС-88"</w:t>
            </w:r>
          </w:p>
        </w:tc>
        <w:tc>
          <w:tcPr>
            <w:tcW w:w="3686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B55C2" w:rsidRDefault="00AB55C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B55C2" w:rsidRPr="00063DF1" w:rsidRDefault="00AB55C2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403266" w:rsidRDefault="00403266" w:rsidP="00AB55C2">
            <w:pPr>
              <w:pStyle w:val="aa"/>
            </w:pPr>
            <w:r>
              <w:t>409-620. Оператор (приготовл</w:t>
            </w:r>
            <w:r>
              <w:t>е</w:t>
            </w:r>
            <w:r>
              <w:t>ние начинки)</w:t>
            </w:r>
          </w:p>
        </w:tc>
        <w:tc>
          <w:tcPr>
            <w:tcW w:w="3686" w:type="dxa"/>
            <w:vAlign w:val="center"/>
          </w:tcPr>
          <w:p w:rsidR="00403266" w:rsidRDefault="00403266" w:rsidP="004B16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4B16E1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403266" w:rsidRDefault="00403266" w:rsidP="00AB55C2">
            <w:pPr>
              <w:pStyle w:val="aa"/>
            </w:pPr>
            <w:r w:rsidRPr="00403266">
              <w:t>409-621.Пекарь</w:t>
            </w:r>
          </w:p>
        </w:tc>
        <w:tc>
          <w:tcPr>
            <w:tcW w:w="3686" w:type="dxa"/>
            <w:vAlign w:val="center"/>
          </w:tcPr>
          <w:p w:rsidR="00403266" w:rsidRDefault="00403266" w:rsidP="004B16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4B16E1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403266" w:rsidRDefault="00403266" w:rsidP="00AB55C2">
            <w:pPr>
              <w:pStyle w:val="aa"/>
            </w:pPr>
            <w:r w:rsidRPr="00403266">
              <w:t>409-622Кочегар технологич</w:t>
            </w:r>
            <w:r w:rsidRPr="00403266">
              <w:t>е</w:t>
            </w:r>
            <w:r w:rsidRPr="00403266">
              <w:t>ских печей</w:t>
            </w:r>
          </w:p>
        </w:tc>
        <w:tc>
          <w:tcPr>
            <w:tcW w:w="3686" w:type="dxa"/>
            <w:vAlign w:val="center"/>
          </w:tcPr>
          <w:p w:rsidR="00403266" w:rsidRDefault="00403266" w:rsidP="004B16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4B16E1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i/>
              </w:rPr>
            </w:pPr>
            <w:r w:rsidRPr="00AB55C2">
              <w:rPr>
                <w:i/>
                <w:sz w:val="28"/>
              </w:rPr>
              <w:t>Рабочие повременщики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  <w:r>
              <w:t>409-635. Варщик сиропов, с</w:t>
            </w:r>
            <w:r>
              <w:t>о</w:t>
            </w:r>
            <w:r>
              <w:t>ков, экстрактов</w:t>
            </w:r>
          </w:p>
          <w:p w:rsidR="00403266" w:rsidRPr="00AB55C2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409-636. Варщик пищевого с</w:t>
            </w:r>
            <w:r>
              <w:t>ы</w:t>
            </w:r>
            <w:r>
              <w:t>рья и продуктов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409-637. Машинист размольн</w:t>
            </w:r>
            <w:r>
              <w:t>о</w:t>
            </w:r>
            <w:r>
              <w:t>го оборудования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409-653(409-654А; 409-655А). Транспортировщик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Складское хозяйство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i/>
              </w:rPr>
            </w:pPr>
            <w:r>
              <w:rPr>
                <w:i/>
              </w:rPr>
              <w:t>Склад сырья №1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409-815(409-816А; 409-817А; 409-818А; 409-819А; 409-820А; 409-821А; 409-822А; 409-823А; 409-824А). Грузчик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i/>
              </w:rPr>
            </w:pPr>
            <w:r>
              <w:rPr>
                <w:i/>
              </w:rPr>
              <w:t>Склад сырья №2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409-827(409-828А; 409-829А; 409-830А; 409-831А). Грузчик (ВПП)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Ремонтно-строительный уч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D84D70">
        <w:trPr>
          <w:trHeight w:val="649"/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409-877. Маляр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Pr="00F77C2E" w:rsidRDefault="00403266" w:rsidP="00DB70BA">
            <w:pPr>
              <w:pStyle w:val="aa"/>
              <w:rPr>
                <w:strike/>
              </w:rPr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84D70">
            <w:pPr>
              <w:pStyle w:val="aa"/>
            </w:pPr>
            <w:r>
              <w:t>Уменьшение контакта с вре</w:t>
            </w:r>
            <w:r>
              <w:t>д</w:t>
            </w:r>
            <w:r>
              <w:t xml:space="preserve">ными веществами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 уч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 xml:space="preserve">409-886(409-887А). </w:t>
            </w:r>
            <w:proofErr w:type="spellStart"/>
            <w:r>
              <w:t>Электрог</w:t>
            </w:r>
            <w:r>
              <w:t>а</w:t>
            </w:r>
            <w:r>
              <w:t>зосварщик</w:t>
            </w:r>
            <w:proofErr w:type="spellEnd"/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proofErr w:type="spellStart"/>
            <w:proofErr w:type="gramStart"/>
            <w:r>
              <w:t>УФ-излучение</w:t>
            </w:r>
            <w:proofErr w:type="spellEnd"/>
            <w:proofErr w:type="gramEnd"/>
            <w:r>
              <w:t>: организовать раци</w:t>
            </w:r>
            <w:r>
              <w:t>о</w:t>
            </w:r>
            <w:r>
              <w:t>нальные режимы труда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уровня воздейс</w:t>
            </w:r>
            <w:r>
              <w:t>т</w:t>
            </w:r>
            <w:r>
              <w:t xml:space="preserve">вия вредного фактора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>Снижение тяжести трудов</w:t>
            </w:r>
            <w:r>
              <w:t>о</w:t>
            </w:r>
            <w:r>
              <w:t xml:space="preserve">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Default="00403266" w:rsidP="00AB55C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до 10.01.2018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Транспортный цех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409-914(409-915А). Водитель автомобиля (ГАЗ 2705)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 xml:space="preserve">409-916. </w:t>
            </w:r>
            <w:proofErr w:type="gramStart"/>
            <w:r>
              <w:t>Водитель автомобиля (КамАЗ 53212 1992 (1997)</w:t>
            </w:r>
            <w:proofErr w:type="gramEnd"/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409-917. Водитель автомобиля (ЗИЛ 433360)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409-918. Водитель автомобиля (КамАЗ-5320)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409-919. Водитель автомобиля (</w:t>
            </w:r>
            <w:proofErr w:type="spellStart"/>
            <w:r>
              <w:t>Ниссан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409-920. Водитель автомобиля (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Камри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409-921. Водитель автомобиля (КамАЗ-532120)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409-922. Водитель автомобиля (МАЗ-53366-21)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409-923. Водитель автомобиля (КАВЗ-397620)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409-924. Водитель автомобиля (САЗ-3502)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409-930. Водитель автомобиля (КамАЗ 53212 1993)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409-931(409-932А). Водитель автомобиля (ГАЗ-3302 2001)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409-933(409-934А). Водитель автомобиля (ГАЗ 3307)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409-935. Водитель автомобиля (ГАЗ-3302 2000)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409-936. Водитель автомобиля (ЗИЛ-ММЗ 554)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  <w:tr w:rsidR="00403266" w:rsidRPr="00AF49A3" w:rsidTr="008B4051">
        <w:trPr>
          <w:jc w:val="center"/>
        </w:trPr>
        <w:tc>
          <w:tcPr>
            <w:tcW w:w="3049" w:type="dxa"/>
            <w:vAlign w:val="center"/>
          </w:tcPr>
          <w:p w:rsidR="00403266" w:rsidRPr="00AB55C2" w:rsidRDefault="00403266" w:rsidP="00AB55C2">
            <w:pPr>
              <w:pStyle w:val="aa"/>
              <w:jc w:val="left"/>
            </w:pPr>
            <w:r>
              <w:t>409-937. Водитель автомобиля (ЗИЛ 441510)</w:t>
            </w:r>
          </w:p>
        </w:tc>
        <w:tc>
          <w:tcPr>
            <w:tcW w:w="3686" w:type="dxa"/>
            <w:vAlign w:val="center"/>
          </w:tcPr>
          <w:p w:rsidR="00403266" w:rsidRDefault="0040326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403266" w:rsidRDefault="0040326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403266" w:rsidRPr="00063DF1" w:rsidRDefault="0040326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03266" w:rsidRPr="00063DF1" w:rsidRDefault="00403266" w:rsidP="00DB70BA">
            <w:pPr>
              <w:pStyle w:val="aa"/>
            </w:pPr>
          </w:p>
        </w:tc>
      </w:tr>
    </w:tbl>
    <w:p w:rsidR="00AB55C2" w:rsidRDefault="00AB55C2" w:rsidP="00DB70BA">
      <w:pPr>
        <w:rPr>
          <w:lang w:val="en-US"/>
        </w:rPr>
      </w:pPr>
    </w:p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AB55C2">
          <w:rPr>
            <w:rStyle w:val="a9"/>
          </w:rPr>
          <w:t>20.11.2017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046AF2" w:rsidRDefault="00046AF2" w:rsidP="009D6532"/>
    <w:sectPr w:rsidR="00046AF2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427" w:rsidRPr="00AB55C2" w:rsidRDefault="006C6427" w:rsidP="00AB55C2">
      <w:pPr>
        <w:pStyle w:val="aa"/>
        <w:rPr>
          <w:sz w:val="24"/>
        </w:rPr>
      </w:pPr>
      <w:r>
        <w:separator/>
      </w:r>
    </w:p>
  </w:endnote>
  <w:endnote w:type="continuationSeparator" w:id="0">
    <w:p w:rsidR="006C6427" w:rsidRPr="00AB55C2" w:rsidRDefault="006C6427" w:rsidP="00AB55C2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58" w:rsidRDefault="00A5225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58" w:rsidRDefault="00A5225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58" w:rsidRDefault="00A5225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427" w:rsidRPr="00AB55C2" w:rsidRDefault="006C6427" w:rsidP="00AB55C2">
      <w:pPr>
        <w:pStyle w:val="aa"/>
        <w:rPr>
          <w:sz w:val="24"/>
        </w:rPr>
      </w:pPr>
      <w:r>
        <w:separator/>
      </w:r>
    </w:p>
  </w:footnote>
  <w:footnote w:type="continuationSeparator" w:id="0">
    <w:p w:rsidR="006C6427" w:rsidRPr="00AB55C2" w:rsidRDefault="006C6427" w:rsidP="00AB55C2">
      <w:pPr>
        <w:pStyle w:val="aa"/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58" w:rsidRDefault="00A5225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58" w:rsidRDefault="00A5225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258" w:rsidRDefault="00A5225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eh_info" w:val=" ОАО &quot;Воронежская кондитерская фабрика&quot; "/>
    <w:docVar w:name="fill_date" w:val="20.11.2017"/>
    <w:docVar w:name="org_name" w:val="     "/>
    <w:docVar w:name="pers_guids" w:val="584AB01799BB4D42B4A1FA290455FDAD@161-443-09845"/>
    <w:docVar w:name="pers_snils" w:val="584AB01799BB4D42B4A1FA290455FDAD@161-443-09845"/>
    <w:docVar w:name="rbtd_name" w:val="ОАО &quot;Воронежская кондитерская фабрика&quot;"/>
    <w:docVar w:name="sv_docs" w:val="1"/>
  </w:docVars>
  <w:rsids>
    <w:rsidRoot w:val="00AB55C2"/>
    <w:rsid w:val="0002033E"/>
    <w:rsid w:val="00046AF2"/>
    <w:rsid w:val="00056BFC"/>
    <w:rsid w:val="0007776A"/>
    <w:rsid w:val="00093D2E"/>
    <w:rsid w:val="000C5130"/>
    <w:rsid w:val="000D7CDA"/>
    <w:rsid w:val="00160091"/>
    <w:rsid w:val="00196135"/>
    <w:rsid w:val="001A7AC3"/>
    <w:rsid w:val="001B06AD"/>
    <w:rsid w:val="00237B32"/>
    <w:rsid w:val="002E0FAB"/>
    <w:rsid w:val="003A1C01"/>
    <w:rsid w:val="003A2259"/>
    <w:rsid w:val="003C79E5"/>
    <w:rsid w:val="00403266"/>
    <w:rsid w:val="00483A6A"/>
    <w:rsid w:val="00495D50"/>
    <w:rsid w:val="004B7161"/>
    <w:rsid w:val="004C6BD0"/>
    <w:rsid w:val="004D3FF5"/>
    <w:rsid w:val="004D5EAC"/>
    <w:rsid w:val="004E5CB1"/>
    <w:rsid w:val="0052437D"/>
    <w:rsid w:val="00547088"/>
    <w:rsid w:val="005567D6"/>
    <w:rsid w:val="005645F0"/>
    <w:rsid w:val="00572AE0"/>
    <w:rsid w:val="00584289"/>
    <w:rsid w:val="005F64E6"/>
    <w:rsid w:val="00614FA4"/>
    <w:rsid w:val="0065289A"/>
    <w:rsid w:val="0067226F"/>
    <w:rsid w:val="006C6427"/>
    <w:rsid w:val="006C6EFF"/>
    <w:rsid w:val="006E662C"/>
    <w:rsid w:val="00725C51"/>
    <w:rsid w:val="00820552"/>
    <w:rsid w:val="008B4051"/>
    <w:rsid w:val="008C0968"/>
    <w:rsid w:val="0095733B"/>
    <w:rsid w:val="009647F7"/>
    <w:rsid w:val="009A1326"/>
    <w:rsid w:val="009D6532"/>
    <w:rsid w:val="00A026A4"/>
    <w:rsid w:val="00A1418B"/>
    <w:rsid w:val="00A52258"/>
    <w:rsid w:val="00A567D1"/>
    <w:rsid w:val="00A93705"/>
    <w:rsid w:val="00AA4BBE"/>
    <w:rsid w:val="00AA60C1"/>
    <w:rsid w:val="00AB55C2"/>
    <w:rsid w:val="00AE492C"/>
    <w:rsid w:val="00B12F45"/>
    <w:rsid w:val="00B1405F"/>
    <w:rsid w:val="00B3448B"/>
    <w:rsid w:val="00B5534B"/>
    <w:rsid w:val="00BA560A"/>
    <w:rsid w:val="00BD0A92"/>
    <w:rsid w:val="00C0355B"/>
    <w:rsid w:val="00C45714"/>
    <w:rsid w:val="00C8106D"/>
    <w:rsid w:val="00C93056"/>
    <w:rsid w:val="00CA2E96"/>
    <w:rsid w:val="00CD2568"/>
    <w:rsid w:val="00D11966"/>
    <w:rsid w:val="00D84D70"/>
    <w:rsid w:val="00DB70BA"/>
    <w:rsid w:val="00DC0F74"/>
    <w:rsid w:val="00DD6622"/>
    <w:rsid w:val="00E142B9"/>
    <w:rsid w:val="00E25119"/>
    <w:rsid w:val="00E458F1"/>
    <w:rsid w:val="00EB7BDE"/>
    <w:rsid w:val="00EC5373"/>
    <w:rsid w:val="00ED3F1A"/>
    <w:rsid w:val="00F262EE"/>
    <w:rsid w:val="00F66796"/>
    <w:rsid w:val="00F77C2E"/>
    <w:rsid w:val="00F835B0"/>
    <w:rsid w:val="00F9295C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B55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B55C2"/>
    <w:rPr>
      <w:sz w:val="24"/>
    </w:rPr>
  </w:style>
  <w:style w:type="paragraph" w:styleId="ad">
    <w:name w:val="footer"/>
    <w:basedOn w:val="a"/>
    <w:link w:val="ae"/>
    <w:rsid w:val="00AB5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B55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2E9E6-F0B9-4F03-9464-BD1577DE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19</TotalTime>
  <Pages>12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valeriya.kislyakova</dc:creator>
  <cp:keywords/>
  <dc:description/>
  <cp:lastModifiedBy>sr2008</cp:lastModifiedBy>
  <cp:revision>5</cp:revision>
  <cp:lastPrinted>2017-12-21T08:30:00Z</cp:lastPrinted>
  <dcterms:created xsi:type="dcterms:W3CDTF">2017-12-21T08:24:00Z</dcterms:created>
  <dcterms:modified xsi:type="dcterms:W3CDTF">2017-12-21T08:40:00Z</dcterms:modified>
</cp:coreProperties>
</file>