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45321" w:rsidRDefault="000F0714" w:rsidP="000F0714">
      <w:pPr>
        <w:pStyle w:val="a7"/>
        <w:jc w:val="center"/>
      </w:pPr>
      <w:r w:rsidRPr="00E45321">
        <w:t xml:space="preserve">Сводная ведомость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fldSimple w:instr=" DOCVARIABLE ceh_info \* MERGEFORMAT ">
        <w:r w:rsidR="00DD7171" w:rsidRPr="00DD7171">
          <w:rPr>
            <w:rStyle w:val="a9"/>
          </w:rPr>
          <w:t>Открытое акционерное общество "РОТ ФРОНТ"</w:t>
        </w:r>
      </w:fldSimple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1126"/>
        <w:gridCol w:w="2835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E45321" w:rsidTr="00E45321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E453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E45321" w:rsidRDefault="004654AF" w:rsidP="00F50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E45321" w:rsidTr="00E45321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E45321" w:rsidTr="00E45321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E45321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E45321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  <w:vAlign w:val="center"/>
          </w:tcPr>
          <w:p w:rsidR="00AF1EDF" w:rsidRPr="00E453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1126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168/364</w:t>
            </w:r>
          </w:p>
        </w:tc>
        <w:tc>
          <w:tcPr>
            <w:tcW w:w="2835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168/364</w:t>
            </w:r>
          </w:p>
        </w:tc>
        <w:tc>
          <w:tcPr>
            <w:tcW w:w="1063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26/53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82/173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60/138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E453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с</w:t>
            </w:r>
            <w:r w:rsidRPr="00E45321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1126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2835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1063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E453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2835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1063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E453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E453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DD71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DD71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E453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1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662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E45321" w:rsidTr="00E45321">
        <w:trPr>
          <w:cantSplit/>
          <w:trHeight w:val="245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F06873" w:rsidRPr="00E45321" w:rsidRDefault="004654AF" w:rsidP="00F06873">
            <w:pPr>
              <w:jc w:val="center"/>
              <w:rPr>
                <w:sz w:val="20"/>
              </w:rPr>
            </w:pPr>
            <w:r w:rsidRPr="00E45321">
              <w:rPr>
                <w:color w:val="000000"/>
                <w:sz w:val="20"/>
              </w:rPr>
              <w:t>Инд</w:t>
            </w:r>
            <w:r w:rsidRPr="00E45321">
              <w:rPr>
                <w:color w:val="000000"/>
                <w:sz w:val="20"/>
              </w:rPr>
              <w:t>и</w:t>
            </w:r>
            <w:r w:rsidRPr="00E45321">
              <w:rPr>
                <w:color w:val="000000"/>
                <w:sz w:val="20"/>
              </w:rPr>
              <w:t>ви</w:t>
            </w:r>
            <w:r w:rsidRPr="00E45321">
              <w:rPr>
                <w:color w:val="000000"/>
                <w:sz w:val="20"/>
              </w:rPr>
              <w:softHyphen/>
              <w:t>дуал</w:t>
            </w:r>
            <w:r w:rsidRPr="00E45321">
              <w:rPr>
                <w:color w:val="000000"/>
                <w:sz w:val="20"/>
              </w:rPr>
              <w:t>ь</w:t>
            </w:r>
            <w:r w:rsidRPr="00E45321">
              <w:rPr>
                <w:color w:val="000000"/>
                <w:sz w:val="20"/>
              </w:rPr>
              <w:t>ный номер р</w:t>
            </w:r>
            <w:r w:rsidRPr="00E45321">
              <w:rPr>
                <w:color w:val="000000"/>
                <w:sz w:val="20"/>
              </w:rPr>
              <w:t>а</w:t>
            </w:r>
            <w:r w:rsidRPr="00E45321">
              <w:rPr>
                <w:color w:val="000000"/>
                <w:sz w:val="20"/>
              </w:rPr>
              <w:t>бочего ме</w:t>
            </w:r>
            <w:r w:rsidRPr="00E45321">
              <w:rPr>
                <w:color w:val="000000"/>
                <w:sz w:val="20"/>
              </w:rPr>
              <w:t>с</w:t>
            </w:r>
            <w:r w:rsidRPr="00E45321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E453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E45321">
              <w:rPr>
                <w:color w:val="000000"/>
                <w:sz w:val="20"/>
              </w:rPr>
              <w:t>Профессия/</w:t>
            </w:r>
            <w:r w:rsidRPr="00E45321">
              <w:rPr>
                <w:color w:val="000000"/>
                <w:sz w:val="20"/>
              </w:rPr>
              <w:br/>
              <w:t>должность/</w:t>
            </w:r>
            <w:r w:rsidRPr="00E45321">
              <w:rPr>
                <w:color w:val="000000"/>
                <w:sz w:val="20"/>
              </w:rPr>
              <w:br/>
              <w:t>специальность рабо</w:t>
            </w:r>
            <w:r w:rsidRPr="00E45321">
              <w:rPr>
                <w:color w:val="000000"/>
                <w:sz w:val="20"/>
              </w:rPr>
              <w:t>т</w:t>
            </w:r>
            <w:r w:rsidRPr="00E45321">
              <w:rPr>
                <w:color w:val="000000"/>
                <w:sz w:val="20"/>
              </w:rPr>
              <w:t xml:space="preserve">ника </w:t>
            </w:r>
          </w:p>
          <w:p w:rsidR="00F06873" w:rsidRPr="00E453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844" w:type="dxa"/>
            <w:gridSpan w:val="14"/>
            <w:shd w:val="clear" w:color="auto" w:fill="auto"/>
          </w:tcPr>
          <w:p w:rsidR="00F06873" w:rsidRPr="00E45321" w:rsidRDefault="00F06873" w:rsidP="00F06873">
            <w:pPr>
              <w:jc w:val="center"/>
              <w:rPr>
                <w:sz w:val="20"/>
              </w:rPr>
            </w:pPr>
            <w:r w:rsidRPr="00E45321">
              <w:rPr>
                <w:sz w:val="20"/>
              </w:rPr>
              <w:t>Классы</w:t>
            </w:r>
            <w:r w:rsidR="004654AF" w:rsidRPr="00E45321">
              <w:rPr>
                <w:sz w:val="20"/>
              </w:rPr>
              <w:t xml:space="preserve"> </w:t>
            </w:r>
            <w:r w:rsidR="004654AF" w:rsidRPr="00E45321">
              <w:rPr>
                <w:color w:val="000000"/>
                <w:sz w:val="20"/>
              </w:rPr>
              <w:t>(подклассы)</w:t>
            </w:r>
            <w:r w:rsidRPr="00E453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E45321">
              <w:rPr>
                <w:color w:val="000000"/>
                <w:sz w:val="16"/>
                <w:szCs w:val="16"/>
              </w:rPr>
              <w:t>о</w:t>
            </w:r>
            <w:r w:rsidRPr="00E45321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E45321">
              <w:rPr>
                <w:color w:val="000000"/>
                <w:sz w:val="16"/>
                <w:szCs w:val="16"/>
              </w:rPr>
              <w:t>о</w:t>
            </w:r>
            <w:r w:rsidRPr="00E45321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E45321">
              <w:rPr>
                <w:color w:val="000000"/>
                <w:sz w:val="16"/>
                <w:szCs w:val="16"/>
              </w:rPr>
              <w:t>о</w:t>
            </w:r>
            <w:r w:rsidRPr="00E45321">
              <w:rPr>
                <w:color w:val="000000"/>
                <w:sz w:val="16"/>
                <w:szCs w:val="16"/>
              </w:rPr>
              <w:t>го примен</w:t>
            </w:r>
            <w:r w:rsidRPr="00E45321">
              <w:rPr>
                <w:color w:val="000000"/>
                <w:sz w:val="16"/>
                <w:szCs w:val="16"/>
              </w:rPr>
              <w:t>е</w:t>
            </w:r>
            <w:r w:rsidRPr="00E45321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r w:rsidR="00F504AF" w:rsidRPr="00E45321">
              <w:rPr>
                <w:color w:val="000000"/>
                <w:sz w:val="16"/>
                <w:szCs w:val="16"/>
              </w:rPr>
              <w:t>/</w:t>
            </w:r>
            <w:r w:rsidRPr="00E453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E45321">
              <w:rPr>
                <w:color w:val="000000"/>
                <w:sz w:val="16"/>
                <w:szCs w:val="16"/>
              </w:rPr>
              <w:t>п</w:t>
            </w:r>
            <w:r w:rsidRPr="00E45321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E45321">
              <w:rPr>
                <w:color w:val="000000"/>
                <w:sz w:val="16"/>
                <w:szCs w:val="16"/>
              </w:rPr>
              <w:t>ь</w:t>
            </w:r>
            <w:r w:rsidRPr="00E45321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E453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Лечебно</w:t>
            </w:r>
            <w:r w:rsidRPr="00E45321">
              <w:rPr>
                <w:sz w:val="16"/>
                <w:szCs w:val="16"/>
              </w:rPr>
              <w:t>-профилактическое п</w:t>
            </w:r>
            <w:r w:rsidRPr="00E45321">
              <w:rPr>
                <w:sz w:val="16"/>
                <w:szCs w:val="16"/>
              </w:rPr>
              <w:t>и</w:t>
            </w:r>
            <w:r w:rsidRPr="00E45321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Льготно</w:t>
            </w:r>
            <w:r w:rsidRPr="00E45321">
              <w:rPr>
                <w:sz w:val="16"/>
                <w:szCs w:val="16"/>
              </w:rPr>
              <w:t>е пенсионное обеспеч</w:t>
            </w:r>
            <w:r w:rsidRPr="00E45321">
              <w:rPr>
                <w:sz w:val="16"/>
                <w:szCs w:val="16"/>
              </w:rPr>
              <w:t>е</w:t>
            </w:r>
            <w:r w:rsidRPr="00E45321">
              <w:rPr>
                <w:sz w:val="16"/>
                <w:szCs w:val="16"/>
              </w:rPr>
              <w:t>ние (да/нет)</w:t>
            </w:r>
          </w:p>
        </w:tc>
      </w:tr>
      <w:tr w:rsidR="00F06873" w:rsidRPr="00E45321" w:rsidTr="00E45321">
        <w:trPr>
          <w:cantSplit/>
          <w:trHeight w:val="2254"/>
        </w:trPr>
        <w:tc>
          <w:tcPr>
            <w:tcW w:w="1241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E45321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E45321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504AF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микроклимат</w:t>
            </w:r>
            <w:r w:rsidRPr="00E45321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504AF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светов</w:t>
            </w:r>
            <w:r w:rsidRPr="00E45321">
              <w:rPr>
                <w:color w:val="000000"/>
                <w:sz w:val="16"/>
                <w:szCs w:val="16"/>
              </w:rPr>
              <w:t>ой</w:t>
            </w:r>
            <w:r w:rsidR="00F06873" w:rsidRPr="00E45321">
              <w:rPr>
                <w:color w:val="000000"/>
                <w:sz w:val="16"/>
                <w:szCs w:val="16"/>
              </w:rPr>
              <w:t xml:space="preserve"> сред</w:t>
            </w:r>
            <w:r w:rsidRPr="00E45321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E45321">
              <w:rPr>
                <w:color w:val="000000"/>
                <w:sz w:val="16"/>
                <w:szCs w:val="16"/>
              </w:rPr>
              <w:t>о</w:t>
            </w:r>
            <w:r w:rsidRPr="00E45321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E45321" w:rsidTr="00E45321">
        <w:tc>
          <w:tcPr>
            <w:tcW w:w="1241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24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Pr="00E4532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(пр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готовление начинки «Сн</w:t>
            </w:r>
            <w:r w:rsidRPr="00DD7171">
              <w:rPr>
                <w:b/>
                <w:sz w:val="18"/>
                <w:szCs w:val="18"/>
              </w:rPr>
              <w:t>е</w:t>
            </w:r>
            <w:r w:rsidRPr="00DD7171">
              <w:rPr>
                <w:b/>
                <w:sz w:val="18"/>
                <w:szCs w:val="18"/>
              </w:rPr>
              <w:t>жок») (2-й Новокузнецкий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Pr="00E4532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Pr="00E4532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94-22-1А (94-22А)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№ 5 – 2 этаж)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98-22-1А (98-22А)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98-22-2А (98-22А)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99-22-1А (99-22А)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99-22-2А (99-22А)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№ 6 – 4 этаж)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100-22-1А (100-22А)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100-22-2А (100-22А)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101-22-1А (101-22А)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101-22-2А (101-22А)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102-22-1А (102-22А)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102-22-2А (102-22А)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</w:t>
            </w:r>
            <w:r>
              <w:rPr>
                <w:sz w:val="18"/>
                <w:szCs w:val="18"/>
              </w:rPr>
              <w:lastRenderedPageBreak/>
              <w:t xml:space="preserve">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103-22-1А (103-22А)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103-22-2А (103-22А)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104-22-1А (104-22А)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104-22-2А (104-22А)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№ 7 – 2 этаж)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105-22-1А (105-22А)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106-22-1А (106-22А)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107-22-1А (107-22А)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108-22-1А (108-22А)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наклейка траф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рета, укладка на поддоны)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109-22-1А </w:t>
            </w:r>
            <w:r>
              <w:rPr>
                <w:sz w:val="18"/>
                <w:szCs w:val="18"/>
              </w:rPr>
              <w:lastRenderedPageBreak/>
              <w:t>(109-22А)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наклейка траф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рета, укладка на поддоны)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№ 8 – 4 этаж)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110-22-1А (110-22А)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110-22-2А (110-22А)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111-22-1А (111-22А)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111-22-2А (111-22А)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са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 xml:space="preserve">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112-22-1А (112-22А)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112-22-2А (112-22А)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перетягивание</w:t>
            </w:r>
            <w:proofErr w:type="spellEnd"/>
            <w:r>
              <w:rPr>
                <w:sz w:val="18"/>
                <w:szCs w:val="18"/>
              </w:rPr>
              <w:t xml:space="preserve">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глазирования)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113-22-1А (113-22А)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глазирования)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113-22-2А (113-22А)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глазирования)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114-22-1А (114-22А)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114-22-2А (114-22А)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(распределение карамели по ячейкам </w:t>
            </w:r>
            <w:proofErr w:type="spellStart"/>
            <w:r>
              <w:rPr>
                <w:sz w:val="18"/>
                <w:szCs w:val="18"/>
              </w:rPr>
              <w:t>самора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клада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глазированной карамели на листы)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115-22-1А (115-22А)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глазированной карамели на листы)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115-22-2А (115-22А)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глазированной карамели на листы)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116-22-1А (116-22А)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116-22-2А (116-22А)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(взв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шивание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117-22-1А (117-22А)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117-22-2А (117-22А)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«Прогресс»)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118-22-1А (118-22А)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118-22-2А (118-22А)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</w:t>
            </w:r>
            <w:proofErr w:type="spellStart"/>
            <w:r w:rsidRPr="00DD7171">
              <w:rPr>
                <w:b/>
                <w:sz w:val="18"/>
                <w:szCs w:val="18"/>
              </w:rPr>
              <w:t>Гофроскладыватель</w:t>
            </w:r>
            <w:proofErr w:type="spellEnd"/>
            <w:r w:rsidRPr="00DD7171">
              <w:rPr>
                <w:b/>
                <w:sz w:val="18"/>
                <w:szCs w:val="18"/>
              </w:rPr>
              <w:t>) (2-й Новокузнецкий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(скл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122-22-1А (122-22А)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(скл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(скл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123-22-1А (123-22А)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(скл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КАРАМЕЛЬНЫЙ ЦЕХ (П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временщики) (2-й Новоку</w:t>
            </w:r>
            <w:r w:rsidRPr="00DD7171">
              <w:rPr>
                <w:b/>
                <w:sz w:val="18"/>
                <w:szCs w:val="18"/>
              </w:rPr>
              <w:t>з</w:t>
            </w:r>
            <w:r w:rsidRPr="00DD7171">
              <w:rPr>
                <w:b/>
                <w:sz w:val="18"/>
                <w:szCs w:val="18"/>
              </w:rPr>
              <w:t>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пралине из шоколадного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124-22-1А (124-22А)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пралине из шоколадного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124-22-2А (124-22А)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пралине из шоколадного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(варка начинки «Птичье мол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ко» - 3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125-22-1А (125-22А)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(варка начинки «Птичье мол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ко» - 3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125-22-2А (125-22А)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(варка начинки «Птичье мол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ко» - 3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126-22-1А (126-22А)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126-22-2А (126-22А)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(ценное 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127-22-1А (127-22А)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(ценное 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(ночной дежурный)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128-22-1А (128-22А)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(ночной дежурный)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128-22-2А (128-22А)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(ночной дежурный)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129-22-1А (129-22А)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130-22-1А (130-22А)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130-22-2А (130-22А)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ВАФЕЛЬНЫЙ ЦЕХ  (2-й Новокузнецкий пер., 13/15) Линия № 2 (производство конфет «МСВ») –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131-22-1А (131-22А)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131-22-2А (131-22А)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(ручной сбор конфет на лотки с транспорт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132-22-1А (132-22А)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(ручной сбор конфет на лотки с транспорт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132-22-2А (132-22А)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(ручной сбор конфет на лотки с транспорт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ВАФЕЛЬНЫЙ ЦЕХ  (2-й Новокузнецкий пер., 13/15) Линия № 3 (производство конфет «МСВ») –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133-22-1А (133-22А)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133-22-2А (133-22А)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ВАФЕЛЬНЫЙ ЦЕХ (2-й Н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 xml:space="preserve">вокузнецкий пер., 13/15) </w:t>
            </w:r>
            <w:proofErr w:type="gramStart"/>
            <w:r w:rsidRPr="00DD7171">
              <w:rPr>
                <w:b/>
                <w:sz w:val="18"/>
                <w:szCs w:val="18"/>
              </w:rPr>
              <w:t>Фруктовое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отделение – 2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Вафельщик (намазка вафел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134-22-1А (134-22А)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Вафельщик (намазка вафел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134-22-2А (134-22А)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Вафельщик (намазка вафел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Резчик пищевой продукции </w:t>
            </w:r>
            <w:r>
              <w:rPr>
                <w:sz w:val="18"/>
                <w:szCs w:val="18"/>
              </w:rPr>
              <w:lastRenderedPageBreak/>
              <w:t>(резка вафельных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вафель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бочки, 1/250)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вафель в короба – весовой 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137-22-1А (137-22А)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вафель в короба – весовой 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ВАФЕЛЬНЫЙ ЦЕХ (2-й Н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вокузнецкий пер., 13/15) Уч</w:t>
            </w:r>
            <w:r w:rsidRPr="00DD7171">
              <w:rPr>
                <w:b/>
                <w:sz w:val="18"/>
                <w:szCs w:val="18"/>
              </w:rPr>
              <w:t>а</w:t>
            </w:r>
            <w:r w:rsidRPr="00DD7171">
              <w:rPr>
                <w:b/>
                <w:sz w:val="18"/>
                <w:szCs w:val="18"/>
              </w:rPr>
              <w:t>сток весовых вафель с жир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вой начинкой – 2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пищевой продукции (резка вафельных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вафель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141-22-1А (141-22А)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Картонажник (сбор </w:t>
            </w:r>
            <w:proofErr w:type="spellStart"/>
            <w:r>
              <w:rPr>
                <w:sz w:val="18"/>
                <w:szCs w:val="18"/>
              </w:rPr>
              <w:t>гофрок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</w:t>
            </w:r>
            <w:proofErr w:type="spellEnd"/>
            <w:r>
              <w:rPr>
                <w:sz w:val="18"/>
                <w:szCs w:val="18"/>
              </w:rPr>
              <w:t xml:space="preserve">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ВАФЕЛЬНЫЙ ЦЕХ  (2-й Новокузнецкий пер., 13/15)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Кладовщик (учет возвратных отходов 3 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143-22-1А (143-22А)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Кладовщик (учет возвратных отходов 3 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143-22-2А (143-22А)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Кладовщик (учет возвратных отходов 3 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сахара, сбор вафельных отеков)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144-22-1А (144-22А)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сахара, сбор вафельных отеков)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144-22-2А (144-22А)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сахара, сбор вафельных отеков)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(приготовление реце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145-22-1А </w:t>
            </w:r>
            <w:r>
              <w:rPr>
                <w:sz w:val="18"/>
                <w:szCs w:val="18"/>
              </w:rPr>
              <w:lastRenderedPageBreak/>
              <w:t>(145-22А)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дования (приготовление реце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145-22-2А (145-22А)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(приготовление реце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турной смеси)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(сбор, 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146-22-1А (146-22А)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(сбор, 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в цех вспом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147-22-1А (147-22А)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в цех вспом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(пе</w:t>
            </w:r>
            <w:r w:rsidRPr="00DD7171">
              <w:rPr>
                <w:b/>
                <w:sz w:val="18"/>
                <w:szCs w:val="18"/>
              </w:rPr>
              <w:t>р</w:t>
            </w:r>
            <w:r w:rsidRPr="00DD7171">
              <w:rPr>
                <w:b/>
                <w:sz w:val="18"/>
                <w:szCs w:val="18"/>
              </w:rPr>
              <w:t>вичная переработка какао-бобов) (2-й Новокузнецкий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Обжарщик</w:t>
            </w:r>
            <w:proofErr w:type="spellEnd"/>
            <w:r>
              <w:rPr>
                <w:sz w:val="18"/>
                <w:szCs w:val="18"/>
              </w:rPr>
              <w:t xml:space="preserve"> пищевых продуктов (обжарка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148-22-1А (148-22А)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Обжарщик</w:t>
            </w:r>
            <w:proofErr w:type="spellEnd"/>
            <w:r>
              <w:rPr>
                <w:sz w:val="18"/>
                <w:szCs w:val="18"/>
              </w:rPr>
              <w:t xml:space="preserve"> пищевых продуктов (обжарка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(уч</w:t>
            </w:r>
            <w:r w:rsidRPr="00DD7171">
              <w:rPr>
                <w:b/>
                <w:sz w:val="18"/>
                <w:szCs w:val="18"/>
              </w:rPr>
              <w:t>а</w:t>
            </w:r>
            <w:r w:rsidRPr="00DD7171">
              <w:rPr>
                <w:b/>
                <w:sz w:val="18"/>
                <w:szCs w:val="18"/>
              </w:rPr>
              <w:t>сток приготовления какао-порошка) (2-й Новокузне</w:t>
            </w:r>
            <w:r w:rsidRPr="00DD7171">
              <w:rPr>
                <w:b/>
                <w:sz w:val="18"/>
                <w:szCs w:val="18"/>
              </w:rPr>
              <w:t>ц</w:t>
            </w:r>
            <w:r w:rsidRPr="00DD7171">
              <w:rPr>
                <w:b/>
                <w:sz w:val="18"/>
                <w:szCs w:val="18"/>
              </w:rPr>
              <w:t>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(размол какао-жмыха в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РТС №1) (2-й Новоку</w:t>
            </w:r>
            <w:r w:rsidRPr="00DD7171">
              <w:rPr>
                <w:b/>
                <w:sz w:val="18"/>
                <w:szCs w:val="18"/>
              </w:rPr>
              <w:t>з</w:t>
            </w:r>
            <w:r w:rsidRPr="00DD7171">
              <w:rPr>
                <w:b/>
                <w:sz w:val="18"/>
                <w:szCs w:val="18"/>
              </w:rPr>
              <w:t>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150-22-1А (150-22А)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150-22-2А (150-22А)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РТС №2) (2-й Новоку</w:t>
            </w:r>
            <w:r w:rsidRPr="00DD7171">
              <w:rPr>
                <w:b/>
                <w:sz w:val="18"/>
                <w:szCs w:val="18"/>
              </w:rPr>
              <w:t>з</w:t>
            </w:r>
            <w:r w:rsidRPr="00DD7171">
              <w:rPr>
                <w:b/>
                <w:sz w:val="18"/>
                <w:szCs w:val="18"/>
              </w:rPr>
              <w:lastRenderedPageBreak/>
              <w:t>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(дву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валковая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151-22-1А (151-22А)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(дву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валковая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151-22-2А (151-22А)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(дву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валковая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</w:t>
            </w:r>
            <w:proofErr w:type="spellStart"/>
            <w:r>
              <w:rPr>
                <w:sz w:val="18"/>
                <w:szCs w:val="18"/>
              </w:rPr>
              <w:t>пят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валковая</w:t>
            </w:r>
            <w:proofErr w:type="spellEnd"/>
            <w:r>
              <w:rPr>
                <w:sz w:val="18"/>
                <w:szCs w:val="18"/>
              </w:rPr>
              <w:t xml:space="preserve">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152-22-1А (152-22А)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</w:t>
            </w:r>
            <w:proofErr w:type="spellStart"/>
            <w:r>
              <w:rPr>
                <w:sz w:val="18"/>
                <w:szCs w:val="18"/>
              </w:rPr>
              <w:t>пят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валковая</w:t>
            </w:r>
            <w:proofErr w:type="spellEnd"/>
            <w:r>
              <w:rPr>
                <w:sz w:val="18"/>
                <w:szCs w:val="18"/>
              </w:rPr>
              <w:t xml:space="preserve">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152-22-2А (152-22А)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</w:t>
            </w:r>
            <w:proofErr w:type="spellStart"/>
            <w:r>
              <w:rPr>
                <w:sz w:val="18"/>
                <w:szCs w:val="18"/>
              </w:rPr>
              <w:t>пят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валк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вая</w:t>
            </w:r>
            <w:proofErr w:type="spellEnd"/>
            <w:r>
              <w:rPr>
                <w:sz w:val="18"/>
                <w:szCs w:val="18"/>
              </w:rPr>
              <w:t xml:space="preserve">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153-22-1А (153-22А)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(пульт управления подачи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154-22-1А (154-22А)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(пульт управления подачи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154-22-2А (154-22А)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(пульт управления подачи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(уч</w:t>
            </w:r>
            <w:r w:rsidRPr="00DD7171">
              <w:rPr>
                <w:b/>
                <w:sz w:val="18"/>
                <w:szCs w:val="18"/>
              </w:rPr>
              <w:t>а</w:t>
            </w:r>
            <w:r w:rsidRPr="00DD7171">
              <w:rPr>
                <w:b/>
                <w:sz w:val="18"/>
                <w:szCs w:val="18"/>
              </w:rPr>
              <w:t xml:space="preserve">сток приготовления </w:t>
            </w:r>
            <w:proofErr w:type="spellStart"/>
            <w:r w:rsidRPr="00DD7171">
              <w:rPr>
                <w:b/>
                <w:sz w:val="18"/>
                <w:szCs w:val="18"/>
              </w:rPr>
              <w:t>прал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новых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масс) (2-й Новоку</w:t>
            </w:r>
            <w:r w:rsidRPr="00DD7171">
              <w:rPr>
                <w:b/>
                <w:sz w:val="18"/>
                <w:szCs w:val="18"/>
              </w:rPr>
              <w:t>з</w:t>
            </w:r>
            <w:r w:rsidRPr="00DD7171">
              <w:rPr>
                <w:b/>
                <w:sz w:val="18"/>
                <w:szCs w:val="18"/>
              </w:rPr>
              <w:t>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Рецептурщик</w:t>
            </w:r>
            <w:proofErr w:type="spellEnd"/>
            <w:r>
              <w:rPr>
                <w:sz w:val="18"/>
                <w:szCs w:val="18"/>
              </w:rPr>
              <w:t xml:space="preserve"> (загрузка сухих компонентов в </w:t>
            </w:r>
            <w:proofErr w:type="spellStart"/>
            <w:r>
              <w:rPr>
                <w:sz w:val="18"/>
                <w:szCs w:val="18"/>
              </w:rPr>
              <w:t>микс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155-22-1А (155-22А)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Рецептурщик</w:t>
            </w:r>
            <w:proofErr w:type="spellEnd"/>
            <w:r>
              <w:rPr>
                <w:sz w:val="18"/>
                <w:szCs w:val="18"/>
              </w:rPr>
              <w:t xml:space="preserve"> (загрузка сухих компонентов в </w:t>
            </w:r>
            <w:proofErr w:type="spellStart"/>
            <w:r>
              <w:rPr>
                <w:sz w:val="18"/>
                <w:szCs w:val="18"/>
              </w:rPr>
              <w:t>микс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155-22-2А (155-22А)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Рецептурщик</w:t>
            </w:r>
            <w:proofErr w:type="spellEnd"/>
            <w:r>
              <w:rPr>
                <w:sz w:val="18"/>
                <w:szCs w:val="18"/>
              </w:rPr>
              <w:t xml:space="preserve"> (загрузка сухих компонентов в </w:t>
            </w:r>
            <w:proofErr w:type="spellStart"/>
            <w:r>
              <w:rPr>
                <w:sz w:val="18"/>
                <w:szCs w:val="18"/>
              </w:rPr>
              <w:t>микс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</w:t>
            </w:r>
            <w:proofErr w:type="spellStart"/>
            <w:r>
              <w:rPr>
                <w:sz w:val="18"/>
                <w:szCs w:val="18"/>
              </w:rPr>
              <w:t>пятивалковая</w:t>
            </w:r>
            <w:proofErr w:type="spellEnd"/>
            <w:r>
              <w:rPr>
                <w:sz w:val="18"/>
                <w:szCs w:val="18"/>
              </w:rPr>
              <w:t xml:space="preserve"> 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156-22-1А (156-22А)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</w:t>
            </w:r>
            <w:proofErr w:type="spellStart"/>
            <w:r>
              <w:rPr>
                <w:sz w:val="18"/>
                <w:szCs w:val="18"/>
              </w:rPr>
              <w:t>пятивалковая</w:t>
            </w:r>
            <w:proofErr w:type="spellEnd"/>
            <w:r>
              <w:rPr>
                <w:sz w:val="18"/>
                <w:szCs w:val="18"/>
              </w:rPr>
              <w:t xml:space="preserve"> 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156-22-2А (156-22А)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</w:t>
            </w:r>
            <w:proofErr w:type="spellStart"/>
            <w:r>
              <w:rPr>
                <w:sz w:val="18"/>
                <w:szCs w:val="18"/>
              </w:rPr>
              <w:t>пятивалковая</w:t>
            </w:r>
            <w:proofErr w:type="spellEnd"/>
            <w:r>
              <w:rPr>
                <w:sz w:val="18"/>
                <w:szCs w:val="18"/>
              </w:rPr>
              <w:t xml:space="preserve"> 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(приготовление терт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157-22-1А (157-22А)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(приготовление терт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орехов и вафельных листов)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158-22-1А (158-22А)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орехов и вафельных листов)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сахарного песка в пудру)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159-22-1А (159-22А)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сахарного песка в пудру)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</w:t>
            </w:r>
            <w:proofErr w:type="spellStart"/>
            <w:r w:rsidRPr="00DD7171">
              <w:rPr>
                <w:b/>
                <w:sz w:val="18"/>
                <w:szCs w:val="18"/>
              </w:rPr>
              <w:t>ш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коладоотливочный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автомат «</w:t>
            </w:r>
            <w:proofErr w:type="spellStart"/>
            <w:r w:rsidRPr="00DD7171">
              <w:rPr>
                <w:b/>
                <w:sz w:val="18"/>
                <w:szCs w:val="18"/>
              </w:rPr>
              <w:t>Супер-Камевиль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- 732») (2-й Новокузнецкий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(бригадир </w:t>
            </w:r>
            <w:proofErr w:type="gramStart"/>
            <w:r>
              <w:rPr>
                <w:sz w:val="18"/>
                <w:szCs w:val="18"/>
              </w:rPr>
              <w:t>-о</w:t>
            </w:r>
            <w:proofErr w:type="gramEnd"/>
            <w:r>
              <w:rPr>
                <w:sz w:val="18"/>
                <w:szCs w:val="18"/>
              </w:rPr>
              <w:t>тливка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160-22-1А (160-22А)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(бригадир </w:t>
            </w:r>
            <w:proofErr w:type="gramStart"/>
            <w:r>
              <w:rPr>
                <w:sz w:val="18"/>
                <w:szCs w:val="18"/>
              </w:rPr>
              <w:t>-о</w:t>
            </w:r>
            <w:proofErr w:type="gramEnd"/>
            <w:r>
              <w:rPr>
                <w:sz w:val="18"/>
                <w:szCs w:val="18"/>
              </w:rPr>
              <w:t>тливка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160-22-2А (160-22А)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(бригадир </w:t>
            </w:r>
            <w:proofErr w:type="gramStart"/>
            <w:r>
              <w:rPr>
                <w:sz w:val="18"/>
                <w:szCs w:val="18"/>
              </w:rPr>
              <w:t>-о</w:t>
            </w:r>
            <w:proofErr w:type="gramEnd"/>
            <w:r>
              <w:rPr>
                <w:sz w:val="18"/>
                <w:szCs w:val="18"/>
              </w:rPr>
              <w:t>тливка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161-22-1А (161-22А)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161-22-2А (161-22А)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(упаковка шоу-боксов в </w:t>
            </w:r>
            <w:r>
              <w:rPr>
                <w:sz w:val="18"/>
                <w:szCs w:val="18"/>
              </w:rPr>
              <w:lastRenderedPageBreak/>
              <w:t>короба, наклейка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162-22-1А (162-22А)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(упаковка шоу-боксов в короба, наклейка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162-22-2А (162-22А)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(упаковка шоу-боксов в короба, наклейка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163-22-1А (163-22А)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163-22-2А (163-22А)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</w:t>
            </w:r>
            <w:proofErr w:type="spellStart"/>
            <w:r w:rsidRPr="00DD7171">
              <w:rPr>
                <w:b/>
                <w:sz w:val="18"/>
                <w:szCs w:val="18"/>
              </w:rPr>
              <w:t>Ш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коладоотливочный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автомат «</w:t>
            </w:r>
            <w:proofErr w:type="spellStart"/>
            <w:r w:rsidRPr="00DD7171">
              <w:rPr>
                <w:b/>
                <w:sz w:val="18"/>
                <w:szCs w:val="18"/>
              </w:rPr>
              <w:t>Супер-Камевиль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800») (2-й Новокузнецкий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шоколада в шоу-боксы,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164-22-1А (164-22А)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шоколада в шоу-боксы,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164-22-2А (164-22А)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шоколада в шоу-боксы,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(наклейка трафаретов, укладка шоу-боксов в короба, упаковка коробов)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165-22-1А (165-22А)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(наклейка трафаретов, укладка шоу-боксов в короба, упаковка коробов)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166-22-1А (166-22А)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166-22-2А (166-22А)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</w:t>
            </w:r>
            <w:proofErr w:type="spellStart"/>
            <w:r w:rsidRPr="00DD7171">
              <w:rPr>
                <w:b/>
                <w:sz w:val="18"/>
                <w:szCs w:val="18"/>
              </w:rPr>
              <w:t>Ш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коладоотливочный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автомат «</w:t>
            </w:r>
            <w:proofErr w:type="spellStart"/>
            <w:r w:rsidRPr="00DD7171">
              <w:rPr>
                <w:b/>
                <w:sz w:val="18"/>
                <w:szCs w:val="18"/>
              </w:rPr>
              <w:t>Биндлер</w:t>
            </w:r>
            <w:proofErr w:type="spellEnd"/>
            <w:r w:rsidRPr="00DD7171">
              <w:rPr>
                <w:b/>
                <w:sz w:val="18"/>
                <w:szCs w:val="18"/>
              </w:rPr>
              <w:t>») (2-й Новокузне</w:t>
            </w:r>
            <w:r w:rsidRPr="00DD7171">
              <w:rPr>
                <w:b/>
                <w:sz w:val="18"/>
                <w:szCs w:val="18"/>
              </w:rPr>
              <w:t>ц</w:t>
            </w:r>
            <w:r w:rsidRPr="00DD7171">
              <w:rPr>
                <w:b/>
                <w:sz w:val="18"/>
                <w:szCs w:val="18"/>
              </w:rPr>
              <w:t>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(подача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колада к заверточной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167-22-1А (167-22А)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(подача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колада к заверточной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167-22-2А (167-22А)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(подача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колада к заверточной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168-22-1А (168-22А)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168-22-2А (168-22А)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ШОКОЛАДНЫЙ ЦЕХ (п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временщики) (2-й Новоку</w:t>
            </w:r>
            <w:r w:rsidRPr="00DD7171">
              <w:rPr>
                <w:b/>
                <w:sz w:val="18"/>
                <w:szCs w:val="18"/>
              </w:rPr>
              <w:t>з</w:t>
            </w:r>
            <w:r w:rsidRPr="00DD7171">
              <w:rPr>
                <w:b/>
                <w:sz w:val="18"/>
                <w:szCs w:val="18"/>
              </w:rPr>
              <w:t>нецкий пер.,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тары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металлич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термосов в цех для 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шоколадной глазури)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(какао-жмых,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Транспортировщик (сбор и </w:t>
            </w:r>
            <w:r>
              <w:rPr>
                <w:sz w:val="18"/>
                <w:szCs w:val="18"/>
              </w:rPr>
              <w:lastRenderedPageBreak/>
              <w:t>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174-22-1А (174-22А)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174-22-2А (174-22А)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175-22-1А (175-22А)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175-22-2А (175-22А)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тары –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тары –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сырья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навесок на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178-22-1А (178-22А)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сырья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навесок на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178-22-2А (178-22А)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сырья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навесок на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–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–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–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изводстве пищевой продукции </w:t>
            </w:r>
            <w:r>
              <w:rPr>
                <w:sz w:val="18"/>
                <w:szCs w:val="18"/>
              </w:rPr>
              <w:lastRenderedPageBreak/>
              <w:t>(ППР)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183-22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– 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- 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ремонт,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- 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 xml:space="preserve">Склад №22 (ул. </w:t>
            </w:r>
            <w:proofErr w:type="spellStart"/>
            <w:r w:rsidRPr="00DD7171">
              <w:rPr>
                <w:b/>
                <w:sz w:val="18"/>
                <w:szCs w:val="18"/>
              </w:rPr>
              <w:t>Котляко</w:t>
            </w:r>
            <w:r w:rsidRPr="00DD7171">
              <w:rPr>
                <w:b/>
                <w:sz w:val="18"/>
                <w:szCs w:val="18"/>
              </w:rPr>
              <w:t>в</w:t>
            </w:r>
            <w:r w:rsidRPr="00DD7171">
              <w:rPr>
                <w:b/>
                <w:sz w:val="18"/>
                <w:szCs w:val="18"/>
              </w:rPr>
              <w:t>ская</w:t>
            </w:r>
            <w:proofErr w:type="spellEnd"/>
            <w:r w:rsidRPr="00DD7171">
              <w:rPr>
                <w:b/>
                <w:sz w:val="18"/>
                <w:szCs w:val="18"/>
              </w:rPr>
              <w:t>, д.2)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186-22-1А (186-22А)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187-22-1А (187-22А)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188-22-1А (188-22А)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189-22-1А (189-22А)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190-22-1А (190-22А)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191-22-1А (191-22А)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 правом вождения погрузочно-разгрузочной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Склад № 1 (2-й новокузне</w:t>
            </w:r>
            <w:r w:rsidRPr="00DD7171">
              <w:rPr>
                <w:b/>
                <w:sz w:val="18"/>
                <w:szCs w:val="18"/>
              </w:rPr>
              <w:t>ц</w:t>
            </w:r>
            <w:r w:rsidRPr="00DD7171">
              <w:rPr>
                <w:b/>
                <w:sz w:val="18"/>
                <w:szCs w:val="18"/>
              </w:rPr>
              <w:t>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(ручная погрузка, 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грузка, </w:t>
            </w:r>
            <w:proofErr w:type="spellStart"/>
            <w:r>
              <w:rPr>
                <w:sz w:val="18"/>
                <w:szCs w:val="18"/>
              </w:rPr>
              <w:t>внутрискладское</w:t>
            </w:r>
            <w:proofErr w:type="spellEnd"/>
            <w:r>
              <w:rPr>
                <w:sz w:val="18"/>
                <w:szCs w:val="18"/>
              </w:rPr>
              <w:t xml:space="preserve">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мещение грузов)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Транспортный цех (2-й нов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кузнецкий пер., д.13/15)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(сдельщик) (бригада 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(сдельщик) (бригада №2)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Отдел материально – техн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ческого обеспечения (2-ой Новокузнецкий переулок, д. 13/15)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(старший) (группа упаковочных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(старший) (группа упаковочных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(старший) (группа упаковочных матери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кондитерских изделий (линия «Батончики») (ул. Мелитопольская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расфасовочно-упаковочного автомата «</w:t>
            </w:r>
            <w:proofErr w:type="spellStart"/>
            <w:r>
              <w:rPr>
                <w:sz w:val="18"/>
                <w:szCs w:val="18"/>
              </w:rPr>
              <w:t>Ве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теко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199-22-1А (199-22А)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расфасовочно-упаковочного автомата «</w:t>
            </w:r>
            <w:proofErr w:type="spellStart"/>
            <w:r>
              <w:rPr>
                <w:sz w:val="18"/>
                <w:szCs w:val="18"/>
              </w:rPr>
              <w:t>Ве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теко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199-22-2А (199-22А)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расфасовочно-упаковочного автомата «</w:t>
            </w:r>
            <w:proofErr w:type="spellStart"/>
            <w:r>
              <w:rPr>
                <w:sz w:val="18"/>
                <w:szCs w:val="18"/>
              </w:rPr>
              <w:t>Ве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теко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199-22-3А (199-22А)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расфасовочно-упаковочного автомата «</w:t>
            </w:r>
            <w:proofErr w:type="spellStart"/>
            <w:r>
              <w:rPr>
                <w:sz w:val="18"/>
                <w:szCs w:val="18"/>
              </w:rPr>
              <w:t>Ве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теко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кондитерских изделий (участок приготовления с</w:t>
            </w:r>
            <w:r w:rsidRPr="00DD7171">
              <w:rPr>
                <w:b/>
                <w:sz w:val="18"/>
                <w:szCs w:val="18"/>
              </w:rPr>
              <w:t>а</w:t>
            </w:r>
            <w:r w:rsidRPr="00DD7171">
              <w:rPr>
                <w:b/>
                <w:sz w:val="18"/>
                <w:szCs w:val="18"/>
              </w:rPr>
              <w:t xml:space="preserve">харной пудры)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lastRenderedPageBreak/>
              <w:t>ве пищевой продукции (размол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Загрузчик-выгрузчик пищевой продукции (подвоз мешков с сахаром </w:t>
            </w:r>
            <w:proofErr w:type="spellStart"/>
            <w:r>
              <w:rPr>
                <w:sz w:val="18"/>
                <w:szCs w:val="18"/>
              </w:rPr>
              <w:t>растаривание</w:t>
            </w:r>
            <w:proofErr w:type="spellEnd"/>
            <w:r>
              <w:rPr>
                <w:sz w:val="18"/>
                <w:szCs w:val="18"/>
              </w:rPr>
              <w:t xml:space="preserve"> и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 xml:space="preserve">Цех кондитерских изделий (повременщики)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жира, подача ореха,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202-22-1А (202-22А)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жира, подача ореха,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202-22-2А (202-22А)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жира, подача ореха,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202-22-3А (202-22А)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жира, подача ореха,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203-22-1А (203-22А)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203-22-2А (203-22А)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203-22-3А (203-22А)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 xml:space="preserve"> «Батончики»)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204-22-1А (204-22А)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 xml:space="preserve"> «Батончики»)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сырья,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фабрикатов, подготовка нав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сок </w:t>
            </w:r>
            <w:proofErr w:type="gramStart"/>
            <w:r>
              <w:rPr>
                <w:sz w:val="18"/>
                <w:szCs w:val="18"/>
              </w:rPr>
              <w:t>–«</w:t>
            </w:r>
            <w:proofErr w:type="gramEnd"/>
            <w:r>
              <w:rPr>
                <w:sz w:val="18"/>
                <w:szCs w:val="18"/>
              </w:rPr>
              <w:t>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205-22-1А (205-22А)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сырья,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фабрикатов, подготовка нав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сок </w:t>
            </w:r>
            <w:proofErr w:type="gramStart"/>
            <w:r>
              <w:rPr>
                <w:sz w:val="18"/>
                <w:szCs w:val="18"/>
              </w:rPr>
              <w:t>–«</w:t>
            </w:r>
            <w:proofErr w:type="gramEnd"/>
            <w:r>
              <w:rPr>
                <w:sz w:val="18"/>
                <w:szCs w:val="18"/>
              </w:rPr>
              <w:t>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205-22-2А (205-22А)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сырья,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фабрикатов, подготовка нав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сок </w:t>
            </w:r>
            <w:proofErr w:type="gramStart"/>
            <w:r>
              <w:rPr>
                <w:sz w:val="18"/>
                <w:szCs w:val="18"/>
              </w:rPr>
              <w:t>–«</w:t>
            </w:r>
            <w:proofErr w:type="gramEnd"/>
            <w:r>
              <w:rPr>
                <w:sz w:val="18"/>
                <w:szCs w:val="18"/>
              </w:rPr>
              <w:t>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205-22-3А (205-22А)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сырья,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фабрикатов, подготовка нав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сок </w:t>
            </w:r>
            <w:proofErr w:type="gramStart"/>
            <w:r>
              <w:rPr>
                <w:sz w:val="18"/>
                <w:szCs w:val="18"/>
              </w:rPr>
              <w:t>–«</w:t>
            </w:r>
            <w:proofErr w:type="gramEnd"/>
            <w:r>
              <w:rPr>
                <w:sz w:val="18"/>
                <w:szCs w:val="18"/>
              </w:rPr>
              <w:t>Батончики»)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(получение со склада и подача на все линии цеха вспомогательных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206-22-1А (206-22А)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(получение со склада и подача на все линии цеха вспомогательных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 со склада на все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207-22-1А (207-22А)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пол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фабрикатов со склада на все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(мусор, брак, возвратные отходы)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208-22-1А (208-22А)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(мусор, брак, возвратные отходы)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208-22-2А (208-22А)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(мусор, брак, возвратные отходы)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208-22-3А (208-22А)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(мусор, брак, возвратные отходы)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209-22-1А (209-22А)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209-22-2А (209-22А)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209-22-3А (209-22А)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(оформление продукции на экспорт)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начинки «Москви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ка», «Трюфельная»)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(дробление комп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нентов для линии «МЕМАК»)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213-22-1А (213-22А)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(дробление комп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нентов для линии «МЕМАК»)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213-22-2А (213-22А)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(дробление комп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нентов для линии «МЕМАК»)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213-22-3А (213-22А)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(дробление комп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нентов для линии «МЕМАК»)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мучнистых изделий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lastRenderedPageBreak/>
              <w:t>ния «</w:t>
            </w:r>
            <w:proofErr w:type="spellStart"/>
            <w:r w:rsidRPr="00DD7171">
              <w:rPr>
                <w:b/>
                <w:sz w:val="18"/>
                <w:szCs w:val="18"/>
              </w:rPr>
              <w:t>Гекона</w:t>
            </w:r>
            <w:proofErr w:type="spellEnd"/>
            <w:r w:rsidRPr="00DD7171">
              <w:rPr>
                <w:b/>
                <w:sz w:val="18"/>
                <w:szCs w:val="18"/>
              </w:rPr>
              <w:t>») (ул. 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214-22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– выгрузчик пищ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вой продукции (возвратные отходы после высечки)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(нама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ка, подсыпка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робов на поддон, отвоз готовой продукции на </w:t>
            </w:r>
            <w:proofErr w:type="spellStart"/>
            <w:r>
              <w:rPr>
                <w:sz w:val="18"/>
                <w:szCs w:val="18"/>
              </w:rPr>
              <w:t>опаллечивание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мучнистых изделий (Л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ния МСВ №1, производство конфет «Коровка») (ул. М</w:t>
            </w:r>
            <w:r w:rsidRPr="00DD7171">
              <w:rPr>
                <w:b/>
                <w:sz w:val="18"/>
                <w:szCs w:val="18"/>
              </w:rPr>
              <w:t>е</w:t>
            </w:r>
            <w:r w:rsidRPr="00DD7171">
              <w:rPr>
                <w:b/>
                <w:sz w:val="18"/>
                <w:szCs w:val="18"/>
              </w:rPr>
              <w:t>литопольская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(установка коробов на поддон, отвоз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донов на </w:t>
            </w:r>
            <w:proofErr w:type="spellStart"/>
            <w:r>
              <w:rPr>
                <w:sz w:val="18"/>
                <w:szCs w:val="18"/>
              </w:rPr>
              <w:t>паллетирование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218-22-1А (218-22А)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(установка коробов на поддон, отвоз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донов на </w:t>
            </w:r>
            <w:proofErr w:type="spellStart"/>
            <w:r>
              <w:rPr>
                <w:sz w:val="18"/>
                <w:szCs w:val="18"/>
              </w:rPr>
              <w:t>паллетирование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218-22-2А (218-22А)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(установка коробов на поддон, отвоз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донов на </w:t>
            </w:r>
            <w:proofErr w:type="spellStart"/>
            <w:r>
              <w:rPr>
                <w:sz w:val="18"/>
                <w:szCs w:val="18"/>
              </w:rPr>
              <w:t>паллетирование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мучнистых изделий (п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 xml:space="preserve">временщики)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и 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219-22-1А (219-22А)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и 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219-22-2А (219-22А)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и 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220-22-1А (220-22А)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220-22-2А (220-22А)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221-22-1А (221-22А)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221-22-2А (221-22А)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дукции – МСВ «Коровка», МСВ «</w:t>
            </w:r>
            <w:proofErr w:type="spellStart"/>
            <w:r>
              <w:rPr>
                <w:sz w:val="18"/>
                <w:szCs w:val="18"/>
              </w:rPr>
              <w:t>Гекона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222-22-1А (222-22А)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– МСВ «Коровка», МСВ «</w:t>
            </w:r>
            <w:proofErr w:type="spellStart"/>
            <w:r>
              <w:rPr>
                <w:sz w:val="18"/>
                <w:szCs w:val="18"/>
              </w:rPr>
              <w:t>Гекона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222-22-2А (222-22А)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– МСВ «Коровка», МСВ «</w:t>
            </w:r>
            <w:proofErr w:type="spellStart"/>
            <w:r>
              <w:rPr>
                <w:sz w:val="18"/>
                <w:szCs w:val="18"/>
              </w:rPr>
              <w:t>Гекона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223-22-1А (223-22А)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223-22-2А (223-22А)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224-22-1А (224-22А)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224-22-2А (224-22А)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225-22-1А (225-22А)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225-22-2А (225-22А)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 коробов для линии МСВ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226-22-1А (226-22А)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 коробов для линии МСВ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226-22-2А (226-22А)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 коробов для линии МСВ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(отделение </w:t>
            </w:r>
            <w:proofErr w:type="spellStart"/>
            <w:r>
              <w:rPr>
                <w:sz w:val="18"/>
                <w:szCs w:val="18"/>
              </w:rPr>
              <w:t>металлоприм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си</w:t>
            </w:r>
            <w:proofErr w:type="spellEnd"/>
            <w:r>
              <w:rPr>
                <w:sz w:val="18"/>
                <w:szCs w:val="18"/>
              </w:rPr>
              <w:t xml:space="preserve"> через </w:t>
            </w:r>
            <w:proofErr w:type="spellStart"/>
            <w:r>
              <w:rPr>
                <w:sz w:val="18"/>
                <w:szCs w:val="18"/>
              </w:rPr>
              <w:t>металлосепаратор</w:t>
            </w:r>
            <w:proofErr w:type="spellEnd"/>
            <w:r>
              <w:rPr>
                <w:sz w:val="18"/>
                <w:szCs w:val="18"/>
              </w:rPr>
              <w:t xml:space="preserve"> (просеивание крошки сахарн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печенья))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227-22-1А (227-22А)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(отделение </w:t>
            </w:r>
            <w:proofErr w:type="spellStart"/>
            <w:r>
              <w:rPr>
                <w:sz w:val="18"/>
                <w:szCs w:val="18"/>
              </w:rPr>
              <w:t>металлоприм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си</w:t>
            </w:r>
            <w:proofErr w:type="spellEnd"/>
            <w:r>
              <w:rPr>
                <w:sz w:val="18"/>
                <w:szCs w:val="18"/>
              </w:rPr>
              <w:t xml:space="preserve"> через </w:t>
            </w:r>
            <w:proofErr w:type="spellStart"/>
            <w:r>
              <w:rPr>
                <w:sz w:val="18"/>
                <w:szCs w:val="18"/>
              </w:rPr>
              <w:t>металлосепаратор</w:t>
            </w:r>
            <w:proofErr w:type="spellEnd"/>
            <w:r>
              <w:rPr>
                <w:sz w:val="18"/>
                <w:szCs w:val="18"/>
              </w:rPr>
              <w:t xml:space="preserve"> (просеивание крошки сахарн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печенья))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227-22-2А (227-22А)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(отделение </w:t>
            </w:r>
            <w:proofErr w:type="spellStart"/>
            <w:r>
              <w:rPr>
                <w:sz w:val="18"/>
                <w:szCs w:val="18"/>
              </w:rPr>
              <w:t>металлоприм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си</w:t>
            </w:r>
            <w:proofErr w:type="spellEnd"/>
            <w:r>
              <w:rPr>
                <w:sz w:val="18"/>
                <w:szCs w:val="18"/>
              </w:rPr>
              <w:t xml:space="preserve"> через </w:t>
            </w:r>
            <w:proofErr w:type="spellStart"/>
            <w:r>
              <w:rPr>
                <w:sz w:val="18"/>
                <w:szCs w:val="18"/>
              </w:rPr>
              <w:t>металлосепаратор</w:t>
            </w:r>
            <w:proofErr w:type="spellEnd"/>
            <w:r>
              <w:rPr>
                <w:sz w:val="18"/>
                <w:szCs w:val="18"/>
              </w:rPr>
              <w:t xml:space="preserve"> (просеивание крошки сахарн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печенья))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ХАЛВЫ Повременщ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 xml:space="preserve">ки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мусора, санитарного брака, транспортировка возвратных отходов)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228-22-1А (228-22А)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мусора, санитарного брака, транспортировка возвратных отходов)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228-22-2А (228-22А)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мусора, санитарного брака, транспортировка возвратных отходов)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228-22-3А (228-22А)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мусора, санитарного брака, транспортировка возвратных отходов)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жарка семечек)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- диспетчер (обсл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живание панелей К-учета,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выпуска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230-22-1А (230-22А)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- диспетчер (обсл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живание панелей К-учета,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выпуска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230-22-2А (230-22А)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- диспетчер (обсл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живание панелей К-учета,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выпуска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230-22-3А (230-22А)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- диспетчер (обсл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живание панелей К-учета,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выпуска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(прием сырья, кроя тары для формирования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бов, вспомогательных и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вочных материалов, </w:t>
            </w:r>
            <w:proofErr w:type="spellStart"/>
            <w:r>
              <w:rPr>
                <w:sz w:val="18"/>
                <w:szCs w:val="18"/>
              </w:rPr>
              <w:t>растар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мешков с сырьем.)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231-22-1А </w:t>
            </w:r>
            <w:r>
              <w:rPr>
                <w:sz w:val="18"/>
                <w:szCs w:val="18"/>
              </w:rPr>
              <w:lastRenderedPageBreak/>
              <w:t>(231-22А)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Грузчик (прием сырья, кроя </w:t>
            </w:r>
            <w:r>
              <w:rPr>
                <w:sz w:val="18"/>
                <w:szCs w:val="18"/>
              </w:rPr>
              <w:lastRenderedPageBreak/>
              <w:t>тары для формирования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бов, вспомогательных и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вочных материалов, </w:t>
            </w:r>
            <w:proofErr w:type="spellStart"/>
            <w:r>
              <w:rPr>
                <w:sz w:val="18"/>
                <w:szCs w:val="18"/>
              </w:rPr>
              <w:t>растар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мешков с сырьем.)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231-22-2А (231-22А)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(прием сырья, кроя тары для формирования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бов, вспомогательных и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вочных материалов, </w:t>
            </w:r>
            <w:proofErr w:type="spellStart"/>
            <w:r>
              <w:rPr>
                <w:sz w:val="18"/>
                <w:szCs w:val="18"/>
              </w:rPr>
              <w:t>растар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мешков с сырьем.)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231-22-3А (231-22А)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(прием сырья, кроя тары для формирования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бов, вспомогательных и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вочных материалов, </w:t>
            </w:r>
            <w:proofErr w:type="spellStart"/>
            <w:r>
              <w:rPr>
                <w:sz w:val="18"/>
                <w:szCs w:val="18"/>
              </w:rPr>
              <w:t>растар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мешков с сырьем.)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на линии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рья, кроя тары для формиров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коробов, вспомогательных и упаковочных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в экспедицию; прие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ка, взвешивание пустых дер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вянных поддонов, взвешивание поддонов с готовой продукц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ей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выработки, сдача готовой продукции: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емка, взвешивание и марк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ровка пустых деревянных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донов; взвешивание поддонов с готовой продукцией  («Т-учет»))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ХАЛВЫ Линия по пр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изводству халвы в стаканч</w:t>
            </w:r>
            <w:r w:rsidRPr="00DD7171">
              <w:rPr>
                <w:b/>
                <w:sz w:val="18"/>
                <w:szCs w:val="18"/>
              </w:rPr>
              <w:t>и</w:t>
            </w:r>
            <w:r w:rsidRPr="00DD7171">
              <w:rPr>
                <w:b/>
                <w:sz w:val="18"/>
                <w:szCs w:val="18"/>
              </w:rPr>
              <w:t>ках («ИЛЛИГ») (ул. 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тировка тележек с халвой в </w:t>
            </w:r>
            <w:proofErr w:type="gramStart"/>
            <w:r>
              <w:rPr>
                <w:sz w:val="18"/>
                <w:szCs w:val="18"/>
              </w:rPr>
              <w:t>охлаждающую</w:t>
            </w:r>
            <w:proofErr w:type="gramEnd"/>
            <w:r>
              <w:rPr>
                <w:sz w:val="18"/>
                <w:szCs w:val="18"/>
              </w:rPr>
              <w:t xml:space="preserve"> камер, перем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щение тележек в охлаждающей камере, подвоз пустых тележек на участок формования)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ХАЛВЫ Участок пр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 xml:space="preserve">изводства вакуумной халвы 1/300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 пищевой продукции (варка карамельной массы, загрузка </w:t>
            </w:r>
            <w:r>
              <w:rPr>
                <w:sz w:val="18"/>
                <w:szCs w:val="18"/>
              </w:rPr>
              <w:lastRenderedPageBreak/>
              <w:t xml:space="preserve">крупных добавок, </w:t>
            </w:r>
            <w:proofErr w:type="spellStart"/>
            <w:r>
              <w:rPr>
                <w:sz w:val="18"/>
                <w:szCs w:val="18"/>
              </w:rPr>
              <w:t>вымешка</w:t>
            </w:r>
            <w:proofErr w:type="spellEnd"/>
            <w:r>
              <w:rPr>
                <w:sz w:val="18"/>
                <w:szCs w:val="18"/>
              </w:rPr>
              <w:t xml:space="preserve"> халвичной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формующей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шины, оформление транспор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ной маркировки, подмена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ботников, контроль вырабо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ки).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(обслуживание вакуумных камер, отбраковка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ствующей продукции, работа на </w:t>
            </w:r>
            <w:proofErr w:type="spellStart"/>
            <w:r>
              <w:rPr>
                <w:sz w:val="18"/>
                <w:szCs w:val="18"/>
              </w:rPr>
              <w:t>термоусадочной</w:t>
            </w:r>
            <w:proofErr w:type="spellEnd"/>
            <w:r>
              <w:rPr>
                <w:sz w:val="18"/>
                <w:szCs w:val="18"/>
              </w:rPr>
              <w:t xml:space="preserve">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(подача </w:t>
            </w:r>
            <w:proofErr w:type="spellStart"/>
            <w:r>
              <w:rPr>
                <w:sz w:val="18"/>
                <w:szCs w:val="18"/>
              </w:rPr>
              <w:t>коррексов</w:t>
            </w:r>
            <w:proofErr w:type="spellEnd"/>
            <w:r>
              <w:rPr>
                <w:sz w:val="18"/>
                <w:szCs w:val="18"/>
              </w:rPr>
              <w:t xml:space="preserve"> на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мовку, укладка порций халвы в </w:t>
            </w:r>
            <w:proofErr w:type="spellStart"/>
            <w:r>
              <w:rPr>
                <w:sz w:val="18"/>
                <w:szCs w:val="18"/>
              </w:rPr>
              <w:t>коррексы</w:t>
            </w:r>
            <w:proofErr w:type="spellEnd"/>
            <w:r>
              <w:rPr>
                <w:sz w:val="18"/>
                <w:szCs w:val="18"/>
              </w:rPr>
              <w:t xml:space="preserve">, установка </w:t>
            </w:r>
            <w:proofErr w:type="spellStart"/>
            <w:r>
              <w:rPr>
                <w:sz w:val="18"/>
                <w:szCs w:val="18"/>
              </w:rPr>
              <w:t>коррексов</w:t>
            </w:r>
            <w:proofErr w:type="spellEnd"/>
            <w:r>
              <w:rPr>
                <w:sz w:val="18"/>
                <w:szCs w:val="18"/>
              </w:rPr>
              <w:t xml:space="preserve"> на тележку)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(подготовка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, надевание поясков на </w:t>
            </w:r>
            <w:proofErr w:type="spellStart"/>
            <w:r>
              <w:rPr>
                <w:sz w:val="18"/>
                <w:szCs w:val="18"/>
              </w:rPr>
              <w:t>корре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сы</w:t>
            </w:r>
            <w:proofErr w:type="spellEnd"/>
            <w:r>
              <w:rPr>
                <w:sz w:val="18"/>
                <w:szCs w:val="18"/>
              </w:rPr>
              <w:t xml:space="preserve">, подача </w:t>
            </w:r>
            <w:proofErr w:type="spellStart"/>
            <w:r>
              <w:rPr>
                <w:sz w:val="18"/>
                <w:szCs w:val="18"/>
              </w:rPr>
              <w:t>коррексов</w:t>
            </w:r>
            <w:proofErr w:type="spellEnd"/>
            <w:r>
              <w:rPr>
                <w:sz w:val="18"/>
                <w:szCs w:val="18"/>
              </w:rPr>
              <w:t xml:space="preserve"> на при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тер, укладка оформленной продукции в </w:t>
            </w:r>
            <w:proofErr w:type="spellStart"/>
            <w:r>
              <w:rPr>
                <w:sz w:val="18"/>
                <w:szCs w:val="18"/>
              </w:rPr>
              <w:t>гофрокороба</w:t>
            </w:r>
            <w:proofErr w:type="spellEnd"/>
            <w:r>
              <w:rPr>
                <w:sz w:val="18"/>
                <w:szCs w:val="18"/>
              </w:rPr>
              <w:t>, наклеивание трафарета,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новка коробов с продукцией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телег с халвой к вак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умным камерам, загрузка в вакуумные камеры)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 xml:space="preserve">Участок фасовки (ВУМ № 2)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из кроя, приклеивание дна полипропиленовой клеевой лентой через обандеролива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щую машину)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242-22-1А (242-22А)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из кроя, приклеивание дна полипропиленовой клеевой лентой через обандеролива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щую машину)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242-22-2А (242-22А)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бов</w:t>
            </w:r>
            <w:proofErr w:type="spellEnd"/>
            <w:r>
              <w:rPr>
                <w:sz w:val="18"/>
                <w:szCs w:val="18"/>
              </w:rPr>
              <w:t xml:space="preserve"> из кроя, приклеивание дна полипропиленовой клеевой лентой через обандеролива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щую машину)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243-22А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(оформление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дукции на экспорт, маркировка трафаретов, наклейка </w:t>
            </w:r>
            <w:proofErr w:type="spellStart"/>
            <w:r>
              <w:rPr>
                <w:sz w:val="18"/>
                <w:szCs w:val="18"/>
              </w:rPr>
              <w:t>стикеров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рафлакатов</w:t>
            </w:r>
            <w:proofErr w:type="spellEnd"/>
            <w:r>
              <w:rPr>
                <w:sz w:val="18"/>
                <w:szCs w:val="18"/>
              </w:rPr>
              <w:t xml:space="preserve">, складывание </w:t>
            </w:r>
            <w:proofErr w:type="spellStart"/>
            <w:r>
              <w:rPr>
                <w:sz w:val="18"/>
                <w:szCs w:val="18"/>
              </w:rPr>
              <w:t>го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243-22-1А (243-22А)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(оформление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дукции на экспорт, маркировка трафаретов, наклейка </w:t>
            </w:r>
            <w:proofErr w:type="spellStart"/>
            <w:r>
              <w:rPr>
                <w:sz w:val="18"/>
                <w:szCs w:val="18"/>
              </w:rPr>
              <w:t>стикеров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рафлакатов</w:t>
            </w:r>
            <w:proofErr w:type="spellEnd"/>
            <w:r>
              <w:rPr>
                <w:sz w:val="18"/>
                <w:szCs w:val="18"/>
              </w:rPr>
              <w:t xml:space="preserve">, складывание </w:t>
            </w:r>
            <w:proofErr w:type="spellStart"/>
            <w:r>
              <w:rPr>
                <w:sz w:val="18"/>
                <w:szCs w:val="18"/>
              </w:rPr>
              <w:t>го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243-22-2А (243-22А)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(оформление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дукции на экспорт, маркировка трафаретов, наклейка </w:t>
            </w:r>
            <w:proofErr w:type="spellStart"/>
            <w:r>
              <w:rPr>
                <w:sz w:val="18"/>
                <w:szCs w:val="18"/>
              </w:rPr>
              <w:t>стикеров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рафлакатов</w:t>
            </w:r>
            <w:proofErr w:type="spellEnd"/>
            <w:r>
              <w:rPr>
                <w:sz w:val="18"/>
                <w:szCs w:val="18"/>
              </w:rPr>
              <w:t xml:space="preserve">, складывание </w:t>
            </w:r>
            <w:proofErr w:type="spellStart"/>
            <w:r>
              <w:rPr>
                <w:sz w:val="18"/>
                <w:szCs w:val="18"/>
              </w:rPr>
              <w:t>го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Участок фасовки (повр</w:t>
            </w:r>
            <w:r w:rsidRPr="00DD7171">
              <w:rPr>
                <w:b/>
                <w:sz w:val="18"/>
                <w:szCs w:val="18"/>
              </w:rPr>
              <w:t>е</w:t>
            </w:r>
            <w:r w:rsidRPr="00DD7171">
              <w:rPr>
                <w:b/>
                <w:sz w:val="18"/>
                <w:szCs w:val="18"/>
              </w:rPr>
              <w:t xml:space="preserve">менщики)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</w:t>
            </w:r>
            <w:r w:rsidRPr="00DD7171">
              <w:rPr>
                <w:b/>
                <w:sz w:val="18"/>
                <w:szCs w:val="18"/>
              </w:rPr>
              <w:t>ь</w:t>
            </w:r>
            <w:r w:rsidRPr="00DD7171">
              <w:rPr>
                <w:b/>
                <w:sz w:val="18"/>
                <w:szCs w:val="18"/>
              </w:rPr>
              <w:t>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(нарезка трафаретов и вкладышей на резательной машине, маркировка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 для участков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», «ВУМ» (ручная фасовка))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244-22-1А (244-22А)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(нарезка трафаретов и вкладышей на резательной машине, маркировка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 для участков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», «ВУМ» (ручная фасовка))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244-22-2А (244-22А)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(нарезка трафаретов и вкладышей на резательной машине, маркировка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 для участков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», «ВУМ» (ручная фасовка))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Цех переработки какао-бобов (отделение охлаждения и фасовки какао тертого и к</w:t>
            </w:r>
            <w:r w:rsidRPr="00DD7171">
              <w:rPr>
                <w:b/>
                <w:sz w:val="18"/>
                <w:szCs w:val="18"/>
              </w:rPr>
              <w:t>а</w:t>
            </w:r>
            <w:r w:rsidRPr="00DD7171">
              <w:rPr>
                <w:b/>
                <w:sz w:val="18"/>
                <w:szCs w:val="18"/>
              </w:rPr>
              <w:t xml:space="preserve">као – масла в брикеты) 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 xml:space="preserve"> д.8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245-22А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(отгрузка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катов и готовой продукции; </w:t>
            </w:r>
            <w:proofErr w:type="spellStart"/>
            <w:r>
              <w:rPr>
                <w:sz w:val="18"/>
                <w:szCs w:val="18"/>
              </w:rPr>
              <w:t>опаллечивание</w:t>
            </w:r>
            <w:proofErr w:type="spellEnd"/>
            <w:r>
              <w:rPr>
                <w:sz w:val="18"/>
                <w:szCs w:val="18"/>
              </w:rPr>
              <w:t xml:space="preserve"> поддонов)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245-22-1А (245-22А)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(отгрузка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катов и готовой продукции; </w:t>
            </w:r>
            <w:proofErr w:type="spellStart"/>
            <w:r>
              <w:rPr>
                <w:sz w:val="18"/>
                <w:szCs w:val="18"/>
              </w:rPr>
              <w:t>опаллечивание</w:t>
            </w:r>
            <w:proofErr w:type="spellEnd"/>
            <w:r>
              <w:rPr>
                <w:sz w:val="18"/>
                <w:szCs w:val="18"/>
              </w:rPr>
              <w:t xml:space="preserve"> поддонов)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245-22-2А (245-22А)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(отгрузка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катов и готовой продукции; </w:t>
            </w:r>
            <w:proofErr w:type="spellStart"/>
            <w:r>
              <w:rPr>
                <w:sz w:val="18"/>
                <w:szCs w:val="18"/>
              </w:rPr>
              <w:t>опаллечивание</w:t>
            </w:r>
            <w:proofErr w:type="spellEnd"/>
            <w:r>
              <w:rPr>
                <w:sz w:val="18"/>
                <w:szCs w:val="18"/>
              </w:rPr>
              <w:t xml:space="preserve"> поддонов)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245-22-3А (245-22А)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(отгрузка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катов и готовой продукции; </w:t>
            </w:r>
            <w:proofErr w:type="spellStart"/>
            <w:r>
              <w:rPr>
                <w:sz w:val="18"/>
                <w:szCs w:val="18"/>
              </w:rPr>
              <w:t>опаллечивание</w:t>
            </w:r>
            <w:proofErr w:type="spellEnd"/>
            <w:r>
              <w:rPr>
                <w:sz w:val="18"/>
                <w:szCs w:val="18"/>
              </w:rPr>
              <w:t xml:space="preserve"> поддонов)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 xml:space="preserve">Транспортный участок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>, д. 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247-22-1А (247-22А)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248-22-1А (248-22А)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249-22-1А (249-22А)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250-22-1А (250-22А)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250-22-2А (250-22А)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250-22-3А (250-22А)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251-22-1А (251-22А)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251-22-2А (251-22А)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251-22-3А (251-22А)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Административно – хозяйс</w:t>
            </w:r>
            <w:r w:rsidRPr="00DD7171">
              <w:rPr>
                <w:b/>
                <w:sz w:val="18"/>
                <w:szCs w:val="18"/>
              </w:rPr>
              <w:t>т</w:t>
            </w:r>
            <w:r w:rsidRPr="00DD7171">
              <w:rPr>
                <w:b/>
                <w:sz w:val="18"/>
                <w:szCs w:val="18"/>
              </w:rPr>
              <w:t xml:space="preserve">венный отдел 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>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(погрузка, выгрузка грузов вручную и при помощи приспособлений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(погрузка, выгрузка грузов вручную и при помощи </w:t>
            </w:r>
            <w:r>
              <w:rPr>
                <w:sz w:val="18"/>
                <w:szCs w:val="18"/>
              </w:rPr>
              <w:lastRenderedPageBreak/>
              <w:t>приспособлений и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анспортирования)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254-22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(каб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неты 4-го этажа, лестница на 4-й этаж); АБК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(стол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вая ОП) АБК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Уборщик производственных и служебных помещений (разд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валки №14,15 –ЦПКБ); 1,2,3 этажи; лаборатория; лестницы; комната приема пищи; туалеты – АБК ЦПКБ)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256-22-1А (256-22А)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Уборщик производственных и служебных помещений (разд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валки №14,15 –ЦПКБ); 1,2,3 этажи; лаборатория; лестницы; комната приема пищи; туалеты – АБК ЦПКБ)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256-22-2А (256-22А)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Уборщик производственных и служебных помещений (разд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валки №14,15 –ЦПКБ); 1,2,3 этажи; лаборатория; лестницы; комната приема пищи; туалеты – АБК ЦПКБ)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256-22-3А (256-22А)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Уборщик производственных и служебных помещений (разд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валки №14,15 –ЦПКБ); 1,2,3 этажи; лаборатория; лестницы; комната приема пищи; туалеты – АБК ЦПКБ)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>Литография (ул. Мелит</w:t>
            </w:r>
            <w:r w:rsidRPr="00DD7171">
              <w:rPr>
                <w:b/>
                <w:sz w:val="18"/>
                <w:szCs w:val="18"/>
              </w:rPr>
              <w:t>о</w:t>
            </w:r>
            <w:r w:rsidRPr="00DD7171">
              <w:rPr>
                <w:b/>
                <w:sz w:val="18"/>
                <w:szCs w:val="18"/>
              </w:rPr>
              <w:t>польская, д.8)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258-22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b/>
                <w:sz w:val="18"/>
                <w:szCs w:val="18"/>
              </w:rPr>
            </w:pPr>
            <w:r w:rsidRPr="00DD7171">
              <w:rPr>
                <w:b/>
                <w:sz w:val="18"/>
                <w:szCs w:val="18"/>
              </w:rPr>
              <w:t xml:space="preserve">УЧАСТОК ФАСОВКИ (ул. </w:t>
            </w:r>
            <w:proofErr w:type="gramStart"/>
            <w:r w:rsidRPr="00DD7171">
              <w:rPr>
                <w:b/>
                <w:sz w:val="18"/>
                <w:szCs w:val="18"/>
              </w:rPr>
              <w:t>Мелитопольская</w:t>
            </w:r>
            <w:proofErr w:type="gramEnd"/>
            <w:r w:rsidRPr="00DD7171">
              <w:rPr>
                <w:b/>
                <w:sz w:val="18"/>
                <w:szCs w:val="18"/>
              </w:rPr>
              <w:t>, д. 8) «</w:t>
            </w:r>
            <w:proofErr w:type="spellStart"/>
            <w:r w:rsidRPr="00DD7171">
              <w:rPr>
                <w:b/>
                <w:sz w:val="18"/>
                <w:szCs w:val="18"/>
              </w:rPr>
              <w:t>Бе</w:t>
            </w:r>
            <w:r w:rsidRPr="00DD7171">
              <w:rPr>
                <w:b/>
                <w:sz w:val="18"/>
                <w:szCs w:val="18"/>
              </w:rPr>
              <w:t>с</w:t>
            </w:r>
            <w:r w:rsidRPr="00DD7171">
              <w:rPr>
                <w:b/>
                <w:sz w:val="18"/>
                <w:szCs w:val="18"/>
              </w:rPr>
              <w:t>тром</w:t>
            </w:r>
            <w:proofErr w:type="spellEnd"/>
            <w:r w:rsidRPr="00DD7171">
              <w:rPr>
                <w:b/>
                <w:sz w:val="18"/>
                <w:szCs w:val="18"/>
              </w:rPr>
              <w:t xml:space="preserve"> Моно» №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упаковочного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томата.</w:t>
            </w:r>
            <w:proofErr w:type="gramEnd"/>
            <w:r>
              <w:rPr>
                <w:sz w:val="18"/>
                <w:szCs w:val="18"/>
              </w:rPr>
              <w:t xml:space="preserve"> Регулировка работы автомата на компьютере.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водство работой членов 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ды. </w:t>
            </w:r>
            <w:proofErr w:type="gramStart"/>
            <w:r>
              <w:rPr>
                <w:sz w:val="18"/>
                <w:szCs w:val="18"/>
              </w:rPr>
              <w:t>Ведение рабочего журнала)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259-22-1А </w:t>
            </w:r>
            <w:r>
              <w:rPr>
                <w:sz w:val="18"/>
                <w:szCs w:val="18"/>
              </w:rPr>
              <w:lastRenderedPageBreak/>
              <w:t>(259-22А)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lastRenderedPageBreak/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упаковочного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томата.</w:t>
            </w:r>
            <w:proofErr w:type="gramEnd"/>
            <w:r>
              <w:rPr>
                <w:sz w:val="18"/>
                <w:szCs w:val="18"/>
              </w:rPr>
              <w:t xml:space="preserve"> Регулировка работы автомата на компьютере.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водство работой членов 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ды. </w:t>
            </w:r>
            <w:proofErr w:type="gramStart"/>
            <w:r>
              <w:rPr>
                <w:sz w:val="18"/>
                <w:szCs w:val="18"/>
              </w:rPr>
              <w:t>Ведение рабочего журнала)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259-22-2А (259-22А)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упаковочного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томата.</w:t>
            </w:r>
            <w:proofErr w:type="gramEnd"/>
            <w:r>
              <w:rPr>
                <w:sz w:val="18"/>
                <w:szCs w:val="18"/>
              </w:rPr>
              <w:t xml:space="preserve"> Регулировка работы автомата на компьютере.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водство работой членов бриг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ды. </w:t>
            </w:r>
            <w:proofErr w:type="gramStart"/>
            <w:r>
              <w:rPr>
                <w:sz w:val="18"/>
                <w:szCs w:val="18"/>
              </w:rPr>
              <w:t>Ведение рабочего журнала)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с конд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терскими изделиями в </w:t>
            </w:r>
            <w:proofErr w:type="spellStart"/>
            <w:r>
              <w:rPr>
                <w:sz w:val="18"/>
                <w:szCs w:val="18"/>
              </w:rPr>
              <w:t>гофр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коробов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Контроль за качес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вом упакованных пакетов)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260-22-1А (260-22А)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с конд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терскими изделиями в </w:t>
            </w:r>
            <w:proofErr w:type="spellStart"/>
            <w:r>
              <w:rPr>
                <w:sz w:val="18"/>
                <w:szCs w:val="18"/>
              </w:rPr>
              <w:t>гофр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коробов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Контроль за качес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вом упакованных пакетов)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260-22-2А (260-22А)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с конд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терскими изделиями в </w:t>
            </w:r>
            <w:proofErr w:type="spellStart"/>
            <w:r>
              <w:rPr>
                <w:sz w:val="18"/>
                <w:szCs w:val="18"/>
              </w:rPr>
              <w:t>гофр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коробов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Контроль за качес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вом упакованных пакетов)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261-22А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(упаковка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на автомате, </w:t>
            </w:r>
            <w:proofErr w:type="spellStart"/>
            <w:r>
              <w:rPr>
                <w:sz w:val="18"/>
                <w:szCs w:val="18"/>
              </w:rPr>
              <w:t>обандерол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 с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Складывание </w:t>
            </w:r>
            <w:proofErr w:type="spellStart"/>
            <w:r>
              <w:rPr>
                <w:sz w:val="18"/>
                <w:szCs w:val="18"/>
              </w:rPr>
              <w:t>гофрок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</w:t>
            </w:r>
            <w:proofErr w:type="spellEnd"/>
            <w:r>
              <w:rPr>
                <w:sz w:val="18"/>
                <w:szCs w:val="18"/>
              </w:rPr>
              <w:t>, оформление и марк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ровка трафаретов)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261-22-1А (261-22А)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(упаковка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на автомате, </w:t>
            </w:r>
            <w:proofErr w:type="spellStart"/>
            <w:r>
              <w:rPr>
                <w:sz w:val="18"/>
                <w:szCs w:val="18"/>
              </w:rPr>
              <w:t>обандерол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 с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Складывание </w:t>
            </w:r>
            <w:proofErr w:type="spellStart"/>
            <w:r>
              <w:rPr>
                <w:sz w:val="18"/>
                <w:szCs w:val="18"/>
              </w:rPr>
              <w:t>гофрок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</w:t>
            </w:r>
            <w:proofErr w:type="spellEnd"/>
            <w:r>
              <w:rPr>
                <w:sz w:val="18"/>
                <w:szCs w:val="18"/>
              </w:rPr>
              <w:t>, оформление и марк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ровка трафаретов)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D7171" w:rsidRPr="00E45321" w:rsidTr="00E45321">
        <w:tc>
          <w:tcPr>
            <w:tcW w:w="1241" w:type="dxa"/>
            <w:shd w:val="clear" w:color="auto" w:fill="auto"/>
            <w:vAlign w:val="center"/>
          </w:tcPr>
          <w:p w:rsidR="00DD7171" w:rsidRDefault="00DD717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261-22-2А (261-22А)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D7171" w:rsidRPr="00DD7171" w:rsidRDefault="00DD7171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(упаковка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на автомате, </w:t>
            </w:r>
            <w:proofErr w:type="spellStart"/>
            <w:r>
              <w:rPr>
                <w:sz w:val="18"/>
                <w:szCs w:val="18"/>
              </w:rPr>
              <w:t>обандерол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 с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цией.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Складывание </w:t>
            </w:r>
            <w:proofErr w:type="spellStart"/>
            <w:r>
              <w:rPr>
                <w:sz w:val="18"/>
                <w:szCs w:val="18"/>
              </w:rPr>
              <w:t>гофрок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</w:t>
            </w:r>
            <w:proofErr w:type="spellEnd"/>
            <w:r>
              <w:rPr>
                <w:sz w:val="18"/>
                <w:szCs w:val="18"/>
              </w:rPr>
              <w:t>, оформление и марк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ровка трафаретов)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D7171" w:rsidRDefault="00DD717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E45321" w:rsidRDefault="0065289A" w:rsidP="009A1326">
      <w:pPr>
        <w:rPr>
          <w:sz w:val="18"/>
          <w:szCs w:val="18"/>
        </w:rPr>
      </w:pPr>
    </w:p>
    <w:p w:rsidR="00936F48" w:rsidRPr="00E45321" w:rsidRDefault="00936F48" w:rsidP="00936F48">
      <w:r w:rsidRPr="00E45321">
        <w:t>Дата составления:</w:t>
      </w:r>
      <w:r w:rsidRPr="00E45321">
        <w:rPr>
          <w:rStyle w:val="a9"/>
        </w:rPr>
        <w:t xml:space="preserve"> </w:t>
      </w:r>
      <w:fldSimple w:instr=" DOCVARIABLE fill_date \* MERGEFORMAT ">
        <w:r w:rsidR="00DD7171">
          <w:rPr>
            <w:rStyle w:val="a9"/>
          </w:rPr>
          <w:t>11.11.2022</w:t>
        </w:r>
      </w:fldSimple>
      <w:r w:rsidRPr="00E45321">
        <w:rPr>
          <w:rStyle w:val="a9"/>
        </w:rPr>
        <w:t> </w:t>
      </w:r>
    </w:p>
    <w:p w:rsidR="004654AF" w:rsidRPr="00E45321" w:rsidRDefault="004654AF" w:rsidP="009D6532"/>
    <w:p w:rsidR="00423235" w:rsidRPr="00E45321" w:rsidRDefault="00423235" w:rsidP="009D6532"/>
    <w:p w:rsidR="009D6532" w:rsidRPr="00E45321" w:rsidRDefault="009D6532" w:rsidP="009D6532">
      <w:r w:rsidRPr="00E45321">
        <w:t>Председатель комиссии по проведению специальной оценки условий труда</w:t>
      </w:r>
    </w:p>
    <w:p w:rsidR="00423235" w:rsidRPr="00E45321" w:rsidRDefault="00423235" w:rsidP="009D6532">
      <w:pPr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807"/>
        <w:gridCol w:w="284"/>
        <w:gridCol w:w="1649"/>
      </w:tblGrid>
      <w:tr w:rsidR="009D6532" w:rsidRPr="00E45321" w:rsidTr="0042323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</w:pPr>
            <w:r>
              <w:t>Пахомова Е.Б.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</w:tr>
      <w:tr w:rsidR="009D6532" w:rsidRPr="00E45321" w:rsidTr="0042323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E453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(дата)</w:t>
            </w:r>
          </w:p>
        </w:tc>
      </w:tr>
    </w:tbl>
    <w:p w:rsidR="009D6532" w:rsidRPr="00E45321" w:rsidRDefault="009D6532" w:rsidP="009D6532"/>
    <w:p w:rsidR="009D6532" w:rsidRPr="00E45321" w:rsidRDefault="009D6532" w:rsidP="009D6532">
      <w:r w:rsidRPr="00E45321">
        <w:t>Члены комиссии по проведению специальной оценки условий труда:</w:t>
      </w:r>
    </w:p>
    <w:p w:rsidR="00423235" w:rsidRPr="00E45321" w:rsidRDefault="00423235" w:rsidP="009D6532">
      <w:pPr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807"/>
        <w:gridCol w:w="284"/>
        <w:gridCol w:w="1649"/>
      </w:tblGrid>
      <w:tr w:rsidR="009D6532" w:rsidRPr="00E4532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</w:pPr>
          </w:p>
        </w:tc>
      </w:tr>
      <w:tr w:rsidR="009D6532" w:rsidRPr="00E4532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E453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vAlign w:val="bottom"/>
          </w:tcPr>
          <w:p w:rsidR="009D6532" w:rsidRPr="00E45321" w:rsidRDefault="00DD717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E45321" w:rsidRDefault="009D6532" w:rsidP="009D6532">
            <w:pPr>
              <w:pStyle w:val="aa"/>
              <w:rPr>
                <w:vertAlign w:val="superscript"/>
              </w:rPr>
            </w:pPr>
            <w:r w:rsidRPr="00E45321">
              <w:rPr>
                <w:vertAlign w:val="superscript"/>
              </w:rPr>
              <w:t>(дата)</w:t>
            </w: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Руководитель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(дата)</w:t>
            </w: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(дата)</w:t>
            </w: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Председатель профсоюзного комитета (по согласованию)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7171" w:rsidRPr="00DD7171" w:rsidRDefault="00DD7171" w:rsidP="009D6532">
            <w:pPr>
              <w:pStyle w:val="aa"/>
            </w:pPr>
          </w:p>
        </w:tc>
      </w:tr>
      <w:tr w:rsidR="00DD7171" w:rsidRPr="00DD7171" w:rsidTr="00DD71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7171" w:rsidRPr="00DD7171" w:rsidRDefault="00DD7171" w:rsidP="009D6532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(дата)</w:t>
            </w:r>
          </w:p>
        </w:tc>
      </w:tr>
    </w:tbl>
    <w:p w:rsidR="002743B5" w:rsidRPr="00E45321" w:rsidRDefault="002743B5" w:rsidP="002743B5"/>
    <w:p w:rsidR="00F504AF" w:rsidRPr="00E45321" w:rsidRDefault="00F504AF" w:rsidP="002743B5"/>
    <w:p w:rsidR="002743B5" w:rsidRPr="00E45321" w:rsidRDefault="004654AF" w:rsidP="002743B5">
      <w:r w:rsidRPr="00E45321">
        <w:t>Экспер</w:t>
      </w:r>
      <w:proofErr w:type="gramStart"/>
      <w:r w:rsidRPr="00E45321">
        <w:t>т(</w:t>
      </w:r>
      <w:proofErr w:type="gramEnd"/>
      <w:r w:rsidRPr="00E45321">
        <w:t>-</w:t>
      </w:r>
      <w:proofErr w:type="spellStart"/>
      <w:r w:rsidRPr="00E45321">
        <w:t>ы</w:t>
      </w:r>
      <w:proofErr w:type="spellEnd"/>
      <w:r w:rsidRPr="00E45321">
        <w:t>) организации, проводившей специальную оценку условий труда:</w:t>
      </w:r>
    </w:p>
    <w:p w:rsidR="00423235" w:rsidRPr="00E45321" w:rsidRDefault="00423235" w:rsidP="002743B5">
      <w:pPr>
        <w:rPr>
          <w:sz w:val="12"/>
          <w:szCs w:val="12"/>
        </w:rPr>
      </w:pPr>
    </w:p>
    <w:tbl>
      <w:tblPr>
        <w:tblW w:w="11874" w:type="dxa"/>
        <w:tblLayout w:type="fixed"/>
        <w:tblLook w:val="01E0"/>
      </w:tblPr>
      <w:tblGrid>
        <w:gridCol w:w="3652"/>
        <w:gridCol w:w="284"/>
        <w:gridCol w:w="1842"/>
        <w:gridCol w:w="284"/>
        <w:gridCol w:w="3827"/>
        <w:gridCol w:w="284"/>
        <w:gridCol w:w="1701"/>
      </w:tblGrid>
      <w:tr w:rsidR="002743B5" w:rsidRPr="00DD7171" w:rsidTr="00DD717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D7171" w:rsidRDefault="00DD7171" w:rsidP="002743B5">
            <w:pPr>
              <w:pStyle w:val="aa"/>
            </w:pPr>
            <w:r w:rsidRPr="00DD7171">
              <w:t>3608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D717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D717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D7171" w:rsidRDefault="002743B5" w:rsidP="002743B5">
            <w:pPr>
              <w:pStyle w:val="aa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D7171" w:rsidRDefault="00DD7171" w:rsidP="002743B5">
            <w:pPr>
              <w:pStyle w:val="aa"/>
            </w:pPr>
            <w:r w:rsidRPr="00DD7171">
              <w:t>Шиморский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D717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D7171" w:rsidRDefault="00DD7171" w:rsidP="002743B5">
            <w:pPr>
              <w:pStyle w:val="aa"/>
            </w:pPr>
            <w:r>
              <w:t>11.11.2022</w:t>
            </w:r>
          </w:p>
        </w:tc>
      </w:tr>
      <w:tr w:rsidR="002743B5" w:rsidRPr="00DD7171" w:rsidTr="00DD717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DD7171" w:rsidRDefault="00DD7171" w:rsidP="002743B5">
            <w:pPr>
              <w:pStyle w:val="aa"/>
              <w:rPr>
                <w:b/>
                <w:vertAlign w:val="superscript"/>
              </w:rPr>
            </w:pPr>
            <w:r w:rsidRPr="00DD717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DD7171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DD7171" w:rsidRDefault="00DD7171" w:rsidP="002743B5">
            <w:pPr>
              <w:pStyle w:val="aa"/>
              <w:rPr>
                <w:b/>
                <w:vertAlign w:val="superscript"/>
              </w:rPr>
            </w:pPr>
            <w:r w:rsidRPr="00DD71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DD7171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43B5" w:rsidRPr="00DD7171" w:rsidRDefault="00DD7171" w:rsidP="002743B5">
            <w:pPr>
              <w:pStyle w:val="aa"/>
              <w:rPr>
                <w:b/>
                <w:vertAlign w:val="superscript"/>
              </w:rPr>
            </w:pPr>
            <w:r w:rsidRPr="00DD71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DD7171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DD7171" w:rsidRDefault="00DD7171" w:rsidP="002743B5">
            <w:pPr>
              <w:pStyle w:val="aa"/>
              <w:rPr>
                <w:vertAlign w:val="superscript"/>
              </w:rPr>
            </w:pPr>
            <w:r w:rsidRPr="00DD7171">
              <w:rPr>
                <w:vertAlign w:val="superscript"/>
              </w:rPr>
              <w:t>(дата)</w:t>
            </w:r>
          </w:p>
        </w:tc>
      </w:tr>
    </w:tbl>
    <w:p w:rsidR="00DC1A91" w:rsidRPr="00E45321" w:rsidRDefault="00DC1A91" w:rsidP="00DC1A91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42F" w:rsidRPr="00ED129F" w:rsidRDefault="0059342F" w:rsidP="00DD7171">
      <w:pPr>
        <w:rPr>
          <w:szCs w:val="24"/>
        </w:rPr>
      </w:pPr>
      <w:r>
        <w:separator/>
      </w:r>
    </w:p>
  </w:endnote>
  <w:endnote w:type="continuationSeparator" w:id="0">
    <w:p w:rsidR="0059342F" w:rsidRPr="00ED129F" w:rsidRDefault="0059342F" w:rsidP="00DD7171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42F" w:rsidRPr="00ED129F" w:rsidRDefault="0059342F" w:rsidP="00DD7171">
      <w:pPr>
        <w:rPr>
          <w:szCs w:val="24"/>
        </w:rPr>
      </w:pPr>
      <w:r>
        <w:separator/>
      </w:r>
    </w:p>
  </w:footnote>
  <w:footnote w:type="continuationSeparator" w:id="0">
    <w:p w:rsidR="0059342F" w:rsidRPr="00ED129F" w:rsidRDefault="0059342F" w:rsidP="00DD7171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2"/>
    <w:docVar w:name="adv_info1" w:val="     "/>
    <w:docVar w:name="adv_info2" w:val="     "/>
    <w:docVar w:name="adv_info3" w:val="     "/>
    <w:docVar w:name="att_org_adr" w:val="107564, РОССИЯ, город Москва, ул. Краснобогатырская, д. 2, стр. 2. Место нахождения и осуществления деятельности испытательной лаборатории организации: 107076, Россия, г. Москва, ул. Краснобогатырская, д. 44, стр.1, третий этаж нежилое помещение (X) комната №136, шестой этаж нежилое помещение (XVI) комната №109"/>
    <w:docVar w:name="att_org_dop" w:val="Общество с ограниченной ответственностью «Экспертный центр специальной оценки условий труда» (ООО «Экспертный центр СОУТ»); 107564, Россия, г. Москва, ул. Краснобогатырская, д. 2, стр.2, этаж 2, пом.4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076, Россия, г. Москва, ул. Краснобогатырская, дом 44 строение 1, шестой этаж нежилое помещение (XVI) комната №109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ткрытое акционерное общество &quot;РОТ ФРОНТ&quot;"/>
    <w:docVar w:name="doc_name" w:val="Документ2"/>
    <w:docVar w:name="doc_type" w:val="5"/>
    <w:docVar w:name="fill_date" w:val="11.11.2022"/>
    <w:docVar w:name="org_guid" w:val="251CF529CA6143FDA97045DE987277C9"/>
    <w:docVar w:name="org_id" w:val="38"/>
    <w:docVar w:name="org_name" w:val="     "/>
    <w:docVar w:name="pers_guids" w:val="DF17EC0245C040E2838F8C46AB886241@"/>
    <w:docVar w:name="pers_snils" w:val="DF17EC0245C040E2838F8C46AB886241@"/>
    <w:docVar w:name="podr_id" w:val="org_38"/>
    <w:docVar w:name="pred_dolg" w:val="Директор по производству"/>
    <w:docVar w:name="pred_fio" w:val="Пахомова Е.Б."/>
    <w:docVar w:name="rbtd_adr" w:val="     "/>
    <w:docVar w:name="rbtd_name" w:val="Открытое акционерное общество &quot;РОТ ФРОНТ&quot;"/>
    <w:docVar w:name="step_test" w:val="6"/>
    <w:docVar w:name="sv_docs" w:val="1"/>
  </w:docVars>
  <w:rsids>
    <w:rsidRoot w:val="00DD717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342F"/>
    <w:rsid w:val="005F64E6"/>
    <w:rsid w:val="00642E12"/>
    <w:rsid w:val="0065289A"/>
    <w:rsid w:val="0067226F"/>
    <w:rsid w:val="006E4DFC"/>
    <w:rsid w:val="00725C51"/>
    <w:rsid w:val="00820552"/>
    <w:rsid w:val="008A1605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DD7171"/>
    <w:rsid w:val="00E25119"/>
    <w:rsid w:val="00E30B79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D71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D7171"/>
    <w:rPr>
      <w:sz w:val="24"/>
    </w:rPr>
  </w:style>
  <w:style w:type="paragraph" w:styleId="ad">
    <w:name w:val="footer"/>
    <w:basedOn w:val="a"/>
    <w:link w:val="ae"/>
    <w:rsid w:val="00DD71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D71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28</Pages>
  <Words>8971</Words>
  <Characters>51137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Алексей Алексей</cp:lastModifiedBy>
  <cp:revision>1</cp:revision>
  <dcterms:created xsi:type="dcterms:W3CDTF">2022-11-30T09:01:00Z</dcterms:created>
  <dcterms:modified xsi:type="dcterms:W3CDTF">2022-11-30T09:03:00Z</dcterms:modified>
</cp:coreProperties>
</file>